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4CB" w:rsidRPr="00E206AA" w:rsidRDefault="00DC64CB" w:rsidP="00DC64CB">
      <w:pPr>
        <w:jc w:val="center"/>
        <w:rPr>
          <w:rFonts w:ascii="Palatino Linotype" w:hAnsi="Palatino Linotype"/>
          <w:b/>
          <w:sz w:val="26"/>
          <w:szCs w:val="26"/>
        </w:rPr>
      </w:pPr>
      <w:r w:rsidRPr="00E206AA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DC64CB" w:rsidRPr="00E206AA" w:rsidRDefault="00DC64CB" w:rsidP="00DC64CB">
      <w:pPr>
        <w:jc w:val="center"/>
        <w:rPr>
          <w:rFonts w:ascii="Palatino Linotype" w:hAnsi="Palatino Linotype"/>
          <w:b/>
          <w:sz w:val="26"/>
          <w:szCs w:val="26"/>
        </w:rPr>
      </w:pPr>
      <w:r w:rsidRPr="00E206AA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DC64CB" w:rsidRPr="00E206AA" w:rsidRDefault="00DC64CB" w:rsidP="00DC64CB">
      <w:pPr>
        <w:rPr>
          <w:rFonts w:ascii="Calibri" w:hAnsi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0196AB9" wp14:editId="3A2003F7">
                <wp:simplePos x="0" y="0"/>
                <wp:positionH relativeFrom="column">
                  <wp:posOffset>0</wp:posOffset>
                </wp:positionH>
                <wp:positionV relativeFrom="paragraph">
                  <wp:posOffset>91439</wp:posOffset>
                </wp:positionV>
                <wp:extent cx="6286500" cy="0"/>
                <wp:effectExtent l="0" t="38100" r="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C072545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DC64CB" w:rsidRDefault="00DC64CB" w:rsidP="00DC64CB">
      <w:pPr>
        <w:jc w:val="center"/>
        <w:rPr>
          <w:b/>
          <w:sz w:val="52"/>
          <w:szCs w:val="52"/>
        </w:rPr>
      </w:pPr>
      <w:proofErr w:type="gramStart"/>
      <w:r w:rsidRPr="00E206AA">
        <w:rPr>
          <w:b/>
          <w:sz w:val="52"/>
          <w:szCs w:val="52"/>
        </w:rPr>
        <w:t>П</w:t>
      </w:r>
      <w:proofErr w:type="gramEnd"/>
      <w:r w:rsidRPr="00E206AA">
        <w:rPr>
          <w:b/>
          <w:sz w:val="52"/>
          <w:szCs w:val="52"/>
        </w:rPr>
        <w:t xml:space="preserve"> О С Т А Н О В Л Е Н И Е</w:t>
      </w:r>
    </w:p>
    <w:p w:rsidR="00D55C37" w:rsidRPr="0078628D" w:rsidRDefault="00D55C37" w:rsidP="0078628D">
      <w:pPr>
        <w:jc w:val="right"/>
        <w:rPr>
          <w:sz w:val="32"/>
          <w:szCs w:val="32"/>
        </w:rPr>
      </w:pPr>
    </w:p>
    <w:p w:rsidR="00DC64CB" w:rsidRPr="00D55C37" w:rsidRDefault="00DC64CB" w:rsidP="00CB2E44">
      <w:pPr>
        <w:rPr>
          <w:sz w:val="26"/>
          <w:szCs w:val="26"/>
        </w:rPr>
      </w:pPr>
      <w:r w:rsidRPr="00D55C37">
        <w:rPr>
          <w:sz w:val="26"/>
          <w:szCs w:val="26"/>
        </w:rPr>
        <w:t>о</w:t>
      </w:r>
      <w:r w:rsidR="00DF567A" w:rsidRPr="00D55C37">
        <w:rPr>
          <w:sz w:val="26"/>
          <w:szCs w:val="26"/>
        </w:rPr>
        <w:t>т</w:t>
      </w:r>
      <w:r w:rsidR="001C7E55" w:rsidRPr="00D55C37">
        <w:rPr>
          <w:sz w:val="26"/>
          <w:szCs w:val="26"/>
        </w:rPr>
        <w:t xml:space="preserve"> </w:t>
      </w:r>
      <w:r w:rsidR="008848F2">
        <w:rPr>
          <w:sz w:val="26"/>
          <w:szCs w:val="26"/>
        </w:rPr>
        <w:t>10.02.2025г.</w:t>
      </w:r>
      <w:r w:rsidR="00211D2E" w:rsidRPr="00D55C37">
        <w:rPr>
          <w:sz w:val="26"/>
          <w:szCs w:val="26"/>
        </w:rPr>
        <w:t xml:space="preserve"> </w:t>
      </w:r>
      <w:r w:rsidR="00DF567A" w:rsidRPr="00D55C37">
        <w:rPr>
          <w:sz w:val="26"/>
          <w:szCs w:val="26"/>
        </w:rPr>
        <w:t>№</w:t>
      </w:r>
      <w:r w:rsidR="008848F2">
        <w:rPr>
          <w:sz w:val="26"/>
          <w:szCs w:val="26"/>
        </w:rPr>
        <w:t xml:space="preserve"> 74</w:t>
      </w:r>
      <w:r w:rsidRPr="00D55C37">
        <w:rPr>
          <w:sz w:val="26"/>
          <w:szCs w:val="26"/>
        </w:rPr>
        <w:t xml:space="preserve">                               </w:t>
      </w:r>
      <w:r w:rsidR="00CB2E44" w:rsidRPr="00D55C37">
        <w:rPr>
          <w:sz w:val="26"/>
          <w:szCs w:val="26"/>
        </w:rPr>
        <w:t xml:space="preserve">                          </w:t>
      </w:r>
      <w:r w:rsidRPr="00D55C37">
        <w:rPr>
          <w:sz w:val="26"/>
          <w:szCs w:val="26"/>
        </w:rPr>
        <w:t xml:space="preserve">     </w:t>
      </w:r>
      <w:r w:rsidR="00B35AF6">
        <w:rPr>
          <w:sz w:val="26"/>
          <w:szCs w:val="26"/>
        </w:rPr>
        <w:t xml:space="preserve">             </w:t>
      </w:r>
      <w:proofErr w:type="spellStart"/>
      <w:r w:rsidRPr="00D55C37">
        <w:rPr>
          <w:sz w:val="26"/>
          <w:szCs w:val="26"/>
        </w:rPr>
        <w:t>г</w:t>
      </w:r>
      <w:proofErr w:type="gramStart"/>
      <w:r w:rsidRPr="00D55C37">
        <w:rPr>
          <w:sz w:val="26"/>
          <w:szCs w:val="26"/>
        </w:rPr>
        <w:t>.Т</w:t>
      </w:r>
      <w:proofErr w:type="gramEnd"/>
      <w:r w:rsidRPr="00D55C37">
        <w:rPr>
          <w:sz w:val="26"/>
          <w:szCs w:val="26"/>
        </w:rPr>
        <w:t>рубчевск</w:t>
      </w:r>
      <w:proofErr w:type="spellEnd"/>
    </w:p>
    <w:p w:rsidR="00DF567A" w:rsidRPr="00D55C37" w:rsidRDefault="001C7E55" w:rsidP="00CB2E44">
      <w:pPr>
        <w:rPr>
          <w:b/>
          <w:sz w:val="26"/>
          <w:szCs w:val="26"/>
        </w:rPr>
      </w:pPr>
      <w:r w:rsidRPr="00D55C37">
        <w:rPr>
          <w:sz w:val="26"/>
          <w:szCs w:val="26"/>
        </w:rPr>
        <w:t xml:space="preserve">       </w:t>
      </w:r>
      <w:r w:rsidR="00DF567A" w:rsidRPr="00D55C37">
        <w:rPr>
          <w:b/>
          <w:sz w:val="26"/>
          <w:szCs w:val="26"/>
        </w:rPr>
        <w:tab/>
      </w:r>
      <w:r w:rsidR="00DF567A" w:rsidRPr="00D55C37">
        <w:rPr>
          <w:b/>
          <w:sz w:val="26"/>
          <w:szCs w:val="26"/>
        </w:rPr>
        <w:tab/>
      </w:r>
      <w:r w:rsidR="00DF567A" w:rsidRPr="00D55C37">
        <w:rPr>
          <w:b/>
          <w:sz w:val="26"/>
          <w:szCs w:val="26"/>
        </w:rPr>
        <w:tab/>
      </w:r>
      <w:r w:rsidR="00DF567A" w:rsidRPr="00D55C37">
        <w:rPr>
          <w:b/>
          <w:sz w:val="26"/>
          <w:szCs w:val="26"/>
        </w:rPr>
        <w:tab/>
      </w:r>
    </w:p>
    <w:p w:rsidR="00B35AF6" w:rsidRDefault="00E71486" w:rsidP="0031502F">
      <w:pPr>
        <w:jc w:val="center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О</w:t>
      </w:r>
      <w:r w:rsidR="00196856" w:rsidRPr="00D55C37">
        <w:rPr>
          <w:bCs/>
          <w:sz w:val="26"/>
          <w:szCs w:val="26"/>
        </w:rPr>
        <w:t>б утверждении П</w:t>
      </w:r>
      <w:r w:rsidR="00852B22" w:rsidRPr="00D55C37">
        <w:rPr>
          <w:bCs/>
          <w:sz w:val="26"/>
          <w:szCs w:val="26"/>
        </w:rPr>
        <w:t>орядка</w:t>
      </w:r>
      <w:r w:rsidRPr="00D55C37">
        <w:rPr>
          <w:bCs/>
          <w:sz w:val="26"/>
          <w:szCs w:val="26"/>
        </w:rPr>
        <w:t xml:space="preserve"> предоставления </w:t>
      </w:r>
      <w:r w:rsidR="0031502F" w:rsidRPr="00D55C37">
        <w:rPr>
          <w:bCs/>
          <w:sz w:val="26"/>
          <w:szCs w:val="26"/>
        </w:rPr>
        <w:t>из бюджета</w:t>
      </w:r>
      <w:r w:rsidR="00B35AF6">
        <w:rPr>
          <w:bCs/>
          <w:sz w:val="26"/>
          <w:szCs w:val="26"/>
        </w:rPr>
        <w:t xml:space="preserve"> </w:t>
      </w:r>
      <w:proofErr w:type="spellStart"/>
      <w:r w:rsidR="0031502F" w:rsidRPr="00D55C37">
        <w:rPr>
          <w:bCs/>
          <w:sz w:val="26"/>
          <w:szCs w:val="26"/>
        </w:rPr>
        <w:t>Трубчевского</w:t>
      </w:r>
      <w:proofErr w:type="spellEnd"/>
      <w:r w:rsidR="0031502F" w:rsidRPr="00D55C37">
        <w:rPr>
          <w:bCs/>
          <w:sz w:val="26"/>
          <w:szCs w:val="26"/>
        </w:rPr>
        <w:t xml:space="preserve"> муниципального района Брянской области</w:t>
      </w:r>
      <w:r w:rsidR="00B35AF6"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 xml:space="preserve">субсидий </w:t>
      </w:r>
      <w:r w:rsidR="0031502F" w:rsidRPr="00D55C37">
        <w:rPr>
          <w:bCs/>
          <w:sz w:val="26"/>
          <w:szCs w:val="26"/>
        </w:rPr>
        <w:t xml:space="preserve">на реализацию </w:t>
      </w:r>
    </w:p>
    <w:p w:rsidR="00B35AF6" w:rsidRDefault="0031502F" w:rsidP="0031502F">
      <w:pPr>
        <w:jc w:val="center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переданных полномочий по решению</w:t>
      </w:r>
      <w:r w:rsidR="00B35AF6"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 xml:space="preserve">отдельных вопросов местного </w:t>
      </w:r>
    </w:p>
    <w:p w:rsidR="00B35AF6" w:rsidRDefault="0031502F" w:rsidP="00FC435D">
      <w:pPr>
        <w:jc w:val="center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значения поселений в соответствии</w:t>
      </w:r>
      <w:r w:rsidR="00B35AF6"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>с заключенными соглашениями</w:t>
      </w:r>
      <w:r w:rsidR="006974B6">
        <w:rPr>
          <w:bCs/>
          <w:sz w:val="26"/>
          <w:szCs w:val="26"/>
        </w:rPr>
        <w:t xml:space="preserve"> по</w:t>
      </w:r>
      <w:r w:rsidRPr="00D55C37">
        <w:rPr>
          <w:bCs/>
          <w:sz w:val="26"/>
          <w:szCs w:val="26"/>
        </w:rPr>
        <w:t xml:space="preserve"> </w:t>
      </w:r>
    </w:p>
    <w:p w:rsidR="00493CDD" w:rsidRDefault="006974B6" w:rsidP="006974B6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участию в организации деятельности по сбору (в том числе раздельному</w:t>
      </w:r>
    </w:p>
    <w:p w:rsidR="006974B6" w:rsidRDefault="006974B6" w:rsidP="006974B6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сбору) и транспортированию твердых коммунальных отходов</w:t>
      </w:r>
    </w:p>
    <w:p w:rsidR="006974B6" w:rsidRPr="00D55C37" w:rsidRDefault="006974B6" w:rsidP="006974B6">
      <w:pPr>
        <w:jc w:val="center"/>
        <w:rPr>
          <w:sz w:val="26"/>
          <w:szCs w:val="26"/>
        </w:rPr>
      </w:pPr>
    </w:p>
    <w:p w:rsidR="00D429BF" w:rsidRPr="00D55C37" w:rsidRDefault="00D429BF" w:rsidP="00135819">
      <w:pPr>
        <w:ind w:firstLine="709"/>
        <w:jc w:val="both"/>
        <w:rPr>
          <w:sz w:val="26"/>
          <w:szCs w:val="26"/>
        </w:rPr>
      </w:pPr>
      <w:r w:rsidRPr="00D55C37">
        <w:rPr>
          <w:sz w:val="26"/>
          <w:szCs w:val="26"/>
        </w:rPr>
        <w:t xml:space="preserve">В соответствии со </w:t>
      </w:r>
      <w:r w:rsidR="00493CDD" w:rsidRPr="00D55C37">
        <w:rPr>
          <w:sz w:val="26"/>
          <w:szCs w:val="26"/>
        </w:rPr>
        <w:t xml:space="preserve">статьей 78 Бюджетного кодекса Российской Федерации, </w:t>
      </w:r>
      <w:r w:rsidRPr="00D55C37">
        <w:rPr>
          <w:sz w:val="26"/>
          <w:szCs w:val="26"/>
        </w:rPr>
        <w:t>Федеральным законом от 06.10.2003 № 131-ФЗ</w:t>
      </w:r>
      <w:r w:rsidR="00493CDD" w:rsidRPr="00D55C37">
        <w:rPr>
          <w:sz w:val="26"/>
          <w:szCs w:val="26"/>
        </w:rPr>
        <w:t xml:space="preserve"> «Об общих принципах организации местного самоуправления в  Российской Федерации», </w:t>
      </w:r>
      <w:r w:rsidRPr="00D55C37">
        <w:rPr>
          <w:sz w:val="26"/>
          <w:szCs w:val="26"/>
        </w:rPr>
        <w:t xml:space="preserve">руководствуясь </w:t>
      </w:r>
      <w:r w:rsidR="00493CDD" w:rsidRPr="00D55C37">
        <w:rPr>
          <w:sz w:val="26"/>
          <w:szCs w:val="26"/>
        </w:rPr>
        <w:t xml:space="preserve">постановлением Правительства Российской Федерации от </w:t>
      </w:r>
      <w:r w:rsidR="001C7E55" w:rsidRPr="00D55C37">
        <w:rPr>
          <w:sz w:val="26"/>
          <w:szCs w:val="26"/>
        </w:rPr>
        <w:t>25</w:t>
      </w:r>
      <w:r w:rsidR="00493CDD" w:rsidRPr="00D55C37">
        <w:rPr>
          <w:sz w:val="26"/>
          <w:szCs w:val="26"/>
        </w:rPr>
        <w:t>.</w:t>
      </w:r>
      <w:r w:rsidR="001C7E55" w:rsidRPr="00D55C37">
        <w:rPr>
          <w:sz w:val="26"/>
          <w:szCs w:val="26"/>
        </w:rPr>
        <w:t>10</w:t>
      </w:r>
      <w:r w:rsidR="00493CDD" w:rsidRPr="00D55C37">
        <w:rPr>
          <w:sz w:val="26"/>
          <w:szCs w:val="26"/>
        </w:rPr>
        <w:t>.20</w:t>
      </w:r>
      <w:r w:rsidR="007477C9" w:rsidRPr="00D55C37">
        <w:rPr>
          <w:sz w:val="26"/>
          <w:szCs w:val="26"/>
        </w:rPr>
        <w:t>2</w:t>
      </w:r>
      <w:r w:rsidR="001C7E55" w:rsidRPr="00D55C37">
        <w:rPr>
          <w:sz w:val="26"/>
          <w:szCs w:val="26"/>
        </w:rPr>
        <w:t>3</w:t>
      </w:r>
      <w:r w:rsidR="00493CDD" w:rsidRPr="00D55C37">
        <w:rPr>
          <w:sz w:val="26"/>
          <w:szCs w:val="26"/>
        </w:rPr>
        <w:t xml:space="preserve"> №</w:t>
      </w:r>
      <w:r w:rsidRPr="00D55C37">
        <w:rPr>
          <w:sz w:val="26"/>
          <w:szCs w:val="26"/>
        </w:rPr>
        <w:t xml:space="preserve"> </w:t>
      </w:r>
      <w:r w:rsidR="007477C9" w:rsidRPr="00D55C37">
        <w:rPr>
          <w:sz w:val="26"/>
          <w:szCs w:val="26"/>
        </w:rPr>
        <w:t>1</w:t>
      </w:r>
      <w:r w:rsidR="001C7E55" w:rsidRPr="00D55C37">
        <w:rPr>
          <w:sz w:val="26"/>
          <w:szCs w:val="26"/>
        </w:rPr>
        <w:t>78</w:t>
      </w:r>
      <w:r w:rsidR="007477C9" w:rsidRPr="00D55C37">
        <w:rPr>
          <w:sz w:val="26"/>
          <w:szCs w:val="26"/>
        </w:rPr>
        <w:t>2</w:t>
      </w:r>
      <w:r w:rsidR="00493CDD" w:rsidRPr="00D55C37">
        <w:rPr>
          <w:sz w:val="26"/>
          <w:szCs w:val="26"/>
        </w:rPr>
        <w:t xml:space="preserve"> «Об </w:t>
      </w:r>
      <w:r w:rsidR="001C7E55" w:rsidRPr="00D55C37">
        <w:rPr>
          <w:sz w:val="26"/>
          <w:szCs w:val="26"/>
        </w:rPr>
        <w:t xml:space="preserve">утверждении </w:t>
      </w:r>
      <w:r w:rsidR="008D7BEC" w:rsidRPr="00D55C37">
        <w:rPr>
          <w:sz w:val="26"/>
          <w:szCs w:val="26"/>
        </w:rPr>
        <w:t>общих требований</w:t>
      </w:r>
      <w:r w:rsidR="00493CDD" w:rsidRPr="00D55C37">
        <w:rPr>
          <w:sz w:val="26"/>
          <w:szCs w:val="26"/>
        </w:rPr>
        <w:t xml:space="preserve"> к нормативным правовым актам, муниципальным правовым актам, регулирующим предоставление </w:t>
      </w:r>
      <w:r w:rsidR="001C7E55" w:rsidRPr="00D55C37">
        <w:rPr>
          <w:sz w:val="26"/>
          <w:szCs w:val="26"/>
        </w:rPr>
        <w:t xml:space="preserve">из бюджетов субъектов Российской Федерации, местных бюджетов </w:t>
      </w:r>
      <w:r w:rsidR="00493CDD" w:rsidRPr="00D55C37">
        <w:rPr>
          <w:sz w:val="26"/>
          <w:szCs w:val="26"/>
        </w:rPr>
        <w:t>субсидий</w:t>
      </w:r>
      <w:r w:rsidR="007477C9" w:rsidRPr="00D55C37">
        <w:rPr>
          <w:sz w:val="26"/>
          <w:szCs w:val="26"/>
        </w:rPr>
        <w:t>, в том числе грантов в форме субсидий,</w:t>
      </w:r>
      <w:r w:rsidR="00493CDD" w:rsidRPr="00D55C37">
        <w:rPr>
          <w:sz w:val="26"/>
          <w:szCs w:val="26"/>
        </w:rPr>
        <w:t xml:space="preserve"> юридическим лицам</w:t>
      </w:r>
      <w:r w:rsidR="007477C9" w:rsidRPr="00D55C37">
        <w:rPr>
          <w:sz w:val="26"/>
          <w:szCs w:val="26"/>
        </w:rPr>
        <w:t xml:space="preserve">, индивидуальным предпринимателям, а также физическим лицам - производителям товаров, работ, услуг и </w:t>
      </w:r>
      <w:r w:rsidR="001C7E55" w:rsidRPr="00D55C37">
        <w:rPr>
          <w:sz w:val="26"/>
          <w:szCs w:val="26"/>
        </w:rPr>
        <w:t>проведение отборов получателей указанных субсидий, в том числе грантов в форме субсидий</w:t>
      </w:r>
      <w:r w:rsidRPr="00D55C37">
        <w:rPr>
          <w:sz w:val="26"/>
          <w:szCs w:val="26"/>
        </w:rPr>
        <w:t>»</w:t>
      </w:r>
      <w:r w:rsidR="00135819">
        <w:rPr>
          <w:sz w:val="26"/>
          <w:szCs w:val="26"/>
        </w:rPr>
        <w:t>,</w:t>
      </w:r>
    </w:p>
    <w:p w:rsidR="00493CDD" w:rsidRPr="00D55C37" w:rsidRDefault="00493CDD" w:rsidP="00135819">
      <w:pPr>
        <w:ind w:firstLine="709"/>
        <w:jc w:val="both"/>
        <w:rPr>
          <w:sz w:val="26"/>
          <w:szCs w:val="26"/>
        </w:rPr>
      </w:pPr>
      <w:r w:rsidRPr="00D55C37">
        <w:rPr>
          <w:sz w:val="26"/>
          <w:szCs w:val="26"/>
        </w:rPr>
        <w:t>ПОСТАНОВЛЯЮ:</w:t>
      </w:r>
    </w:p>
    <w:p w:rsidR="00E71486" w:rsidRPr="00D55C37" w:rsidRDefault="00B02B4F" w:rsidP="00135819">
      <w:pPr>
        <w:ind w:firstLine="709"/>
        <w:jc w:val="both"/>
        <w:rPr>
          <w:sz w:val="26"/>
          <w:szCs w:val="26"/>
        </w:rPr>
      </w:pPr>
      <w:r w:rsidRPr="00D55C37">
        <w:rPr>
          <w:sz w:val="26"/>
          <w:szCs w:val="26"/>
        </w:rPr>
        <w:t>1.</w:t>
      </w:r>
      <w:r w:rsidR="00493CDD" w:rsidRPr="00D55C37">
        <w:rPr>
          <w:sz w:val="26"/>
          <w:szCs w:val="26"/>
        </w:rPr>
        <w:t xml:space="preserve">Утвердить </w:t>
      </w:r>
      <w:r w:rsidR="00C86935" w:rsidRPr="00D55C37">
        <w:rPr>
          <w:sz w:val="26"/>
          <w:szCs w:val="26"/>
        </w:rPr>
        <w:t xml:space="preserve">прилагаемый </w:t>
      </w:r>
      <w:r w:rsidR="00F352A2" w:rsidRPr="00D55C37">
        <w:rPr>
          <w:sz w:val="26"/>
          <w:szCs w:val="26"/>
        </w:rPr>
        <w:t xml:space="preserve">Порядок предоставления из бюджета </w:t>
      </w:r>
      <w:proofErr w:type="spellStart"/>
      <w:r w:rsidR="00F352A2" w:rsidRPr="00D55C37">
        <w:rPr>
          <w:sz w:val="26"/>
          <w:szCs w:val="26"/>
        </w:rPr>
        <w:t>Трубчевского</w:t>
      </w:r>
      <w:proofErr w:type="spellEnd"/>
      <w:r w:rsidR="00F352A2" w:rsidRPr="00D55C37">
        <w:rPr>
          <w:sz w:val="26"/>
          <w:szCs w:val="26"/>
        </w:rPr>
        <w:t xml:space="preserve"> муниципального района Брянской области субсидий </w:t>
      </w:r>
      <w:r w:rsidR="00F352A2" w:rsidRPr="00D55C37">
        <w:rPr>
          <w:bCs/>
          <w:sz w:val="26"/>
          <w:szCs w:val="26"/>
        </w:rPr>
        <w:t xml:space="preserve">на реализацию переданных полномочий по решению отдельных вопросов местного значения поселений в соответствии с заключенными соглашениями </w:t>
      </w:r>
      <w:r w:rsidR="00FC435D" w:rsidRPr="00D55C37">
        <w:rPr>
          <w:bCs/>
          <w:sz w:val="26"/>
          <w:szCs w:val="26"/>
        </w:rPr>
        <w:t xml:space="preserve">по </w:t>
      </w:r>
      <w:r w:rsidR="006974B6">
        <w:rPr>
          <w:bCs/>
          <w:sz w:val="26"/>
          <w:szCs w:val="26"/>
        </w:rPr>
        <w:t>участию в организации деятельности по сбору (в том числе раздельному сбору) и транспортированию твердых коммунальных отходов.</w:t>
      </w:r>
    </w:p>
    <w:p w:rsidR="00C86935" w:rsidRPr="00D55C37" w:rsidRDefault="00FC435D" w:rsidP="00135819">
      <w:pPr>
        <w:ind w:firstLine="709"/>
        <w:jc w:val="both"/>
        <w:rPr>
          <w:bCs/>
          <w:sz w:val="26"/>
          <w:szCs w:val="26"/>
        </w:rPr>
      </w:pPr>
      <w:r w:rsidRPr="00D55C37">
        <w:rPr>
          <w:sz w:val="26"/>
          <w:szCs w:val="26"/>
        </w:rPr>
        <w:t>2</w:t>
      </w:r>
      <w:r w:rsidR="005F4C9D" w:rsidRPr="00D55C37">
        <w:rPr>
          <w:sz w:val="26"/>
          <w:szCs w:val="26"/>
        </w:rPr>
        <w:t>. Настоящее постановление вступает в силу с момента его официального опубликования</w:t>
      </w:r>
      <w:r w:rsidR="00AC6B8A" w:rsidRPr="00D55C37">
        <w:rPr>
          <w:sz w:val="26"/>
          <w:szCs w:val="26"/>
        </w:rPr>
        <w:t>.</w:t>
      </w:r>
      <w:r w:rsidR="005F4C9D" w:rsidRPr="00D55C37">
        <w:rPr>
          <w:color w:val="FF0000"/>
          <w:sz w:val="26"/>
          <w:szCs w:val="26"/>
        </w:rPr>
        <w:t xml:space="preserve"> </w:t>
      </w:r>
    </w:p>
    <w:p w:rsidR="00304BD7" w:rsidRPr="00D55C37" w:rsidRDefault="00FC435D" w:rsidP="00135819">
      <w:pPr>
        <w:spacing w:before="100" w:beforeAutospacing="1" w:after="100" w:afterAutospacing="1"/>
        <w:ind w:firstLine="709"/>
        <w:contextualSpacing/>
        <w:jc w:val="both"/>
        <w:rPr>
          <w:sz w:val="26"/>
          <w:szCs w:val="26"/>
        </w:rPr>
      </w:pPr>
      <w:r w:rsidRPr="00D55C37">
        <w:rPr>
          <w:sz w:val="26"/>
          <w:szCs w:val="26"/>
        </w:rPr>
        <w:t>3</w:t>
      </w:r>
      <w:r w:rsidR="00304BD7" w:rsidRPr="00D55C37">
        <w:rPr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304BD7" w:rsidRPr="00D55C37">
        <w:rPr>
          <w:sz w:val="26"/>
          <w:szCs w:val="26"/>
        </w:rPr>
        <w:t>Трубчевского</w:t>
      </w:r>
      <w:proofErr w:type="spellEnd"/>
      <w:r w:rsidR="00304BD7" w:rsidRPr="00D55C37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304BD7" w:rsidRPr="00D55C37">
        <w:rPr>
          <w:sz w:val="26"/>
          <w:szCs w:val="26"/>
        </w:rPr>
        <w:t>Трубчевского</w:t>
      </w:r>
      <w:proofErr w:type="spellEnd"/>
      <w:r w:rsidR="00304BD7" w:rsidRPr="00D55C37">
        <w:rPr>
          <w:sz w:val="26"/>
          <w:szCs w:val="26"/>
        </w:rPr>
        <w:t xml:space="preserve"> муниципального района в сети Интернет </w:t>
      </w:r>
      <w:hyperlink r:id="rId7" w:history="1">
        <w:r w:rsidR="00304BD7" w:rsidRPr="00D55C37">
          <w:rPr>
            <w:rStyle w:val="a5"/>
            <w:sz w:val="26"/>
            <w:szCs w:val="26"/>
          </w:rPr>
          <w:t>http://www.trubech.ru</w:t>
        </w:r>
      </w:hyperlink>
      <w:r w:rsidR="00304BD7" w:rsidRPr="00D55C37">
        <w:rPr>
          <w:sz w:val="26"/>
          <w:szCs w:val="26"/>
        </w:rPr>
        <w:t>.</w:t>
      </w:r>
    </w:p>
    <w:p w:rsidR="00304BD7" w:rsidRPr="00D55C37" w:rsidRDefault="00FC435D" w:rsidP="00135819">
      <w:pPr>
        <w:spacing w:before="100" w:beforeAutospacing="1" w:after="100" w:afterAutospacing="1"/>
        <w:ind w:firstLine="709"/>
        <w:contextualSpacing/>
        <w:jc w:val="both"/>
        <w:rPr>
          <w:sz w:val="26"/>
          <w:szCs w:val="26"/>
        </w:rPr>
      </w:pPr>
      <w:r w:rsidRPr="00D55C37">
        <w:rPr>
          <w:sz w:val="26"/>
          <w:szCs w:val="26"/>
        </w:rPr>
        <w:t>4</w:t>
      </w:r>
      <w:r w:rsidR="00304BD7" w:rsidRPr="00D55C37">
        <w:rPr>
          <w:sz w:val="26"/>
          <w:szCs w:val="26"/>
        </w:rPr>
        <w:t xml:space="preserve">. Контроль за исполнением настоящего постановления возложить на заместителей главы администрации </w:t>
      </w:r>
      <w:proofErr w:type="spellStart"/>
      <w:r w:rsidR="00304BD7" w:rsidRPr="00D55C37">
        <w:rPr>
          <w:sz w:val="26"/>
          <w:szCs w:val="26"/>
        </w:rPr>
        <w:t>Трубчевского</w:t>
      </w:r>
      <w:proofErr w:type="spellEnd"/>
      <w:r w:rsidR="00304BD7" w:rsidRPr="00D55C37">
        <w:rPr>
          <w:sz w:val="26"/>
          <w:szCs w:val="26"/>
        </w:rPr>
        <w:t xml:space="preserve"> муниципального района Сидорову С.И., Слободчикова Е.А., начальника отдела учета и отчетности администрации </w:t>
      </w:r>
      <w:proofErr w:type="spellStart"/>
      <w:r w:rsidR="00304BD7" w:rsidRPr="00D55C37">
        <w:rPr>
          <w:sz w:val="26"/>
          <w:szCs w:val="26"/>
        </w:rPr>
        <w:t>Трубчевского</w:t>
      </w:r>
      <w:proofErr w:type="spellEnd"/>
      <w:r w:rsidR="00304BD7" w:rsidRPr="00D55C37">
        <w:rPr>
          <w:sz w:val="26"/>
          <w:szCs w:val="26"/>
        </w:rPr>
        <w:t xml:space="preserve"> муниципального района </w:t>
      </w:r>
      <w:proofErr w:type="spellStart"/>
      <w:r w:rsidR="00304BD7" w:rsidRPr="00D55C37">
        <w:rPr>
          <w:sz w:val="26"/>
          <w:szCs w:val="26"/>
        </w:rPr>
        <w:t>Беленкову</w:t>
      </w:r>
      <w:proofErr w:type="spellEnd"/>
      <w:r w:rsidR="00304BD7" w:rsidRPr="00D55C37">
        <w:rPr>
          <w:sz w:val="26"/>
          <w:szCs w:val="26"/>
        </w:rPr>
        <w:t xml:space="preserve"> О.И.</w:t>
      </w:r>
    </w:p>
    <w:p w:rsidR="00493CDD" w:rsidRPr="00D55C37" w:rsidRDefault="00493CDD" w:rsidP="00135819">
      <w:pPr>
        <w:ind w:firstLine="709"/>
        <w:jc w:val="both"/>
        <w:rPr>
          <w:sz w:val="26"/>
          <w:szCs w:val="26"/>
        </w:rPr>
      </w:pPr>
    </w:p>
    <w:p w:rsidR="00304BD7" w:rsidRPr="00D55C37" w:rsidRDefault="00304BD7" w:rsidP="00304BD7">
      <w:pPr>
        <w:spacing w:before="100" w:beforeAutospacing="1" w:after="100" w:afterAutospacing="1"/>
        <w:contextualSpacing/>
        <w:jc w:val="both"/>
        <w:rPr>
          <w:sz w:val="26"/>
          <w:szCs w:val="26"/>
        </w:rPr>
      </w:pPr>
      <w:r w:rsidRPr="00D55C37">
        <w:rPr>
          <w:sz w:val="26"/>
          <w:szCs w:val="26"/>
        </w:rPr>
        <w:t xml:space="preserve">Глава администрации </w:t>
      </w:r>
    </w:p>
    <w:p w:rsidR="00304BD7" w:rsidRPr="00D55C37" w:rsidRDefault="00304BD7" w:rsidP="00304BD7">
      <w:pPr>
        <w:spacing w:before="100" w:beforeAutospacing="1" w:after="100" w:afterAutospacing="1"/>
        <w:contextualSpacing/>
        <w:jc w:val="both"/>
        <w:rPr>
          <w:sz w:val="26"/>
          <w:szCs w:val="26"/>
        </w:rPr>
      </w:pPr>
      <w:proofErr w:type="spellStart"/>
      <w:r w:rsidRPr="00D55C37">
        <w:rPr>
          <w:sz w:val="26"/>
          <w:szCs w:val="26"/>
        </w:rPr>
        <w:t>Трубчевского</w:t>
      </w:r>
      <w:proofErr w:type="spellEnd"/>
      <w:r w:rsidRPr="00D55C37">
        <w:rPr>
          <w:sz w:val="26"/>
          <w:szCs w:val="26"/>
        </w:rPr>
        <w:t xml:space="preserve"> муниципального района                                               И.И. </w:t>
      </w:r>
      <w:proofErr w:type="spellStart"/>
      <w:r w:rsidRPr="00D55C37">
        <w:rPr>
          <w:sz w:val="26"/>
          <w:szCs w:val="26"/>
        </w:rPr>
        <w:t>Обыдённов</w:t>
      </w:r>
      <w:proofErr w:type="spellEnd"/>
    </w:p>
    <w:p w:rsidR="00DC1D15" w:rsidRDefault="00DC1D15" w:rsidP="00304BD7">
      <w:pPr>
        <w:rPr>
          <w:i/>
          <w:sz w:val="16"/>
          <w:szCs w:val="16"/>
        </w:rPr>
      </w:pPr>
    </w:p>
    <w:p w:rsidR="000D5BBF" w:rsidRDefault="000D5BBF" w:rsidP="00304BD7">
      <w:pPr>
        <w:rPr>
          <w:sz w:val="26"/>
          <w:szCs w:val="26"/>
        </w:rPr>
      </w:pPr>
    </w:p>
    <w:p w:rsidR="0078628D" w:rsidRDefault="0078628D" w:rsidP="00304BD7">
      <w:pPr>
        <w:rPr>
          <w:sz w:val="26"/>
          <w:szCs w:val="26"/>
        </w:rPr>
      </w:pPr>
    </w:p>
    <w:p w:rsidR="0078628D" w:rsidRDefault="0078628D" w:rsidP="00304BD7">
      <w:pPr>
        <w:rPr>
          <w:sz w:val="26"/>
          <w:szCs w:val="26"/>
        </w:rPr>
      </w:pPr>
    </w:p>
    <w:p w:rsidR="0078628D" w:rsidRDefault="0078628D" w:rsidP="00304BD7">
      <w:pPr>
        <w:rPr>
          <w:sz w:val="26"/>
          <w:szCs w:val="26"/>
        </w:rPr>
      </w:pPr>
    </w:p>
    <w:p w:rsidR="0078628D" w:rsidRPr="00CB2E44" w:rsidRDefault="0078628D" w:rsidP="00304BD7">
      <w:pPr>
        <w:rPr>
          <w:sz w:val="26"/>
          <w:szCs w:val="26"/>
        </w:rPr>
      </w:pPr>
    </w:p>
    <w:p w:rsidR="00B64E36" w:rsidRPr="00745B28" w:rsidRDefault="00745B28" w:rsidP="00745B28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Утвержден</w:t>
      </w:r>
    </w:p>
    <w:p w:rsidR="00B64E36" w:rsidRPr="00745B28" w:rsidRDefault="00B64E36" w:rsidP="00745B28">
      <w:pPr>
        <w:jc w:val="right"/>
        <w:rPr>
          <w:sz w:val="26"/>
          <w:szCs w:val="26"/>
        </w:rPr>
      </w:pPr>
      <w:r w:rsidRPr="00745B28">
        <w:rPr>
          <w:sz w:val="26"/>
          <w:szCs w:val="26"/>
        </w:rPr>
        <w:t>постановлени</w:t>
      </w:r>
      <w:r w:rsidR="00745B28">
        <w:rPr>
          <w:sz w:val="26"/>
          <w:szCs w:val="26"/>
        </w:rPr>
        <w:t>ем</w:t>
      </w:r>
      <w:r w:rsidRPr="00745B28">
        <w:rPr>
          <w:sz w:val="26"/>
          <w:szCs w:val="26"/>
        </w:rPr>
        <w:t xml:space="preserve"> администрации</w:t>
      </w:r>
    </w:p>
    <w:p w:rsidR="00B64E36" w:rsidRPr="00745B28" w:rsidRDefault="00745B28" w:rsidP="00745B28">
      <w:pPr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</w:t>
      </w:r>
      <w:r w:rsidR="00B64E36" w:rsidRPr="00745B28">
        <w:rPr>
          <w:sz w:val="26"/>
          <w:szCs w:val="26"/>
        </w:rPr>
        <w:t xml:space="preserve"> района</w:t>
      </w:r>
    </w:p>
    <w:p w:rsidR="00B64E36" w:rsidRPr="00745B28" w:rsidRDefault="00B64E36" w:rsidP="00745B28">
      <w:pPr>
        <w:jc w:val="right"/>
        <w:rPr>
          <w:sz w:val="26"/>
          <w:szCs w:val="26"/>
        </w:rPr>
      </w:pPr>
      <w:r w:rsidRPr="00745B28">
        <w:rPr>
          <w:sz w:val="26"/>
          <w:szCs w:val="26"/>
        </w:rPr>
        <w:t xml:space="preserve">                                            </w:t>
      </w:r>
      <w:r w:rsidR="00211D2E" w:rsidRPr="00745B28">
        <w:rPr>
          <w:sz w:val="26"/>
          <w:szCs w:val="26"/>
        </w:rPr>
        <w:t xml:space="preserve">              </w:t>
      </w:r>
      <w:r w:rsidRPr="00745B28">
        <w:rPr>
          <w:sz w:val="26"/>
          <w:szCs w:val="26"/>
        </w:rPr>
        <w:t>от</w:t>
      </w:r>
      <w:r w:rsidR="008848F2">
        <w:rPr>
          <w:sz w:val="26"/>
          <w:szCs w:val="26"/>
        </w:rPr>
        <w:t xml:space="preserve"> 10.02.2025г. № 74</w:t>
      </w:r>
      <w:bookmarkStart w:id="0" w:name="_GoBack"/>
      <w:bookmarkEnd w:id="0"/>
      <w:r w:rsidRPr="00745B28">
        <w:rPr>
          <w:sz w:val="26"/>
          <w:szCs w:val="26"/>
        </w:rPr>
        <w:t xml:space="preserve">            </w:t>
      </w:r>
    </w:p>
    <w:p w:rsidR="00B64E36" w:rsidRDefault="00B64E36" w:rsidP="00745B28">
      <w:pPr>
        <w:jc w:val="right"/>
        <w:rPr>
          <w:sz w:val="26"/>
          <w:szCs w:val="26"/>
        </w:rPr>
      </w:pPr>
    </w:p>
    <w:p w:rsidR="00745B28" w:rsidRPr="00745B28" w:rsidRDefault="00745B28" w:rsidP="00745B28">
      <w:pPr>
        <w:jc w:val="right"/>
        <w:rPr>
          <w:sz w:val="26"/>
          <w:szCs w:val="26"/>
        </w:rPr>
      </w:pPr>
    </w:p>
    <w:p w:rsidR="00B02B4F" w:rsidRPr="00745B28" w:rsidRDefault="00555071" w:rsidP="00745B28">
      <w:pPr>
        <w:jc w:val="center"/>
        <w:rPr>
          <w:bCs/>
          <w:sz w:val="26"/>
          <w:szCs w:val="26"/>
        </w:rPr>
      </w:pPr>
      <w:r w:rsidRPr="00745B28">
        <w:rPr>
          <w:bCs/>
          <w:sz w:val="26"/>
          <w:szCs w:val="26"/>
        </w:rPr>
        <w:t>П</w:t>
      </w:r>
      <w:r w:rsidR="00B02B4F" w:rsidRPr="00745B28">
        <w:rPr>
          <w:bCs/>
          <w:sz w:val="26"/>
          <w:szCs w:val="26"/>
        </w:rPr>
        <w:t>оряд</w:t>
      </w:r>
      <w:r w:rsidRPr="00745B28">
        <w:rPr>
          <w:bCs/>
          <w:sz w:val="26"/>
          <w:szCs w:val="26"/>
        </w:rPr>
        <w:t>ок</w:t>
      </w:r>
    </w:p>
    <w:p w:rsidR="00C142F7" w:rsidRDefault="00E71486" w:rsidP="00C142F7">
      <w:pPr>
        <w:jc w:val="center"/>
        <w:rPr>
          <w:bCs/>
          <w:sz w:val="26"/>
          <w:szCs w:val="26"/>
        </w:rPr>
      </w:pPr>
      <w:r w:rsidRPr="00745B28">
        <w:rPr>
          <w:sz w:val="26"/>
          <w:szCs w:val="26"/>
        </w:rPr>
        <w:t xml:space="preserve">предоставления </w:t>
      </w:r>
      <w:r w:rsidR="00C142F7" w:rsidRPr="00CB2E44">
        <w:rPr>
          <w:bCs/>
          <w:sz w:val="26"/>
          <w:szCs w:val="26"/>
        </w:rPr>
        <w:t>из бюджета</w:t>
      </w:r>
      <w:r w:rsidR="00C142F7">
        <w:rPr>
          <w:bCs/>
          <w:sz w:val="26"/>
          <w:szCs w:val="26"/>
        </w:rPr>
        <w:t xml:space="preserve"> </w:t>
      </w:r>
      <w:proofErr w:type="spellStart"/>
      <w:r w:rsidR="00C142F7" w:rsidRPr="00CB2E44">
        <w:rPr>
          <w:bCs/>
          <w:sz w:val="26"/>
          <w:szCs w:val="26"/>
        </w:rPr>
        <w:t>Трубчевского</w:t>
      </w:r>
      <w:proofErr w:type="spellEnd"/>
      <w:r w:rsidR="00C142F7" w:rsidRPr="00CB2E44">
        <w:rPr>
          <w:bCs/>
          <w:sz w:val="26"/>
          <w:szCs w:val="26"/>
        </w:rPr>
        <w:t xml:space="preserve"> муниципального района </w:t>
      </w:r>
    </w:p>
    <w:p w:rsidR="00C142F7" w:rsidRDefault="00C142F7" w:rsidP="00C142F7">
      <w:pPr>
        <w:jc w:val="center"/>
        <w:rPr>
          <w:bCs/>
          <w:sz w:val="26"/>
          <w:szCs w:val="26"/>
        </w:rPr>
      </w:pPr>
      <w:r w:rsidRPr="00CB2E44">
        <w:rPr>
          <w:bCs/>
          <w:sz w:val="26"/>
          <w:szCs w:val="26"/>
        </w:rPr>
        <w:t>Брянской области</w:t>
      </w:r>
      <w:r>
        <w:rPr>
          <w:bCs/>
          <w:sz w:val="26"/>
          <w:szCs w:val="26"/>
        </w:rPr>
        <w:t xml:space="preserve"> </w:t>
      </w:r>
      <w:r w:rsidRPr="00CB2E44">
        <w:rPr>
          <w:bCs/>
          <w:sz w:val="26"/>
          <w:szCs w:val="26"/>
        </w:rPr>
        <w:t xml:space="preserve">субсидий </w:t>
      </w:r>
      <w:r>
        <w:rPr>
          <w:bCs/>
          <w:sz w:val="26"/>
          <w:szCs w:val="26"/>
        </w:rPr>
        <w:t xml:space="preserve">на реализацию переданных полномочий </w:t>
      </w:r>
    </w:p>
    <w:p w:rsidR="00C142F7" w:rsidRDefault="00C142F7" w:rsidP="00C142F7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по решению отдельных вопросов местного значения поселений </w:t>
      </w:r>
    </w:p>
    <w:p w:rsidR="006974B6" w:rsidRDefault="00C142F7" w:rsidP="006974B6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 соответствии с заключенными соглашениями </w:t>
      </w:r>
      <w:r w:rsidR="00D55C37" w:rsidRPr="00D55C37">
        <w:rPr>
          <w:bCs/>
          <w:sz w:val="26"/>
          <w:szCs w:val="26"/>
        </w:rPr>
        <w:t xml:space="preserve">по </w:t>
      </w:r>
      <w:r w:rsidR="006974B6">
        <w:rPr>
          <w:bCs/>
          <w:sz w:val="26"/>
          <w:szCs w:val="26"/>
        </w:rPr>
        <w:t xml:space="preserve">участию в </w:t>
      </w:r>
    </w:p>
    <w:p w:rsidR="006974B6" w:rsidRDefault="006974B6" w:rsidP="006974B6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организации деятельности по сбору (в том числе раздельному</w:t>
      </w:r>
    </w:p>
    <w:p w:rsidR="006974B6" w:rsidRDefault="006974B6" w:rsidP="006974B6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сбору) и транспортированию твердых коммунальных отходов</w:t>
      </w:r>
    </w:p>
    <w:p w:rsidR="00C142F7" w:rsidRPr="00CB2E44" w:rsidRDefault="00C142F7" w:rsidP="006974B6">
      <w:pPr>
        <w:jc w:val="center"/>
        <w:rPr>
          <w:sz w:val="26"/>
          <w:szCs w:val="26"/>
        </w:rPr>
      </w:pPr>
    </w:p>
    <w:p w:rsidR="00961B8D" w:rsidRPr="00FF4AD4" w:rsidRDefault="00961B8D" w:rsidP="00C142F7">
      <w:pPr>
        <w:jc w:val="center"/>
        <w:rPr>
          <w:b/>
          <w:bCs/>
          <w:spacing w:val="2"/>
          <w:sz w:val="26"/>
          <w:szCs w:val="26"/>
        </w:rPr>
      </w:pPr>
      <w:r w:rsidRPr="00FF4AD4">
        <w:rPr>
          <w:spacing w:val="2"/>
          <w:sz w:val="26"/>
          <w:szCs w:val="26"/>
        </w:rPr>
        <w:t>1. Общие положения</w:t>
      </w:r>
      <w:r w:rsidR="00C3429C" w:rsidRPr="00FF4AD4">
        <w:rPr>
          <w:spacing w:val="2"/>
          <w:sz w:val="26"/>
          <w:szCs w:val="26"/>
        </w:rPr>
        <w:t xml:space="preserve"> </w:t>
      </w:r>
    </w:p>
    <w:p w:rsidR="007F4597" w:rsidRPr="00745B28" w:rsidRDefault="000E2E15" w:rsidP="00122ABA">
      <w:pPr>
        <w:ind w:firstLine="709"/>
        <w:jc w:val="both"/>
        <w:rPr>
          <w:color w:val="2D2D2D"/>
          <w:spacing w:val="2"/>
          <w:sz w:val="26"/>
          <w:szCs w:val="26"/>
        </w:rPr>
      </w:pPr>
      <w:r w:rsidRPr="00745B28">
        <w:rPr>
          <w:color w:val="2D2D2D"/>
          <w:spacing w:val="2"/>
          <w:sz w:val="26"/>
          <w:szCs w:val="26"/>
        </w:rPr>
        <w:br/>
        <w:t xml:space="preserve">         </w:t>
      </w:r>
      <w:r w:rsidR="00574A88">
        <w:rPr>
          <w:color w:val="2D2D2D"/>
          <w:spacing w:val="2"/>
          <w:sz w:val="26"/>
          <w:szCs w:val="26"/>
        </w:rPr>
        <w:t xml:space="preserve"> </w:t>
      </w:r>
      <w:r w:rsidR="00961B8D" w:rsidRPr="00745B28">
        <w:rPr>
          <w:color w:val="2D2D2D"/>
          <w:spacing w:val="2"/>
          <w:sz w:val="26"/>
          <w:szCs w:val="26"/>
        </w:rPr>
        <w:t xml:space="preserve"> </w:t>
      </w:r>
      <w:r w:rsidR="004C3CD1">
        <w:rPr>
          <w:color w:val="2D2D2D"/>
          <w:spacing w:val="2"/>
          <w:sz w:val="26"/>
          <w:szCs w:val="26"/>
        </w:rPr>
        <w:t xml:space="preserve">1.1. </w:t>
      </w:r>
      <w:r w:rsidR="00961B8D" w:rsidRPr="00745B28">
        <w:rPr>
          <w:color w:val="2D2D2D"/>
          <w:spacing w:val="2"/>
          <w:sz w:val="26"/>
          <w:szCs w:val="26"/>
        </w:rPr>
        <w:t xml:space="preserve">Настоящий Порядок </w:t>
      </w:r>
      <w:r w:rsidRPr="00745B28">
        <w:rPr>
          <w:color w:val="2D2D2D"/>
          <w:spacing w:val="2"/>
          <w:sz w:val="26"/>
          <w:szCs w:val="26"/>
        </w:rPr>
        <w:t xml:space="preserve">предоставления </w:t>
      </w:r>
      <w:r w:rsidR="00C142F7" w:rsidRPr="00CB2E44">
        <w:rPr>
          <w:sz w:val="26"/>
          <w:szCs w:val="26"/>
        </w:rPr>
        <w:t xml:space="preserve">из бюджета </w:t>
      </w:r>
      <w:proofErr w:type="spellStart"/>
      <w:r w:rsidR="00C142F7" w:rsidRPr="00CB2E44">
        <w:rPr>
          <w:sz w:val="26"/>
          <w:szCs w:val="26"/>
        </w:rPr>
        <w:t>Трубчевского</w:t>
      </w:r>
      <w:proofErr w:type="spellEnd"/>
      <w:r w:rsidR="00C142F7" w:rsidRPr="00CB2E44">
        <w:rPr>
          <w:sz w:val="26"/>
          <w:szCs w:val="26"/>
        </w:rPr>
        <w:t xml:space="preserve"> муниципального района Брянской области </w:t>
      </w:r>
      <w:r w:rsidR="00C142F7">
        <w:rPr>
          <w:sz w:val="26"/>
          <w:szCs w:val="26"/>
        </w:rPr>
        <w:t xml:space="preserve">субсидий </w:t>
      </w:r>
      <w:r w:rsidR="00C142F7">
        <w:rPr>
          <w:bCs/>
          <w:sz w:val="26"/>
          <w:szCs w:val="26"/>
        </w:rPr>
        <w:t xml:space="preserve">на реализацию переданных полномочий по решению отдельных вопросов местного значения поселений в соответствии с заключенными соглашениями </w:t>
      </w:r>
      <w:r w:rsidR="006D7D8A" w:rsidRPr="00D55C37">
        <w:rPr>
          <w:bCs/>
          <w:sz w:val="26"/>
          <w:szCs w:val="26"/>
        </w:rPr>
        <w:t xml:space="preserve">по </w:t>
      </w:r>
      <w:r w:rsidR="006974B6">
        <w:rPr>
          <w:bCs/>
          <w:sz w:val="26"/>
          <w:szCs w:val="26"/>
        </w:rPr>
        <w:t>участию в организации деятельности по сбору (в том числе раздельному сбору) и транспортированию твердых коммунальных отходов</w:t>
      </w:r>
      <w:r w:rsidR="00591D85">
        <w:rPr>
          <w:bCs/>
          <w:sz w:val="26"/>
          <w:szCs w:val="26"/>
        </w:rPr>
        <w:t xml:space="preserve"> </w:t>
      </w:r>
      <w:r w:rsidR="00FF4AD4">
        <w:rPr>
          <w:bCs/>
          <w:sz w:val="26"/>
          <w:szCs w:val="26"/>
        </w:rPr>
        <w:t xml:space="preserve">(далее – Порядок) </w:t>
      </w:r>
      <w:r w:rsidRPr="00745B28">
        <w:rPr>
          <w:bCs/>
          <w:sz w:val="26"/>
          <w:szCs w:val="26"/>
        </w:rPr>
        <w:t>разработан в соответствии со статьей 78 Бюджетного кодекса Российской Федерации</w:t>
      </w:r>
      <w:r w:rsidR="00FF4AD4">
        <w:rPr>
          <w:bCs/>
          <w:sz w:val="26"/>
          <w:szCs w:val="26"/>
        </w:rPr>
        <w:t xml:space="preserve">, </w:t>
      </w:r>
      <w:r w:rsidRPr="00745B28">
        <w:rPr>
          <w:color w:val="2D2D2D"/>
          <w:spacing w:val="2"/>
          <w:sz w:val="26"/>
          <w:szCs w:val="26"/>
        </w:rPr>
        <w:t xml:space="preserve"> </w:t>
      </w:r>
      <w:r w:rsidR="00FF4AD4" w:rsidRPr="00CB2E44">
        <w:rPr>
          <w:sz w:val="26"/>
          <w:szCs w:val="26"/>
        </w:rPr>
        <w:t>постановлением Правительства Российской Федерации от 25.10.2023 № 1782 «Об утверждении общих требованиях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 w:rsidR="00FF4AD4">
        <w:rPr>
          <w:sz w:val="26"/>
          <w:szCs w:val="26"/>
        </w:rPr>
        <w:t>.</w:t>
      </w:r>
    </w:p>
    <w:p w:rsidR="004C3CD1" w:rsidRDefault="004C3CD1" w:rsidP="00122ABA">
      <w:pPr>
        <w:ind w:firstLine="709"/>
        <w:jc w:val="both"/>
        <w:rPr>
          <w:sz w:val="26"/>
          <w:szCs w:val="26"/>
        </w:rPr>
      </w:pPr>
      <w:r w:rsidRPr="00811656">
        <w:rPr>
          <w:sz w:val="26"/>
          <w:szCs w:val="26"/>
        </w:rPr>
        <w:t>1.2. Порядок определяет в том числе:</w:t>
      </w:r>
    </w:p>
    <w:p w:rsidR="00CB045A" w:rsidRDefault="00574A88" w:rsidP="00122AB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14937" w:rsidRPr="00E14937">
        <w:rPr>
          <w:sz w:val="26"/>
          <w:szCs w:val="26"/>
        </w:rPr>
        <w:t>цели,</w:t>
      </w:r>
      <w:r w:rsidR="00E14937" w:rsidRPr="00811656">
        <w:rPr>
          <w:sz w:val="26"/>
          <w:szCs w:val="26"/>
        </w:rPr>
        <w:t xml:space="preserve"> условия и порядок предоставления субсидий;</w:t>
      </w:r>
    </w:p>
    <w:p w:rsidR="00574A88" w:rsidRPr="00811656" w:rsidRDefault="00CB045A" w:rsidP="00122AB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45B28">
        <w:rPr>
          <w:color w:val="2D2D2D"/>
          <w:spacing w:val="2"/>
          <w:sz w:val="26"/>
          <w:szCs w:val="26"/>
        </w:rPr>
        <w:t>органы местного самоуправления или организации, осуществляющие функции главного р</w:t>
      </w:r>
      <w:r>
        <w:rPr>
          <w:color w:val="2D2D2D"/>
          <w:spacing w:val="2"/>
          <w:sz w:val="26"/>
          <w:szCs w:val="26"/>
        </w:rPr>
        <w:t>аспорядителя бюджетных средств</w:t>
      </w:r>
      <w:r w:rsidR="008D7BEC">
        <w:rPr>
          <w:color w:val="2D2D2D"/>
          <w:spacing w:val="2"/>
          <w:sz w:val="26"/>
          <w:szCs w:val="26"/>
        </w:rPr>
        <w:t>;</w:t>
      </w:r>
    </w:p>
    <w:p w:rsidR="005C58FA" w:rsidRPr="009A071B" w:rsidRDefault="004C3CD1" w:rsidP="00122ABA">
      <w:pPr>
        <w:ind w:firstLine="709"/>
        <w:jc w:val="both"/>
        <w:rPr>
          <w:sz w:val="26"/>
          <w:szCs w:val="26"/>
        </w:rPr>
      </w:pPr>
      <w:r w:rsidRPr="009A071B">
        <w:rPr>
          <w:sz w:val="26"/>
          <w:szCs w:val="26"/>
        </w:rPr>
        <w:t xml:space="preserve">- </w:t>
      </w:r>
      <w:r w:rsidR="00CB045A" w:rsidRPr="009A071B">
        <w:rPr>
          <w:sz w:val="26"/>
          <w:szCs w:val="26"/>
        </w:rPr>
        <w:t xml:space="preserve"> </w:t>
      </w:r>
      <w:r w:rsidRPr="009A071B">
        <w:rPr>
          <w:sz w:val="26"/>
          <w:szCs w:val="26"/>
        </w:rPr>
        <w:t>критерии отбора получателей субсидий, имеющих право на получение субсидий;</w:t>
      </w:r>
    </w:p>
    <w:p w:rsidR="005C58FA" w:rsidRDefault="005C58FA" w:rsidP="00122AB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способ предоставления субсидий;</w:t>
      </w:r>
    </w:p>
    <w:p w:rsidR="004C3CD1" w:rsidRPr="00811656" w:rsidRDefault="004749EB" w:rsidP="00122AB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порядок</w:t>
      </w:r>
      <w:r w:rsidR="004C3CD1" w:rsidRPr="00A420B8">
        <w:rPr>
          <w:sz w:val="26"/>
          <w:szCs w:val="26"/>
        </w:rPr>
        <w:t xml:space="preserve"> проведения отбора получателей субсидий;</w:t>
      </w:r>
    </w:p>
    <w:p w:rsidR="004C3CD1" w:rsidRPr="00811656" w:rsidRDefault="004C3CD1" w:rsidP="00122AB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811656">
        <w:rPr>
          <w:sz w:val="26"/>
          <w:szCs w:val="26"/>
        </w:rPr>
        <w:t xml:space="preserve">порядок возврата субсидий в бюджет </w:t>
      </w:r>
      <w:proofErr w:type="spellStart"/>
      <w:r w:rsidRPr="00811656">
        <w:rPr>
          <w:sz w:val="26"/>
          <w:szCs w:val="26"/>
        </w:rPr>
        <w:t>Трубчевск</w:t>
      </w:r>
      <w:r>
        <w:rPr>
          <w:sz w:val="26"/>
          <w:szCs w:val="26"/>
        </w:rPr>
        <w:t>ого</w:t>
      </w:r>
      <w:proofErr w:type="spellEnd"/>
      <w:r w:rsidRPr="00811656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>ого</w:t>
      </w:r>
      <w:r w:rsidRPr="00811656">
        <w:rPr>
          <w:sz w:val="26"/>
          <w:szCs w:val="26"/>
        </w:rPr>
        <w:t xml:space="preserve"> район</w:t>
      </w:r>
      <w:r>
        <w:rPr>
          <w:sz w:val="26"/>
          <w:szCs w:val="26"/>
        </w:rPr>
        <w:t xml:space="preserve">а Брянской области (далее – бюджет района) </w:t>
      </w:r>
      <w:r w:rsidRPr="00811656">
        <w:rPr>
          <w:sz w:val="26"/>
          <w:szCs w:val="26"/>
        </w:rPr>
        <w:t>в случае нарушения условий, уста</w:t>
      </w:r>
      <w:r>
        <w:rPr>
          <w:sz w:val="26"/>
          <w:szCs w:val="26"/>
        </w:rPr>
        <w:t>новленных при их предоставлении;</w:t>
      </w:r>
    </w:p>
    <w:p w:rsidR="004C3CD1" w:rsidRPr="00811656" w:rsidRDefault="004C3CD1" w:rsidP="00122ABA">
      <w:pPr>
        <w:ind w:firstLine="709"/>
        <w:jc w:val="both"/>
        <w:rPr>
          <w:sz w:val="26"/>
          <w:szCs w:val="26"/>
        </w:rPr>
      </w:pPr>
      <w:r w:rsidRPr="00811656">
        <w:rPr>
          <w:sz w:val="26"/>
          <w:szCs w:val="26"/>
        </w:rPr>
        <w:t>- 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о предоставлении субсидий;</w:t>
      </w:r>
    </w:p>
    <w:p w:rsidR="004C3CD1" w:rsidRDefault="004C3CD1" w:rsidP="00122AB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811656">
        <w:rPr>
          <w:sz w:val="26"/>
          <w:szCs w:val="26"/>
        </w:rPr>
        <w:t>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</w:t>
      </w:r>
      <w:r w:rsidR="005C58FA">
        <w:rPr>
          <w:sz w:val="26"/>
          <w:szCs w:val="26"/>
        </w:rPr>
        <w:t>вления субсидий их получателями.</w:t>
      </w:r>
    </w:p>
    <w:p w:rsidR="00C616EE" w:rsidRDefault="005C58FA" w:rsidP="00122AB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="00C616EE">
        <w:rPr>
          <w:sz w:val="26"/>
          <w:szCs w:val="26"/>
        </w:rPr>
        <w:t xml:space="preserve">Субсидии предоставляются </w:t>
      </w:r>
      <w:r w:rsidR="00C616EE" w:rsidRPr="00CB2E44">
        <w:rPr>
          <w:sz w:val="26"/>
          <w:szCs w:val="26"/>
        </w:rPr>
        <w:t xml:space="preserve">юридическим лицам (за исключением субсидий муниципальным учреждениям), индивидуальным предпринимателям, </w:t>
      </w:r>
      <w:r w:rsidR="00C616EE" w:rsidRPr="00CB2E44">
        <w:rPr>
          <w:sz w:val="26"/>
          <w:szCs w:val="26"/>
        </w:rPr>
        <w:lastRenderedPageBreak/>
        <w:t>физическим лицам - производителям товаров, работ, услуг</w:t>
      </w:r>
      <w:r w:rsidR="00C616EE">
        <w:rPr>
          <w:sz w:val="26"/>
          <w:szCs w:val="26"/>
        </w:rPr>
        <w:t xml:space="preserve">, признанных победителями по </w:t>
      </w:r>
      <w:r w:rsidR="00215A71">
        <w:rPr>
          <w:sz w:val="26"/>
          <w:szCs w:val="26"/>
        </w:rPr>
        <w:t>результатам отбора.</w:t>
      </w:r>
    </w:p>
    <w:p w:rsidR="005C58FA" w:rsidRDefault="005C58FA" w:rsidP="00122AB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Способ предоставления субсидий – возмещение недополученных доходов</w:t>
      </w:r>
      <w:r w:rsidR="003A2932">
        <w:rPr>
          <w:sz w:val="26"/>
          <w:szCs w:val="26"/>
        </w:rPr>
        <w:t xml:space="preserve"> и (или) возмещение затрат.</w:t>
      </w:r>
    </w:p>
    <w:p w:rsidR="007A2D14" w:rsidRPr="00B14E78" w:rsidRDefault="003A2932" w:rsidP="00122AB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Субсидии</w:t>
      </w:r>
      <w:r w:rsidR="004078DB" w:rsidRPr="00EE4320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предоставляются в</w:t>
      </w:r>
      <w:r w:rsidR="004078DB" w:rsidRPr="00EE4320">
        <w:rPr>
          <w:sz w:val="26"/>
          <w:szCs w:val="26"/>
        </w:rPr>
        <w:t xml:space="preserve"> </w:t>
      </w:r>
      <w:r>
        <w:rPr>
          <w:sz w:val="26"/>
          <w:szCs w:val="26"/>
        </w:rPr>
        <w:t>целях</w:t>
      </w:r>
      <w:r w:rsidR="004078DB" w:rsidRPr="00EE4320">
        <w:rPr>
          <w:sz w:val="26"/>
          <w:szCs w:val="26"/>
        </w:rPr>
        <w:t xml:space="preserve"> </w:t>
      </w:r>
      <w:r>
        <w:rPr>
          <w:sz w:val="26"/>
          <w:szCs w:val="26"/>
        </w:rPr>
        <w:t>возмещения</w:t>
      </w:r>
      <w:r w:rsidR="004078DB" w:rsidRPr="00EE4320">
        <w:rPr>
          <w:sz w:val="26"/>
          <w:szCs w:val="26"/>
        </w:rPr>
        <w:t xml:space="preserve"> затрат</w:t>
      </w:r>
      <w:r w:rsidR="006D7D8A">
        <w:rPr>
          <w:sz w:val="26"/>
          <w:szCs w:val="26"/>
        </w:rPr>
        <w:t>,</w:t>
      </w:r>
      <w:r w:rsidR="004078DB" w:rsidRPr="00EE4320">
        <w:rPr>
          <w:sz w:val="26"/>
          <w:szCs w:val="26"/>
        </w:rPr>
        <w:t xml:space="preserve"> </w:t>
      </w:r>
      <w:r w:rsidR="003E5DC6">
        <w:rPr>
          <w:sz w:val="26"/>
          <w:szCs w:val="26"/>
        </w:rPr>
        <w:t>образовавшихся</w:t>
      </w:r>
      <w:r w:rsidR="004078DB" w:rsidRPr="00EE4320">
        <w:rPr>
          <w:sz w:val="26"/>
          <w:szCs w:val="26"/>
        </w:rPr>
        <w:t xml:space="preserve"> в свя</w:t>
      </w:r>
      <w:r w:rsidR="00215A71">
        <w:rPr>
          <w:sz w:val="26"/>
          <w:szCs w:val="26"/>
        </w:rPr>
        <w:t>зи с</w:t>
      </w:r>
      <w:r w:rsidR="004078DB" w:rsidRPr="00EE4320">
        <w:rPr>
          <w:sz w:val="26"/>
          <w:szCs w:val="26"/>
        </w:rPr>
        <w:t xml:space="preserve"> выполнение</w:t>
      </w:r>
      <w:r w:rsidR="00E65B5E">
        <w:rPr>
          <w:sz w:val="26"/>
          <w:szCs w:val="26"/>
        </w:rPr>
        <w:t>м</w:t>
      </w:r>
      <w:r w:rsidR="004078DB" w:rsidRPr="00EE4320">
        <w:rPr>
          <w:sz w:val="26"/>
          <w:szCs w:val="26"/>
        </w:rPr>
        <w:t xml:space="preserve"> работ, оказан</w:t>
      </w:r>
      <w:r w:rsidR="00B72F1C">
        <w:rPr>
          <w:sz w:val="26"/>
          <w:szCs w:val="26"/>
        </w:rPr>
        <w:t>ием услуг</w:t>
      </w:r>
      <w:r w:rsidR="004078DB" w:rsidRPr="00EE4320">
        <w:rPr>
          <w:sz w:val="26"/>
          <w:szCs w:val="26"/>
        </w:rPr>
        <w:t xml:space="preserve"> </w:t>
      </w:r>
      <w:r w:rsidR="006D7D8A">
        <w:rPr>
          <w:bCs/>
          <w:sz w:val="26"/>
          <w:szCs w:val="26"/>
        </w:rPr>
        <w:t xml:space="preserve">по </w:t>
      </w:r>
      <w:r w:rsidR="006974B6">
        <w:rPr>
          <w:bCs/>
          <w:sz w:val="26"/>
          <w:szCs w:val="26"/>
        </w:rPr>
        <w:t>участию в организации деятельности по сбору (в том числе раздельному сбору) и транспортированию твердых коммунальных отходов</w:t>
      </w:r>
      <w:r w:rsidR="006974B6">
        <w:rPr>
          <w:sz w:val="26"/>
          <w:szCs w:val="26"/>
        </w:rPr>
        <w:t xml:space="preserve"> </w:t>
      </w:r>
      <w:r w:rsidR="005F0423">
        <w:rPr>
          <w:sz w:val="26"/>
          <w:szCs w:val="26"/>
        </w:rPr>
        <w:t>на территории города Трубчевска</w:t>
      </w:r>
      <w:r w:rsidR="007A2D14">
        <w:rPr>
          <w:sz w:val="26"/>
          <w:szCs w:val="26"/>
        </w:rPr>
        <w:t xml:space="preserve"> и </w:t>
      </w:r>
      <w:proofErr w:type="spellStart"/>
      <w:r w:rsidR="005F0423">
        <w:rPr>
          <w:sz w:val="26"/>
          <w:szCs w:val="26"/>
        </w:rPr>
        <w:t>пгт</w:t>
      </w:r>
      <w:proofErr w:type="spellEnd"/>
      <w:r w:rsidR="005F0423">
        <w:rPr>
          <w:sz w:val="26"/>
          <w:szCs w:val="26"/>
        </w:rPr>
        <w:t>. Белая Березка</w:t>
      </w:r>
      <w:r w:rsidR="007A2D14">
        <w:rPr>
          <w:sz w:val="26"/>
          <w:szCs w:val="26"/>
        </w:rPr>
        <w:t>.</w:t>
      </w:r>
    </w:p>
    <w:p w:rsidR="00A81EA6" w:rsidRPr="00EE4320" w:rsidRDefault="00A81EA6" w:rsidP="00122ABA">
      <w:pPr>
        <w:ind w:firstLine="709"/>
        <w:jc w:val="both"/>
        <w:rPr>
          <w:sz w:val="26"/>
          <w:szCs w:val="26"/>
        </w:rPr>
      </w:pPr>
      <w:r w:rsidRPr="00EE4320">
        <w:rPr>
          <w:sz w:val="26"/>
          <w:szCs w:val="26"/>
        </w:rPr>
        <w:t xml:space="preserve">Предоставление субсидий осуществляется </w:t>
      </w:r>
      <w:r>
        <w:rPr>
          <w:sz w:val="26"/>
          <w:szCs w:val="26"/>
        </w:rPr>
        <w:t xml:space="preserve">на безвозмездной и безвозвратной основе </w:t>
      </w:r>
      <w:r w:rsidRPr="00EE4320">
        <w:rPr>
          <w:sz w:val="26"/>
          <w:szCs w:val="26"/>
        </w:rPr>
        <w:t>за счет средств, предусмотренны</w:t>
      </w:r>
      <w:r>
        <w:rPr>
          <w:sz w:val="26"/>
          <w:szCs w:val="26"/>
        </w:rPr>
        <w:t xml:space="preserve">х на эти цели в бюджете района. Объем бюджетных ассигнований, </w:t>
      </w:r>
      <w:r w:rsidRPr="00EE4320">
        <w:rPr>
          <w:sz w:val="26"/>
          <w:szCs w:val="26"/>
        </w:rPr>
        <w:t>предусмотренных на предоставление субсидий</w:t>
      </w:r>
      <w:r w:rsidR="00215A71">
        <w:rPr>
          <w:sz w:val="26"/>
          <w:szCs w:val="26"/>
        </w:rPr>
        <w:t>,</w:t>
      </w:r>
      <w:r w:rsidRPr="00EE4320">
        <w:rPr>
          <w:sz w:val="26"/>
          <w:szCs w:val="26"/>
        </w:rPr>
        <w:t xml:space="preserve"> утверждается решением </w:t>
      </w:r>
      <w:proofErr w:type="spellStart"/>
      <w:r w:rsidRPr="00EE4320">
        <w:rPr>
          <w:sz w:val="26"/>
          <w:szCs w:val="26"/>
        </w:rPr>
        <w:t>Трубчевского</w:t>
      </w:r>
      <w:proofErr w:type="spellEnd"/>
      <w:r w:rsidRPr="00EE4320">
        <w:rPr>
          <w:sz w:val="26"/>
          <w:szCs w:val="26"/>
        </w:rPr>
        <w:t xml:space="preserve"> районного Совета народных депутатов о бюджете на очередной финансовый год и плановый период.</w:t>
      </w:r>
    </w:p>
    <w:p w:rsidR="00080D15" w:rsidRPr="00811656" w:rsidRDefault="00080D15" w:rsidP="00122AB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1.4.</w:t>
      </w:r>
      <w:r w:rsidRPr="00EE4320">
        <w:rPr>
          <w:sz w:val="26"/>
          <w:szCs w:val="26"/>
        </w:rPr>
        <w:t xml:space="preserve"> </w:t>
      </w:r>
      <w:r w:rsidRPr="00762C41">
        <w:rPr>
          <w:sz w:val="26"/>
          <w:szCs w:val="26"/>
        </w:rPr>
        <w:t xml:space="preserve">Главным </w:t>
      </w:r>
      <w:r w:rsidRPr="00EE4320">
        <w:rPr>
          <w:sz w:val="26"/>
          <w:szCs w:val="26"/>
        </w:rPr>
        <w:t>распорядителем</w:t>
      </w:r>
      <w:r>
        <w:rPr>
          <w:sz w:val="26"/>
          <w:szCs w:val="26"/>
        </w:rPr>
        <w:t xml:space="preserve"> </w:t>
      </w:r>
      <w:r w:rsidRPr="00EE4320">
        <w:rPr>
          <w:sz w:val="26"/>
          <w:szCs w:val="26"/>
        </w:rPr>
        <w:t>бюджетных средств района по предоставлению субсидий юридическим лицам (за искл</w:t>
      </w:r>
      <w:r>
        <w:rPr>
          <w:sz w:val="26"/>
          <w:szCs w:val="26"/>
        </w:rPr>
        <w:t>ючением субсидий муниципальным</w:t>
      </w:r>
      <w:r w:rsidRPr="00EE4320">
        <w:rPr>
          <w:sz w:val="26"/>
          <w:szCs w:val="26"/>
        </w:rPr>
        <w:t xml:space="preserve"> учреждениям), индивидуальным предпринимателям, физическим лицам – производителям товаров, работ, услуг является администрация </w:t>
      </w:r>
      <w:proofErr w:type="spellStart"/>
      <w:r w:rsidRPr="00EE4320">
        <w:rPr>
          <w:sz w:val="26"/>
          <w:szCs w:val="26"/>
        </w:rPr>
        <w:t>Трубчевского</w:t>
      </w:r>
      <w:proofErr w:type="spellEnd"/>
      <w:r w:rsidRPr="00EE4320">
        <w:rPr>
          <w:sz w:val="26"/>
          <w:szCs w:val="26"/>
        </w:rPr>
        <w:t xml:space="preserve"> </w:t>
      </w:r>
      <w:r w:rsidR="00CB3CF2">
        <w:rPr>
          <w:sz w:val="26"/>
          <w:szCs w:val="26"/>
        </w:rPr>
        <w:t>муниципального района (далее – а</w:t>
      </w:r>
      <w:r w:rsidRPr="00EE4320">
        <w:rPr>
          <w:sz w:val="26"/>
          <w:szCs w:val="26"/>
        </w:rPr>
        <w:t>дминистрация).</w:t>
      </w:r>
    </w:p>
    <w:p w:rsidR="00061D90" w:rsidRPr="00745493" w:rsidRDefault="00745493" w:rsidP="00122ABA">
      <w:pPr>
        <w:ind w:firstLine="709"/>
        <w:jc w:val="both"/>
        <w:rPr>
          <w:sz w:val="26"/>
          <w:szCs w:val="26"/>
        </w:rPr>
      </w:pPr>
      <w:r w:rsidRPr="00745493">
        <w:rPr>
          <w:sz w:val="26"/>
          <w:szCs w:val="26"/>
        </w:rPr>
        <w:t>1.5</w:t>
      </w:r>
      <w:r w:rsidR="00061D90" w:rsidRPr="00745493">
        <w:rPr>
          <w:sz w:val="26"/>
          <w:szCs w:val="26"/>
        </w:rPr>
        <w:t>.</w:t>
      </w:r>
      <w:r w:rsidRPr="00745493">
        <w:rPr>
          <w:sz w:val="26"/>
          <w:szCs w:val="26"/>
        </w:rPr>
        <w:t xml:space="preserve"> </w:t>
      </w:r>
      <w:r w:rsidR="00061D90" w:rsidRPr="00745493">
        <w:rPr>
          <w:sz w:val="26"/>
          <w:szCs w:val="26"/>
        </w:rPr>
        <w:t>Получател</w:t>
      </w:r>
      <w:r w:rsidR="00722939" w:rsidRPr="00745493">
        <w:rPr>
          <w:sz w:val="26"/>
          <w:szCs w:val="26"/>
        </w:rPr>
        <w:t>ь</w:t>
      </w:r>
      <w:r w:rsidR="00061D90" w:rsidRPr="00745493">
        <w:rPr>
          <w:sz w:val="26"/>
          <w:szCs w:val="26"/>
        </w:rPr>
        <w:t xml:space="preserve"> субсиди</w:t>
      </w:r>
      <w:r w:rsidR="00722939" w:rsidRPr="00745493">
        <w:rPr>
          <w:sz w:val="26"/>
          <w:szCs w:val="26"/>
        </w:rPr>
        <w:t>й</w:t>
      </w:r>
      <w:r w:rsidR="00061D90" w:rsidRPr="00745493">
        <w:rPr>
          <w:sz w:val="26"/>
          <w:szCs w:val="26"/>
        </w:rPr>
        <w:t xml:space="preserve"> </w:t>
      </w:r>
      <w:r w:rsidR="00722939" w:rsidRPr="00745493">
        <w:rPr>
          <w:sz w:val="26"/>
          <w:szCs w:val="26"/>
        </w:rPr>
        <w:t>определяется</w:t>
      </w:r>
      <w:r w:rsidR="00061D90" w:rsidRPr="00745493">
        <w:rPr>
          <w:sz w:val="26"/>
          <w:szCs w:val="26"/>
        </w:rPr>
        <w:t>:</w:t>
      </w:r>
    </w:p>
    <w:p w:rsidR="00722939" w:rsidRPr="00745493" w:rsidRDefault="00745493" w:rsidP="00122ABA">
      <w:pPr>
        <w:ind w:firstLine="709"/>
        <w:jc w:val="both"/>
        <w:rPr>
          <w:sz w:val="26"/>
          <w:szCs w:val="26"/>
        </w:rPr>
      </w:pPr>
      <w:r w:rsidRPr="00745493">
        <w:rPr>
          <w:sz w:val="26"/>
          <w:szCs w:val="26"/>
        </w:rPr>
        <w:t>-</w:t>
      </w:r>
      <w:r w:rsidR="00C16A8E" w:rsidRPr="00745493">
        <w:rPr>
          <w:sz w:val="26"/>
          <w:szCs w:val="26"/>
        </w:rPr>
        <w:t xml:space="preserve"> </w:t>
      </w:r>
      <w:r w:rsidR="00722939" w:rsidRPr="00745493">
        <w:rPr>
          <w:sz w:val="26"/>
          <w:szCs w:val="26"/>
        </w:rPr>
        <w:t>в соответствии с решением о бюджете</w:t>
      </w:r>
      <w:r w:rsidRPr="00745493">
        <w:rPr>
          <w:sz w:val="26"/>
          <w:szCs w:val="26"/>
        </w:rPr>
        <w:t xml:space="preserve"> района</w:t>
      </w:r>
      <w:r w:rsidR="00722939" w:rsidRPr="00745493">
        <w:rPr>
          <w:sz w:val="26"/>
          <w:szCs w:val="26"/>
        </w:rPr>
        <w:t>;</w:t>
      </w:r>
    </w:p>
    <w:p w:rsidR="00061D90" w:rsidRDefault="00745493" w:rsidP="00122ABA">
      <w:pPr>
        <w:ind w:firstLine="709"/>
        <w:jc w:val="both"/>
        <w:rPr>
          <w:sz w:val="26"/>
          <w:szCs w:val="26"/>
        </w:rPr>
      </w:pPr>
      <w:r w:rsidRPr="00745493">
        <w:rPr>
          <w:sz w:val="26"/>
          <w:szCs w:val="26"/>
        </w:rPr>
        <w:t xml:space="preserve">- </w:t>
      </w:r>
      <w:r w:rsidR="00722939" w:rsidRPr="00745493">
        <w:rPr>
          <w:sz w:val="26"/>
          <w:szCs w:val="26"/>
        </w:rPr>
        <w:t>по результатам отбора</w:t>
      </w:r>
      <w:r w:rsidR="00DC70FA" w:rsidRPr="00745493">
        <w:rPr>
          <w:sz w:val="26"/>
          <w:szCs w:val="26"/>
        </w:rPr>
        <w:t>, проведенного путём запроса предложений (заявок)</w:t>
      </w:r>
      <w:r w:rsidR="00722939" w:rsidRPr="00745493">
        <w:rPr>
          <w:sz w:val="26"/>
          <w:szCs w:val="26"/>
        </w:rPr>
        <w:t>.</w:t>
      </w:r>
    </w:p>
    <w:p w:rsidR="00A34CDF" w:rsidRPr="00923BDB" w:rsidRDefault="00A34CDF" w:rsidP="00122ABA">
      <w:pPr>
        <w:ind w:firstLine="709"/>
        <w:jc w:val="both"/>
        <w:rPr>
          <w:sz w:val="26"/>
          <w:szCs w:val="26"/>
        </w:rPr>
      </w:pPr>
      <w:r w:rsidRPr="00923BDB">
        <w:rPr>
          <w:sz w:val="26"/>
          <w:szCs w:val="26"/>
        </w:rPr>
        <w:t>1.6. Критериями отбора получателей субсидий, имеющих право на получение субсидий из бюджета района, являются:</w:t>
      </w:r>
    </w:p>
    <w:p w:rsidR="00A34CDF" w:rsidRPr="00923BDB" w:rsidRDefault="00A34CDF" w:rsidP="00122ABA">
      <w:pPr>
        <w:ind w:firstLine="709"/>
        <w:jc w:val="both"/>
        <w:rPr>
          <w:sz w:val="26"/>
          <w:szCs w:val="26"/>
        </w:rPr>
      </w:pPr>
      <w:r w:rsidRPr="00923BDB">
        <w:rPr>
          <w:sz w:val="26"/>
          <w:szCs w:val="26"/>
        </w:rPr>
        <w:t xml:space="preserve">1) осуществление деятельности на территории </w:t>
      </w:r>
      <w:proofErr w:type="spellStart"/>
      <w:r w:rsidRPr="00923BDB">
        <w:rPr>
          <w:sz w:val="26"/>
          <w:szCs w:val="26"/>
        </w:rPr>
        <w:t>Трубчевского</w:t>
      </w:r>
      <w:proofErr w:type="spellEnd"/>
      <w:r w:rsidRPr="00923BDB">
        <w:rPr>
          <w:sz w:val="26"/>
          <w:szCs w:val="26"/>
        </w:rPr>
        <w:t xml:space="preserve"> муниципального района;</w:t>
      </w:r>
    </w:p>
    <w:p w:rsidR="00A34CDF" w:rsidRPr="00923BDB" w:rsidRDefault="00A34CDF" w:rsidP="00122ABA">
      <w:pPr>
        <w:ind w:firstLine="709"/>
        <w:jc w:val="both"/>
        <w:rPr>
          <w:sz w:val="26"/>
          <w:szCs w:val="26"/>
        </w:rPr>
      </w:pPr>
      <w:r w:rsidRPr="00923BDB">
        <w:rPr>
          <w:sz w:val="26"/>
          <w:szCs w:val="26"/>
        </w:rPr>
        <w:t>2) соответствие сферы деятельности получателей субсидии видам деятельности, определенным решением о бюджете рай</w:t>
      </w:r>
      <w:r w:rsidR="00AB4C92">
        <w:rPr>
          <w:sz w:val="26"/>
          <w:szCs w:val="26"/>
        </w:rPr>
        <w:t>она на очередной финансовый год.</w:t>
      </w:r>
    </w:p>
    <w:p w:rsidR="00840150" w:rsidRPr="0028679C" w:rsidRDefault="00A34CDF" w:rsidP="00122AB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1.7</w:t>
      </w:r>
      <w:r w:rsidR="00840150" w:rsidRPr="00F361A5">
        <w:rPr>
          <w:sz w:val="26"/>
          <w:szCs w:val="26"/>
        </w:rPr>
        <w:t xml:space="preserve">. Информация о субсидиях, подлежащих предоставлению в соответствии с решением о бюджете </w:t>
      </w:r>
      <w:proofErr w:type="spellStart"/>
      <w:r w:rsidR="00840150" w:rsidRPr="00F361A5">
        <w:rPr>
          <w:sz w:val="26"/>
          <w:szCs w:val="26"/>
        </w:rPr>
        <w:t>Трубчевского</w:t>
      </w:r>
      <w:proofErr w:type="spellEnd"/>
      <w:r w:rsidR="00840150" w:rsidRPr="00F361A5">
        <w:rPr>
          <w:sz w:val="26"/>
          <w:szCs w:val="26"/>
        </w:rPr>
        <w:t xml:space="preserve"> муниципального района (решением о внесении изменений в решение о бюджете)</w:t>
      </w:r>
      <w:r w:rsidR="00840150">
        <w:rPr>
          <w:sz w:val="26"/>
          <w:szCs w:val="26"/>
        </w:rPr>
        <w:t>,</w:t>
      </w:r>
      <w:r w:rsidR="00840150" w:rsidRPr="00F361A5">
        <w:rPr>
          <w:sz w:val="26"/>
          <w:szCs w:val="26"/>
        </w:rPr>
        <w:t xml:space="preserve"> подлежит размещению на едином портале бюджетной системы Российской Федерации в информационно-телекоммуникационной сети «Интернет»</w:t>
      </w:r>
      <w:r w:rsidR="00840150">
        <w:rPr>
          <w:sz w:val="26"/>
          <w:szCs w:val="26"/>
        </w:rPr>
        <w:t xml:space="preserve"> (далее – единый портал)</w:t>
      </w:r>
      <w:r w:rsidR="00745493">
        <w:rPr>
          <w:sz w:val="26"/>
          <w:szCs w:val="26"/>
        </w:rPr>
        <w:t xml:space="preserve"> </w:t>
      </w:r>
      <w:r w:rsidR="0028679C">
        <w:rPr>
          <w:sz w:val="26"/>
          <w:szCs w:val="26"/>
        </w:rPr>
        <w:t xml:space="preserve">в </w:t>
      </w:r>
      <w:r w:rsidR="00745493">
        <w:rPr>
          <w:sz w:val="26"/>
          <w:szCs w:val="26"/>
        </w:rPr>
        <w:t xml:space="preserve">реестре субсидий </w:t>
      </w:r>
      <w:r w:rsidR="00840150">
        <w:rPr>
          <w:sz w:val="26"/>
          <w:szCs w:val="26"/>
        </w:rPr>
        <w:t xml:space="preserve">в порядке, установленном </w:t>
      </w:r>
      <w:r w:rsidR="0028679C">
        <w:rPr>
          <w:sz w:val="26"/>
          <w:szCs w:val="26"/>
        </w:rPr>
        <w:t xml:space="preserve">приказом </w:t>
      </w:r>
      <w:r w:rsidR="00840150">
        <w:rPr>
          <w:sz w:val="26"/>
          <w:szCs w:val="26"/>
        </w:rPr>
        <w:t>Министерство</w:t>
      </w:r>
      <w:r w:rsidR="0028679C">
        <w:rPr>
          <w:sz w:val="26"/>
          <w:szCs w:val="26"/>
        </w:rPr>
        <w:t xml:space="preserve">м финансов Российской Федерации </w:t>
      </w:r>
      <w:r w:rsidR="0028679C" w:rsidRPr="0028679C">
        <w:rPr>
          <w:sz w:val="26"/>
          <w:szCs w:val="26"/>
        </w:rPr>
        <w:t>от 28</w:t>
      </w:r>
      <w:r w:rsidR="0028679C">
        <w:rPr>
          <w:sz w:val="26"/>
          <w:szCs w:val="26"/>
        </w:rPr>
        <w:t>.12.2016</w:t>
      </w:r>
      <w:r w:rsidR="0028679C" w:rsidRPr="0028679C">
        <w:rPr>
          <w:sz w:val="26"/>
          <w:szCs w:val="26"/>
        </w:rPr>
        <w:t xml:space="preserve"> № 243н «О составе и порядке размещения и предоставления информации на едином портале бюджетной системы Российской Федерации».</w:t>
      </w:r>
    </w:p>
    <w:p w:rsidR="008A41EC" w:rsidRDefault="008A41EC" w:rsidP="00122ABA">
      <w:pPr>
        <w:ind w:firstLine="709"/>
        <w:jc w:val="both"/>
        <w:rPr>
          <w:sz w:val="26"/>
          <w:szCs w:val="26"/>
        </w:rPr>
      </w:pPr>
      <w:r w:rsidRPr="00745B28">
        <w:rPr>
          <w:sz w:val="26"/>
          <w:szCs w:val="26"/>
        </w:rPr>
        <w:t>В случае если информация о субсидиях и (или) получателях субсидий, в том числе о заключенных с получателями субсидий соглашениях о предоставлении субсидий (далее - соглашения), является информацией ограниченного доступа или содержит сведения, составляющие государственную тайну, указанная информация не размещается на едином портале.</w:t>
      </w:r>
    </w:p>
    <w:p w:rsidR="00FF55D0" w:rsidRDefault="00FF55D0" w:rsidP="00122ABA">
      <w:pPr>
        <w:ind w:firstLine="709"/>
        <w:jc w:val="both"/>
        <w:rPr>
          <w:sz w:val="26"/>
          <w:szCs w:val="26"/>
        </w:rPr>
      </w:pPr>
    </w:p>
    <w:p w:rsidR="000E599F" w:rsidRDefault="000E599F" w:rsidP="00196EF1">
      <w:pPr>
        <w:jc w:val="center"/>
        <w:rPr>
          <w:sz w:val="26"/>
          <w:szCs w:val="26"/>
        </w:rPr>
      </w:pPr>
      <w:r w:rsidRPr="00745B28">
        <w:rPr>
          <w:sz w:val="26"/>
          <w:szCs w:val="26"/>
        </w:rPr>
        <w:t xml:space="preserve">2. </w:t>
      </w:r>
      <w:r w:rsidR="00196EF1">
        <w:rPr>
          <w:sz w:val="26"/>
          <w:szCs w:val="26"/>
        </w:rPr>
        <w:t>П</w:t>
      </w:r>
      <w:r w:rsidRPr="00745B28">
        <w:rPr>
          <w:sz w:val="26"/>
          <w:szCs w:val="26"/>
        </w:rPr>
        <w:t>орядок проведения отбора получателей субсидий</w:t>
      </w:r>
    </w:p>
    <w:p w:rsidR="00CB3CF2" w:rsidRDefault="00CB3CF2" w:rsidP="00196EF1">
      <w:pPr>
        <w:jc w:val="center"/>
        <w:rPr>
          <w:sz w:val="26"/>
          <w:szCs w:val="26"/>
        </w:rPr>
      </w:pPr>
    </w:p>
    <w:p w:rsidR="00CB3CF2" w:rsidRPr="00CB3CF2" w:rsidRDefault="00CB3CF2" w:rsidP="00AB4C92">
      <w:pPr>
        <w:ind w:firstLine="709"/>
        <w:jc w:val="both"/>
        <w:rPr>
          <w:sz w:val="26"/>
          <w:szCs w:val="26"/>
        </w:rPr>
      </w:pPr>
      <w:r w:rsidRPr="00CB3CF2">
        <w:rPr>
          <w:sz w:val="26"/>
          <w:szCs w:val="26"/>
        </w:rPr>
        <w:t xml:space="preserve">2.1. Отбор </w:t>
      </w:r>
      <w:r w:rsidR="0084315F">
        <w:rPr>
          <w:sz w:val="26"/>
          <w:szCs w:val="26"/>
        </w:rPr>
        <w:t>получателей субсидий</w:t>
      </w:r>
      <w:r w:rsidRPr="00CB3CF2">
        <w:rPr>
          <w:sz w:val="26"/>
          <w:szCs w:val="26"/>
        </w:rPr>
        <w:t xml:space="preserve"> (далее - отбор) осуществляется </w:t>
      </w:r>
      <w:r w:rsidRPr="00923BDB">
        <w:rPr>
          <w:sz w:val="26"/>
          <w:szCs w:val="26"/>
        </w:rPr>
        <w:t xml:space="preserve">администрацией </w:t>
      </w:r>
      <w:r w:rsidR="00923BDB" w:rsidRPr="00923BDB">
        <w:rPr>
          <w:sz w:val="26"/>
          <w:szCs w:val="26"/>
        </w:rPr>
        <w:t xml:space="preserve">в лице уполномоченного органа – отдела архитектуры и жилищно-коммунального хозяйства администрации (далее – отдел архитектуры и ЖКХ) </w:t>
      </w:r>
      <w:r w:rsidRPr="00CB3CF2">
        <w:rPr>
          <w:sz w:val="26"/>
          <w:szCs w:val="26"/>
        </w:rPr>
        <w:t xml:space="preserve">в государственной интегрированной информационной системе управления общественными финансами «Электронный бюджет» (далее - система </w:t>
      </w:r>
      <w:r w:rsidRPr="00CB3CF2">
        <w:rPr>
          <w:sz w:val="26"/>
          <w:szCs w:val="26"/>
        </w:rPr>
        <w:lastRenderedPageBreak/>
        <w:t>«Электронный бюджет»), в том числе во взаимодействии с иными государственными информационными системами в целях проведения отбора получателей субсидии.</w:t>
      </w:r>
    </w:p>
    <w:p w:rsidR="00CB3CF2" w:rsidRPr="00CB3CF2" w:rsidRDefault="00CB3CF2" w:rsidP="00AB4C92">
      <w:pPr>
        <w:ind w:firstLine="709"/>
        <w:jc w:val="both"/>
        <w:rPr>
          <w:sz w:val="26"/>
          <w:szCs w:val="26"/>
        </w:rPr>
      </w:pPr>
      <w:r w:rsidRPr="00CB3CF2">
        <w:rPr>
          <w:sz w:val="26"/>
          <w:szCs w:val="26"/>
        </w:rPr>
        <w:t xml:space="preserve">2.2. Порядок взаимодействия </w:t>
      </w:r>
      <w:r w:rsidR="00923BDB" w:rsidRPr="00923BDB">
        <w:rPr>
          <w:sz w:val="26"/>
          <w:szCs w:val="26"/>
        </w:rPr>
        <w:t>отдела архитектуры и ЖКХ</w:t>
      </w:r>
      <w:r w:rsidR="009F0873" w:rsidRPr="00923BDB">
        <w:rPr>
          <w:sz w:val="26"/>
          <w:szCs w:val="26"/>
        </w:rPr>
        <w:t>, конкурсной комиссии</w:t>
      </w:r>
      <w:r w:rsidR="00A175CA" w:rsidRPr="00CB3CF2">
        <w:rPr>
          <w:sz w:val="26"/>
          <w:szCs w:val="26"/>
        </w:rPr>
        <w:t xml:space="preserve"> </w:t>
      </w:r>
      <w:r w:rsidR="00923BDB">
        <w:rPr>
          <w:sz w:val="26"/>
          <w:szCs w:val="26"/>
        </w:rPr>
        <w:t>и участников отбора.</w:t>
      </w:r>
    </w:p>
    <w:p w:rsidR="00CB3CF2" w:rsidRPr="00CB3CF2" w:rsidRDefault="00CB3CF2" w:rsidP="00AB4C92">
      <w:pPr>
        <w:ind w:firstLine="709"/>
        <w:jc w:val="both"/>
        <w:rPr>
          <w:sz w:val="26"/>
          <w:szCs w:val="26"/>
        </w:rPr>
      </w:pPr>
      <w:r w:rsidRPr="00CB3CF2">
        <w:rPr>
          <w:sz w:val="26"/>
          <w:szCs w:val="26"/>
        </w:rPr>
        <w:t xml:space="preserve">2.2.1. Взаимодействие </w:t>
      </w:r>
      <w:r w:rsidR="00923BDB" w:rsidRPr="00923BDB">
        <w:rPr>
          <w:sz w:val="26"/>
          <w:szCs w:val="26"/>
        </w:rPr>
        <w:t>отдела архитектуры и ЖКХ</w:t>
      </w:r>
      <w:r w:rsidR="009F0873" w:rsidRPr="00923BDB">
        <w:rPr>
          <w:sz w:val="26"/>
          <w:szCs w:val="26"/>
        </w:rPr>
        <w:t xml:space="preserve">, конкурсной комиссии </w:t>
      </w:r>
      <w:r w:rsidRPr="00CB3CF2">
        <w:rPr>
          <w:sz w:val="26"/>
          <w:szCs w:val="26"/>
        </w:rPr>
        <w:t>и участников отбора осуществляется с использованием документов в электронной форме в системе «Электронный бюджет».</w:t>
      </w:r>
    </w:p>
    <w:p w:rsidR="00CB3CF2" w:rsidRPr="00CB3CF2" w:rsidRDefault="00CB3CF2" w:rsidP="00AB4C92">
      <w:pPr>
        <w:ind w:firstLine="709"/>
        <w:jc w:val="both"/>
        <w:rPr>
          <w:sz w:val="26"/>
          <w:szCs w:val="26"/>
        </w:rPr>
      </w:pPr>
      <w:r w:rsidRPr="00CB3CF2">
        <w:rPr>
          <w:sz w:val="26"/>
          <w:szCs w:val="26"/>
        </w:rPr>
        <w:t>2.2.2. Обеспечение доступа к системе «Электронный бюджет» осуществляется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аутентификации).</w:t>
      </w:r>
    </w:p>
    <w:p w:rsidR="009F0873" w:rsidRPr="00E57D43" w:rsidRDefault="009F0873" w:rsidP="00AB4C92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57D43">
        <w:rPr>
          <w:sz w:val="26"/>
          <w:szCs w:val="26"/>
        </w:rPr>
        <w:t>2.2.3. Проведение отбора осуществляется с использованием Портала предоставления мер финансовой государственной поддержки (</w:t>
      </w:r>
      <w:r w:rsidRPr="00E57D43">
        <w:rPr>
          <w:rStyle w:val="aa"/>
          <w:color w:val="auto"/>
          <w:sz w:val="26"/>
          <w:szCs w:val="26"/>
        </w:rPr>
        <w:t>https://promote.budget.gov.ru/</w:t>
      </w:r>
      <w:r w:rsidRPr="00E57D43">
        <w:rPr>
          <w:sz w:val="26"/>
          <w:szCs w:val="26"/>
        </w:rPr>
        <w:t>) (далее - Портал).</w:t>
      </w:r>
    </w:p>
    <w:p w:rsidR="009F0873" w:rsidRPr="00E57D43" w:rsidRDefault="009F0873" w:rsidP="00AB4C92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57D43">
        <w:rPr>
          <w:sz w:val="26"/>
          <w:szCs w:val="26"/>
        </w:rPr>
        <w:t xml:space="preserve">Условием доступа на </w:t>
      </w:r>
      <w:r w:rsidRPr="00E57D43">
        <w:rPr>
          <w:rStyle w:val="aa"/>
          <w:color w:val="auto"/>
          <w:sz w:val="26"/>
          <w:szCs w:val="26"/>
        </w:rPr>
        <w:t>Портал</w:t>
      </w:r>
      <w:r w:rsidRPr="00E57D43">
        <w:rPr>
          <w:sz w:val="26"/>
          <w:szCs w:val="26"/>
        </w:rPr>
        <w:t xml:space="preserve"> для участников отбора и участия в отборах является наличие подтвержденной учетной записи на </w:t>
      </w:r>
      <w:r w:rsidRPr="00E57D43">
        <w:rPr>
          <w:rStyle w:val="aa"/>
          <w:color w:val="auto"/>
          <w:sz w:val="26"/>
          <w:szCs w:val="26"/>
        </w:rPr>
        <w:t xml:space="preserve">Едином портале </w:t>
      </w:r>
      <w:r w:rsidRPr="00E57D43">
        <w:rPr>
          <w:sz w:val="26"/>
          <w:szCs w:val="26"/>
        </w:rPr>
        <w:t xml:space="preserve">государственных (муниципальных) услуг, прикрепление профиля физического лица на Едином портале государственных (муниципальных) услуг к юридическому лицу (индивидуальному предпринимателю), от имени которых планируется подача заявки, а также наличие усиленной </w:t>
      </w:r>
      <w:r w:rsidRPr="00E57D43">
        <w:rPr>
          <w:rStyle w:val="aa"/>
          <w:color w:val="auto"/>
          <w:sz w:val="26"/>
          <w:szCs w:val="26"/>
        </w:rPr>
        <w:t>квалифицированной электронной подписи</w:t>
      </w:r>
      <w:r w:rsidRPr="00E57D43">
        <w:rPr>
          <w:sz w:val="26"/>
          <w:szCs w:val="26"/>
        </w:rPr>
        <w:t xml:space="preserve"> и доверенности (в случае делегирования полномочия подписания заявки от руководителя иному лицу).</w:t>
      </w:r>
    </w:p>
    <w:p w:rsidR="00DC1D15" w:rsidRDefault="00DC1D15" w:rsidP="00DC1D15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 xml:space="preserve">2.3. </w:t>
      </w:r>
      <w:r w:rsidRPr="00A95A28">
        <w:rPr>
          <w:sz w:val="26"/>
          <w:szCs w:val="26"/>
        </w:rPr>
        <w:t>Отбор осуществляется способом запроса предложений.</w:t>
      </w:r>
    </w:p>
    <w:p w:rsidR="006F5F45" w:rsidRPr="00E57D43" w:rsidRDefault="00DC1D15" w:rsidP="00AB4C92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2.4</w:t>
      </w:r>
      <w:r w:rsidR="004D7DBF">
        <w:rPr>
          <w:sz w:val="26"/>
          <w:szCs w:val="26"/>
        </w:rPr>
        <w:t xml:space="preserve">. Конкурсная комиссия </w:t>
      </w:r>
      <w:r w:rsidR="006F5F45" w:rsidRPr="00E57D43">
        <w:rPr>
          <w:sz w:val="26"/>
          <w:szCs w:val="26"/>
        </w:rPr>
        <w:t>создается в целях рассмотрения и оценки заявок участников отбора, состав и порядок деятельности которой утверждаются постановлением администрации</w:t>
      </w:r>
      <w:r w:rsidR="00A22746" w:rsidRPr="00E57D43">
        <w:rPr>
          <w:sz w:val="26"/>
          <w:szCs w:val="26"/>
        </w:rPr>
        <w:t xml:space="preserve">, </w:t>
      </w:r>
      <w:r w:rsidR="004D7DBF">
        <w:rPr>
          <w:sz w:val="26"/>
          <w:szCs w:val="26"/>
        </w:rPr>
        <w:t>подлежащим размещению</w:t>
      </w:r>
      <w:r w:rsidR="00A22746" w:rsidRPr="00E57D43">
        <w:rPr>
          <w:sz w:val="26"/>
          <w:szCs w:val="26"/>
        </w:rPr>
        <w:t xml:space="preserve"> на едином портале. Информация о создании комиссии включается в объявление о </w:t>
      </w:r>
      <w:r w:rsidR="00A22746" w:rsidRPr="00F16098">
        <w:rPr>
          <w:sz w:val="26"/>
          <w:szCs w:val="26"/>
        </w:rPr>
        <w:t>п</w:t>
      </w:r>
      <w:r w:rsidR="00F16098" w:rsidRPr="00F16098">
        <w:rPr>
          <w:sz w:val="26"/>
          <w:szCs w:val="26"/>
        </w:rPr>
        <w:t>р</w:t>
      </w:r>
      <w:r w:rsidR="00A22746" w:rsidRPr="00F16098">
        <w:rPr>
          <w:sz w:val="26"/>
          <w:szCs w:val="26"/>
        </w:rPr>
        <w:t>оведении отбора</w:t>
      </w:r>
      <w:r w:rsidR="00A22746" w:rsidRPr="00E57D43">
        <w:rPr>
          <w:sz w:val="26"/>
          <w:szCs w:val="26"/>
        </w:rPr>
        <w:t>.</w:t>
      </w:r>
    </w:p>
    <w:p w:rsidR="006F5F45" w:rsidRPr="00E57D43" w:rsidRDefault="006F5F45" w:rsidP="00AB4C92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57D43">
        <w:rPr>
          <w:sz w:val="26"/>
          <w:szCs w:val="26"/>
        </w:rPr>
        <w:t xml:space="preserve">Число членов конкурсной комиссии должно быть нечетным </w:t>
      </w:r>
      <w:r w:rsidR="00923BDB" w:rsidRPr="00E57D43">
        <w:rPr>
          <w:sz w:val="26"/>
          <w:szCs w:val="26"/>
        </w:rPr>
        <w:t>и составлять не менее пяти</w:t>
      </w:r>
      <w:r w:rsidRPr="00E57D43">
        <w:rPr>
          <w:sz w:val="26"/>
          <w:szCs w:val="26"/>
        </w:rPr>
        <w:t xml:space="preserve"> человек.</w:t>
      </w:r>
    </w:p>
    <w:p w:rsidR="0073014C" w:rsidRPr="00E57D43" w:rsidRDefault="00DC1D15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2.5</w:t>
      </w:r>
      <w:r w:rsidR="0073014C" w:rsidRPr="00E57D43">
        <w:rPr>
          <w:sz w:val="26"/>
          <w:szCs w:val="26"/>
        </w:rPr>
        <w:t xml:space="preserve">. </w:t>
      </w:r>
      <w:r w:rsidR="000937BD" w:rsidRPr="00E57D43">
        <w:rPr>
          <w:sz w:val="26"/>
          <w:szCs w:val="26"/>
        </w:rPr>
        <w:t>П</w:t>
      </w:r>
      <w:r w:rsidR="002033A2" w:rsidRPr="00E57D43">
        <w:rPr>
          <w:sz w:val="26"/>
          <w:szCs w:val="26"/>
        </w:rPr>
        <w:t>осл</w:t>
      </w:r>
      <w:r w:rsidR="00013D42">
        <w:rPr>
          <w:sz w:val="26"/>
          <w:szCs w:val="26"/>
        </w:rPr>
        <w:t xml:space="preserve">е публикации на едином портале </w:t>
      </w:r>
      <w:r w:rsidR="000937BD" w:rsidRPr="00E57D43">
        <w:rPr>
          <w:sz w:val="26"/>
          <w:szCs w:val="26"/>
        </w:rPr>
        <w:t xml:space="preserve">бюджетной системы Российской Федерации </w:t>
      </w:r>
      <w:r w:rsidR="002033A2" w:rsidRPr="00E57D43">
        <w:rPr>
          <w:sz w:val="26"/>
          <w:szCs w:val="26"/>
        </w:rPr>
        <w:t>информации о субсидиях</w:t>
      </w:r>
      <w:r w:rsidR="00013D42">
        <w:rPr>
          <w:sz w:val="26"/>
          <w:szCs w:val="26"/>
        </w:rPr>
        <w:t>, отделом</w:t>
      </w:r>
      <w:r w:rsidR="00013D42" w:rsidRPr="00923BDB">
        <w:rPr>
          <w:sz w:val="26"/>
          <w:szCs w:val="26"/>
        </w:rPr>
        <w:t xml:space="preserve"> архитектуры и ЖКХ</w:t>
      </w:r>
      <w:r w:rsidR="000937BD" w:rsidRPr="00E57D43">
        <w:rPr>
          <w:sz w:val="26"/>
          <w:szCs w:val="26"/>
        </w:rPr>
        <w:t xml:space="preserve"> размещается на едином портале объявление о проведении отбора</w:t>
      </w:r>
      <w:r w:rsidR="002033A2" w:rsidRPr="00E57D43">
        <w:rPr>
          <w:sz w:val="26"/>
          <w:szCs w:val="26"/>
        </w:rPr>
        <w:t xml:space="preserve">. </w:t>
      </w:r>
    </w:p>
    <w:p w:rsidR="0073014C" w:rsidRPr="0073014C" w:rsidRDefault="0073014C" w:rsidP="00AB4C92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>Объявление о проведении отбора формируется в электронной форме посредством заполнения соответствующих экранных форм веб-интерфейса системы «Электронный бюджет»</w:t>
      </w:r>
      <w:r w:rsidR="00AA651F">
        <w:rPr>
          <w:sz w:val="26"/>
          <w:szCs w:val="26"/>
        </w:rPr>
        <w:t>,</w:t>
      </w:r>
      <w:r w:rsidR="00AA651F" w:rsidRPr="00AA651F">
        <w:rPr>
          <w:sz w:val="26"/>
          <w:szCs w:val="26"/>
        </w:rPr>
        <w:t xml:space="preserve"> </w:t>
      </w:r>
      <w:r w:rsidR="00AA651F">
        <w:rPr>
          <w:sz w:val="26"/>
          <w:szCs w:val="26"/>
        </w:rPr>
        <w:t>подписывается</w:t>
      </w:r>
      <w:r w:rsidR="00AA651F" w:rsidRPr="0073014C">
        <w:rPr>
          <w:sz w:val="26"/>
          <w:szCs w:val="26"/>
        </w:rPr>
        <w:t xml:space="preserve"> усиленной квалифицированной электронной подписью </w:t>
      </w:r>
      <w:r w:rsidR="00AA651F" w:rsidRPr="00A95A28">
        <w:rPr>
          <w:sz w:val="26"/>
          <w:szCs w:val="26"/>
        </w:rPr>
        <w:t>главы</w:t>
      </w:r>
      <w:r w:rsidR="00AA651F" w:rsidRPr="0073014C">
        <w:rPr>
          <w:sz w:val="26"/>
          <w:szCs w:val="26"/>
        </w:rPr>
        <w:t xml:space="preserve"> </w:t>
      </w:r>
      <w:r w:rsidR="00AA651F">
        <w:rPr>
          <w:sz w:val="26"/>
          <w:szCs w:val="26"/>
        </w:rPr>
        <w:t>администрации</w:t>
      </w:r>
      <w:r w:rsidR="00AA651F" w:rsidRPr="0073014C">
        <w:rPr>
          <w:sz w:val="26"/>
          <w:szCs w:val="26"/>
        </w:rPr>
        <w:t xml:space="preserve"> </w:t>
      </w:r>
      <w:r w:rsidR="00AA651F">
        <w:rPr>
          <w:sz w:val="26"/>
          <w:szCs w:val="26"/>
        </w:rPr>
        <w:t xml:space="preserve">района </w:t>
      </w:r>
      <w:r w:rsidR="00AA651F" w:rsidRPr="0073014C">
        <w:rPr>
          <w:sz w:val="26"/>
          <w:szCs w:val="26"/>
        </w:rPr>
        <w:t>(уполномоченного им лица)</w:t>
      </w:r>
      <w:r w:rsidR="00AA651F">
        <w:rPr>
          <w:sz w:val="26"/>
          <w:szCs w:val="26"/>
        </w:rPr>
        <w:t>, публикуется</w:t>
      </w:r>
      <w:r w:rsidR="00AA651F" w:rsidRPr="0073014C">
        <w:rPr>
          <w:sz w:val="26"/>
          <w:szCs w:val="26"/>
        </w:rPr>
        <w:t xml:space="preserve"> на едином портале бюджетной системы Российской Федерации не позднее </w:t>
      </w:r>
      <w:r w:rsidR="00AA651F" w:rsidRPr="00E57D43">
        <w:rPr>
          <w:sz w:val="26"/>
          <w:szCs w:val="26"/>
        </w:rPr>
        <w:t xml:space="preserve">5-го календарного </w:t>
      </w:r>
      <w:r w:rsidR="002033A2">
        <w:rPr>
          <w:sz w:val="26"/>
          <w:szCs w:val="26"/>
        </w:rPr>
        <w:t xml:space="preserve">дня до дня начала приема заявок и </w:t>
      </w:r>
      <w:r w:rsidRPr="0073014C">
        <w:rPr>
          <w:sz w:val="26"/>
          <w:szCs w:val="26"/>
        </w:rPr>
        <w:t>включает в себя следующую информацию:</w:t>
      </w:r>
    </w:p>
    <w:p w:rsidR="0073014C" w:rsidRPr="0073014C" w:rsidRDefault="0073014C" w:rsidP="00AB4C92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>а) способ проведения отбора в соответствии с пунктом 2.3 настоящего Порядка;</w:t>
      </w:r>
    </w:p>
    <w:p w:rsidR="0073014C" w:rsidRPr="0073014C" w:rsidRDefault="0073014C" w:rsidP="00AB4C92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 xml:space="preserve">б) сроки проведения отбора с указанием даты и времени начала подачи заявок участников отбора, а также даты и времени окончания приема заявок участников отбора, при этом дата окончания приема заявок участников отбора не может быть ранее </w:t>
      </w:r>
      <w:r w:rsidRPr="00E57D43">
        <w:rPr>
          <w:sz w:val="26"/>
          <w:szCs w:val="26"/>
        </w:rPr>
        <w:t>10-го календарного дня</w:t>
      </w:r>
      <w:r w:rsidRPr="0073014C">
        <w:rPr>
          <w:sz w:val="26"/>
          <w:szCs w:val="26"/>
        </w:rPr>
        <w:t>, следующего за днем размещения объявления о проведении отбора;</w:t>
      </w:r>
    </w:p>
    <w:p w:rsidR="0073014C" w:rsidRPr="0073014C" w:rsidRDefault="0073014C" w:rsidP="00AB4C92">
      <w:pPr>
        <w:ind w:firstLine="709"/>
        <w:jc w:val="both"/>
        <w:rPr>
          <w:sz w:val="26"/>
          <w:szCs w:val="26"/>
        </w:rPr>
      </w:pPr>
      <w:r w:rsidRPr="00022ED5">
        <w:rPr>
          <w:sz w:val="26"/>
          <w:szCs w:val="26"/>
        </w:rPr>
        <w:lastRenderedPageBreak/>
        <w:t>в)</w:t>
      </w:r>
      <w:r w:rsidRPr="0073014C">
        <w:rPr>
          <w:sz w:val="26"/>
          <w:szCs w:val="26"/>
        </w:rPr>
        <w:t xml:space="preserve"> наименование, место нахождения, почтовый адрес, адрес электронной почты</w:t>
      </w:r>
      <w:r w:rsidR="005D3763">
        <w:rPr>
          <w:sz w:val="26"/>
          <w:szCs w:val="26"/>
        </w:rPr>
        <w:t>, контактный телефон</w:t>
      </w:r>
      <w:r w:rsidRPr="0073014C">
        <w:rPr>
          <w:sz w:val="26"/>
          <w:szCs w:val="26"/>
        </w:rPr>
        <w:t xml:space="preserve"> </w:t>
      </w:r>
      <w:r w:rsidR="00E57D43" w:rsidRPr="00923BDB">
        <w:rPr>
          <w:sz w:val="26"/>
          <w:szCs w:val="26"/>
        </w:rPr>
        <w:t>отдела архитектуры и ЖКХ</w:t>
      </w:r>
      <w:r w:rsidRPr="0073014C">
        <w:rPr>
          <w:sz w:val="26"/>
          <w:szCs w:val="26"/>
        </w:rPr>
        <w:t>;</w:t>
      </w:r>
    </w:p>
    <w:p w:rsidR="0073014C" w:rsidRPr="0073014C" w:rsidRDefault="00022ED5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73014C" w:rsidRPr="0073014C">
        <w:rPr>
          <w:sz w:val="26"/>
          <w:szCs w:val="26"/>
        </w:rPr>
        <w:t>) доменное имя и (или) указатели страниц государственной информационной системы в сети "Интернет";</w:t>
      </w:r>
    </w:p>
    <w:p w:rsidR="0073014C" w:rsidRPr="0073014C" w:rsidRDefault="00022ED5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73014C" w:rsidRPr="0073014C">
        <w:rPr>
          <w:sz w:val="26"/>
          <w:szCs w:val="26"/>
        </w:rPr>
        <w:t>) требования к участнику о</w:t>
      </w:r>
      <w:r w:rsidR="00DC1D15">
        <w:rPr>
          <w:sz w:val="26"/>
          <w:szCs w:val="26"/>
        </w:rPr>
        <w:t>тбора, установленные пунктом 2.7</w:t>
      </w:r>
      <w:r w:rsidR="0073014C" w:rsidRPr="0073014C">
        <w:rPr>
          <w:sz w:val="26"/>
          <w:szCs w:val="26"/>
        </w:rPr>
        <w:t xml:space="preserve"> настоящего Порядка;</w:t>
      </w:r>
    </w:p>
    <w:p w:rsidR="0073014C" w:rsidRPr="00425234" w:rsidRDefault="00022ED5" w:rsidP="00AB4C92">
      <w:pPr>
        <w:ind w:firstLine="709"/>
        <w:jc w:val="both"/>
        <w:rPr>
          <w:sz w:val="26"/>
          <w:szCs w:val="26"/>
        </w:rPr>
      </w:pPr>
      <w:r w:rsidRPr="00425234">
        <w:rPr>
          <w:sz w:val="26"/>
          <w:szCs w:val="26"/>
        </w:rPr>
        <w:t>е</w:t>
      </w:r>
      <w:r w:rsidR="0073014C" w:rsidRPr="00425234">
        <w:rPr>
          <w:sz w:val="26"/>
          <w:szCs w:val="26"/>
        </w:rPr>
        <w:t>) требования к перечню документов, представляемых участником отбора для подтверждения соответствия требовани</w:t>
      </w:r>
      <w:r w:rsidR="00DC1D15">
        <w:rPr>
          <w:sz w:val="26"/>
          <w:szCs w:val="26"/>
        </w:rPr>
        <w:t>ям, в соответствии с пунктом 2.8</w:t>
      </w:r>
      <w:r w:rsidR="0073014C" w:rsidRPr="00425234">
        <w:rPr>
          <w:sz w:val="26"/>
          <w:szCs w:val="26"/>
        </w:rPr>
        <w:t xml:space="preserve"> настоящего Порядка;</w:t>
      </w:r>
    </w:p>
    <w:p w:rsidR="001E3E32" w:rsidRPr="001E3E32" w:rsidRDefault="00C7766E" w:rsidP="00AB4C92">
      <w:pPr>
        <w:ind w:firstLine="709"/>
        <w:jc w:val="both"/>
        <w:rPr>
          <w:sz w:val="26"/>
          <w:szCs w:val="26"/>
        </w:rPr>
      </w:pPr>
      <w:r w:rsidRPr="00E57D43">
        <w:rPr>
          <w:sz w:val="26"/>
          <w:szCs w:val="26"/>
        </w:rPr>
        <w:t>ж) критерии отбора получателей субсидий, имеющих право на получение</w:t>
      </w:r>
      <w:r w:rsidR="000315AC" w:rsidRPr="00E57D43">
        <w:rPr>
          <w:sz w:val="26"/>
          <w:szCs w:val="26"/>
        </w:rPr>
        <w:t xml:space="preserve"> </w:t>
      </w:r>
      <w:r w:rsidR="001E3E32" w:rsidRPr="00E57D43">
        <w:rPr>
          <w:sz w:val="26"/>
          <w:szCs w:val="26"/>
        </w:rPr>
        <w:t>субсидий в соответствии с пунктом 1.6. настоящего Порядка;</w:t>
      </w:r>
    </w:p>
    <w:p w:rsidR="0073014C" w:rsidRPr="0073014C" w:rsidRDefault="0073014C" w:rsidP="00AB4C92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>з) порядок подачи участн</w:t>
      </w:r>
      <w:r w:rsidR="000315AC">
        <w:rPr>
          <w:sz w:val="26"/>
          <w:szCs w:val="26"/>
        </w:rPr>
        <w:t>иками отбора заявок и требования, предъявляемые</w:t>
      </w:r>
      <w:r w:rsidRPr="0073014C">
        <w:rPr>
          <w:sz w:val="26"/>
          <w:szCs w:val="26"/>
        </w:rPr>
        <w:t xml:space="preserve"> к их форме и содержан</w:t>
      </w:r>
      <w:r w:rsidR="00A311F4">
        <w:rPr>
          <w:sz w:val="26"/>
          <w:szCs w:val="26"/>
        </w:rPr>
        <w:t xml:space="preserve">ию, в </w:t>
      </w:r>
      <w:r w:rsidR="00DC1D15">
        <w:rPr>
          <w:sz w:val="26"/>
          <w:szCs w:val="26"/>
        </w:rPr>
        <w:t>соответствии с пунктом 2.10</w:t>
      </w:r>
      <w:r w:rsidRPr="0073014C">
        <w:rPr>
          <w:sz w:val="26"/>
          <w:szCs w:val="26"/>
        </w:rPr>
        <w:t xml:space="preserve"> настоящего Порядка;</w:t>
      </w:r>
    </w:p>
    <w:p w:rsidR="0073014C" w:rsidRDefault="0073014C" w:rsidP="00AB4C92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>и) порядок отзыва заявок, порядок внесения изменений в зая</w:t>
      </w:r>
      <w:r w:rsidR="006011FA">
        <w:rPr>
          <w:sz w:val="26"/>
          <w:szCs w:val="26"/>
        </w:rPr>
        <w:t>в</w:t>
      </w:r>
      <w:r w:rsidR="00DC1D15">
        <w:rPr>
          <w:sz w:val="26"/>
          <w:szCs w:val="26"/>
        </w:rPr>
        <w:t>ки в соответствии с пунктом 2.11</w:t>
      </w:r>
      <w:r w:rsidRPr="0073014C">
        <w:rPr>
          <w:sz w:val="26"/>
          <w:szCs w:val="26"/>
        </w:rPr>
        <w:t xml:space="preserve"> настоящего Порядка;</w:t>
      </w:r>
    </w:p>
    <w:p w:rsidR="005E4C19" w:rsidRPr="0073014C" w:rsidRDefault="005E4C19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к)</w:t>
      </w:r>
      <w:r w:rsidRPr="005E4C19">
        <w:rPr>
          <w:sz w:val="26"/>
          <w:szCs w:val="26"/>
        </w:rPr>
        <w:t xml:space="preserve"> </w:t>
      </w:r>
      <w:r w:rsidRPr="0073014C">
        <w:rPr>
          <w:sz w:val="26"/>
          <w:szCs w:val="26"/>
        </w:rPr>
        <w:t xml:space="preserve">порядок предоставления участнику отбора разъяснений положений объявления о проведении отбора, даты начала и окончания срока такого предоставления в соответствии с пунктом </w:t>
      </w:r>
      <w:r w:rsidR="00DC1D15">
        <w:rPr>
          <w:sz w:val="26"/>
          <w:szCs w:val="26"/>
        </w:rPr>
        <w:t>2.12</w:t>
      </w:r>
      <w:r w:rsidRPr="005E4C19">
        <w:rPr>
          <w:sz w:val="26"/>
          <w:szCs w:val="26"/>
        </w:rPr>
        <w:t xml:space="preserve"> </w:t>
      </w:r>
      <w:r w:rsidRPr="0073014C">
        <w:rPr>
          <w:sz w:val="26"/>
          <w:szCs w:val="26"/>
        </w:rPr>
        <w:t>настоящего Порядка;</w:t>
      </w:r>
    </w:p>
    <w:p w:rsidR="0073014C" w:rsidRPr="0073014C" w:rsidRDefault="005E4C19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л</w:t>
      </w:r>
      <w:r w:rsidR="0073014C" w:rsidRPr="0073014C">
        <w:rPr>
          <w:sz w:val="26"/>
          <w:szCs w:val="26"/>
        </w:rPr>
        <w:t xml:space="preserve">) правила рассмотрения </w:t>
      </w:r>
      <w:r w:rsidR="00FD0BD2">
        <w:rPr>
          <w:sz w:val="26"/>
          <w:szCs w:val="26"/>
        </w:rPr>
        <w:t xml:space="preserve">и оценки </w:t>
      </w:r>
      <w:r w:rsidR="00FD0BD2" w:rsidRPr="00F16098">
        <w:rPr>
          <w:sz w:val="26"/>
          <w:szCs w:val="26"/>
        </w:rPr>
        <w:t>заявок</w:t>
      </w:r>
      <w:r w:rsidR="007C5A79" w:rsidRPr="00F16098">
        <w:rPr>
          <w:sz w:val="26"/>
          <w:szCs w:val="26"/>
        </w:rPr>
        <w:t xml:space="preserve"> </w:t>
      </w:r>
      <w:r w:rsidR="0073014C" w:rsidRPr="0073014C">
        <w:rPr>
          <w:sz w:val="26"/>
          <w:szCs w:val="26"/>
        </w:rPr>
        <w:t xml:space="preserve"> в соответствии с пу</w:t>
      </w:r>
      <w:r w:rsidR="00FC4423">
        <w:rPr>
          <w:sz w:val="26"/>
          <w:szCs w:val="26"/>
        </w:rPr>
        <w:t>нктом</w:t>
      </w:r>
      <w:r w:rsidR="00DC1D15">
        <w:rPr>
          <w:sz w:val="26"/>
          <w:szCs w:val="26"/>
        </w:rPr>
        <w:t xml:space="preserve"> 2.13</w:t>
      </w:r>
      <w:r w:rsidR="00FC4423">
        <w:rPr>
          <w:sz w:val="26"/>
          <w:szCs w:val="26"/>
        </w:rPr>
        <w:t xml:space="preserve"> </w:t>
      </w:r>
      <w:r w:rsidR="0073014C" w:rsidRPr="0073014C">
        <w:rPr>
          <w:sz w:val="26"/>
          <w:szCs w:val="26"/>
        </w:rPr>
        <w:t xml:space="preserve"> настоящего Порядка;</w:t>
      </w:r>
    </w:p>
    <w:p w:rsidR="0073014C" w:rsidRPr="00AF7267" w:rsidRDefault="005E4C19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="0073014C" w:rsidRPr="0073014C">
        <w:rPr>
          <w:sz w:val="26"/>
          <w:szCs w:val="26"/>
        </w:rPr>
        <w:t xml:space="preserve">) </w:t>
      </w:r>
      <w:r w:rsidR="0073014C" w:rsidRPr="00AF7267">
        <w:rPr>
          <w:sz w:val="26"/>
          <w:szCs w:val="26"/>
        </w:rPr>
        <w:t>порядок возврата заявок на доработ</w:t>
      </w:r>
      <w:r w:rsidR="00DC1D15">
        <w:rPr>
          <w:sz w:val="26"/>
          <w:szCs w:val="26"/>
        </w:rPr>
        <w:t>ку в соответствии с пунктом 2.14</w:t>
      </w:r>
      <w:r w:rsidR="0073014C" w:rsidRPr="00AF7267">
        <w:rPr>
          <w:sz w:val="26"/>
          <w:szCs w:val="26"/>
        </w:rPr>
        <w:t xml:space="preserve"> настоящего Порядка;</w:t>
      </w:r>
    </w:p>
    <w:p w:rsidR="0073014C" w:rsidRPr="0073014C" w:rsidRDefault="005E4C19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73014C" w:rsidRPr="0073014C">
        <w:rPr>
          <w:sz w:val="26"/>
          <w:szCs w:val="26"/>
        </w:rPr>
        <w:t>) порядок отклонения заявок, а также информацию об основаниях их отклонен</w:t>
      </w:r>
      <w:r w:rsidR="00DC1D15">
        <w:rPr>
          <w:sz w:val="26"/>
          <w:szCs w:val="26"/>
        </w:rPr>
        <w:t>ия в соответствии с пунктом 2.15</w:t>
      </w:r>
      <w:r w:rsidR="0073014C" w:rsidRPr="0073014C">
        <w:rPr>
          <w:sz w:val="26"/>
          <w:szCs w:val="26"/>
        </w:rPr>
        <w:t xml:space="preserve"> настоящего Порядка;</w:t>
      </w:r>
    </w:p>
    <w:p w:rsidR="005B0167" w:rsidRDefault="005E4C19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73014C" w:rsidRPr="00E929E6">
        <w:rPr>
          <w:sz w:val="26"/>
          <w:szCs w:val="26"/>
        </w:rPr>
        <w:t>)</w:t>
      </w:r>
      <w:r w:rsidR="0073014C" w:rsidRPr="0073014C">
        <w:rPr>
          <w:sz w:val="26"/>
          <w:szCs w:val="26"/>
        </w:rPr>
        <w:t xml:space="preserve"> объем распределяемой субсидии в рамках отбора, порядок расче</w:t>
      </w:r>
      <w:r w:rsidR="005B0167">
        <w:rPr>
          <w:sz w:val="26"/>
          <w:szCs w:val="26"/>
        </w:rPr>
        <w:t>та размера субсидии</w:t>
      </w:r>
      <w:r w:rsidR="0073014C" w:rsidRPr="0073014C">
        <w:rPr>
          <w:sz w:val="26"/>
          <w:szCs w:val="26"/>
        </w:rPr>
        <w:t>, правила распределения</w:t>
      </w:r>
      <w:r w:rsidR="005B0167">
        <w:rPr>
          <w:sz w:val="26"/>
          <w:szCs w:val="26"/>
        </w:rPr>
        <w:t xml:space="preserve"> субсидии по результатам отбора</w:t>
      </w:r>
      <w:r w:rsidR="0073014C" w:rsidRPr="0073014C">
        <w:rPr>
          <w:sz w:val="26"/>
          <w:szCs w:val="26"/>
        </w:rPr>
        <w:t xml:space="preserve"> </w:t>
      </w:r>
      <w:r w:rsidR="00DC1D15">
        <w:rPr>
          <w:sz w:val="26"/>
          <w:szCs w:val="26"/>
        </w:rPr>
        <w:t>в соответствии с пунктом 2.18</w:t>
      </w:r>
      <w:r w:rsidR="005B0167" w:rsidRPr="0073014C">
        <w:rPr>
          <w:sz w:val="26"/>
          <w:szCs w:val="26"/>
        </w:rPr>
        <w:t xml:space="preserve"> настоящего Порядка</w:t>
      </w:r>
      <w:r w:rsidR="005B0167">
        <w:rPr>
          <w:sz w:val="26"/>
          <w:szCs w:val="26"/>
        </w:rPr>
        <w:t>;</w:t>
      </w:r>
    </w:p>
    <w:p w:rsidR="0073014C" w:rsidRPr="0073014C" w:rsidRDefault="005B0167" w:rsidP="00AB4C92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 xml:space="preserve"> </w:t>
      </w:r>
      <w:r w:rsidR="0073014C" w:rsidRPr="0073014C">
        <w:rPr>
          <w:sz w:val="26"/>
          <w:szCs w:val="26"/>
        </w:rPr>
        <w:t xml:space="preserve">п) срок, в течение которого </w:t>
      </w:r>
      <w:r w:rsidR="00E929E6">
        <w:rPr>
          <w:sz w:val="26"/>
          <w:szCs w:val="26"/>
        </w:rPr>
        <w:t>победитель (</w:t>
      </w:r>
      <w:r w:rsidR="0073014C" w:rsidRPr="0073014C">
        <w:rPr>
          <w:sz w:val="26"/>
          <w:szCs w:val="26"/>
        </w:rPr>
        <w:t>победители</w:t>
      </w:r>
      <w:r w:rsidR="00E929E6">
        <w:rPr>
          <w:sz w:val="26"/>
          <w:szCs w:val="26"/>
        </w:rPr>
        <w:t>)</w:t>
      </w:r>
      <w:r w:rsidR="0073014C" w:rsidRPr="0073014C">
        <w:rPr>
          <w:sz w:val="26"/>
          <w:szCs w:val="26"/>
        </w:rPr>
        <w:t xml:space="preserve"> отбора должны подписать соглашени</w:t>
      </w:r>
      <w:r w:rsidR="00DC1D15">
        <w:rPr>
          <w:sz w:val="26"/>
          <w:szCs w:val="26"/>
        </w:rPr>
        <w:t>е, в соответствии с пунктом 2.19</w:t>
      </w:r>
      <w:r w:rsidR="0073014C" w:rsidRPr="0073014C">
        <w:rPr>
          <w:sz w:val="26"/>
          <w:szCs w:val="26"/>
        </w:rPr>
        <w:t xml:space="preserve"> настоящего Порядка;</w:t>
      </w:r>
    </w:p>
    <w:p w:rsidR="0073014C" w:rsidRPr="0073014C" w:rsidRDefault="0073014C" w:rsidP="00AB4C92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>р) условия признания победителя (победителей) отбора уклонившимся (</w:t>
      </w:r>
      <w:proofErr w:type="gramStart"/>
      <w:r w:rsidRPr="0073014C">
        <w:rPr>
          <w:sz w:val="26"/>
          <w:szCs w:val="26"/>
        </w:rPr>
        <w:t>уклонившимися</w:t>
      </w:r>
      <w:proofErr w:type="gramEnd"/>
      <w:r w:rsidRPr="0073014C">
        <w:rPr>
          <w:sz w:val="26"/>
          <w:szCs w:val="26"/>
        </w:rPr>
        <w:t>) от заключения соглашен</w:t>
      </w:r>
      <w:r w:rsidR="00DC1D15">
        <w:rPr>
          <w:sz w:val="26"/>
          <w:szCs w:val="26"/>
        </w:rPr>
        <w:t>ия в соответствии с пунктом 2.19</w:t>
      </w:r>
      <w:r w:rsidRPr="0073014C">
        <w:rPr>
          <w:sz w:val="26"/>
          <w:szCs w:val="26"/>
        </w:rPr>
        <w:t xml:space="preserve"> настоящего Порядка;</w:t>
      </w:r>
    </w:p>
    <w:p w:rsidR="0073014C" w:rsidRDefault="0073014C" w:rsidP="00AB4C92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>с) срок размещения протокола подведения итогов отбора (документа об итогах проведения отбора) на едином порта</w:t>
      </w:r>
      <w:r w:rsidR="00DC1D15">
        <w:rPr>
          <w:sz w:val="26"/>
          <w:szCs w:val="26"/>
        </w:rPr>
        <w:t>ле в соответствии с пунктом 2.13</w:t>
      </w:r>
      <w:r w:rsidRPr="0073014C">
        <w:rPr>
          <w:sz w:val="26"/>
          <w:szCs w:val="26"/>
        </w:rPr>
        <w:t xml:space="preserve"> настоящего Порядка, который не может быть позднее 14-го календарного дня, следующего за днем определения победителя отбора.</w:t>
      </w:r>
    </w:p>
    <w:p w:rsidR="00196EF1" w:rsidRDefault="001F096B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DC1D15">
        <w:rPr>
          <w:sz w:val="26"/>
          <w:szCs w:val="26"/>
        </w:rPr>
        <w:t>6</w:t>
      </w:r>
      <w:r w:rsidR="00344819">
        <w:rPr>
          <w:sz w:val="26"/>
          <w:szCs w:val="26"/>
        </w:rPr>
        <w:t xml:space="preserve">. </w:t>
      </w:r>
      <w:r w:rsidR="00B14C85">
        <w:rPr>
          <w:sz w:val="26"/>
          <w:szCs w:val="26"/>
        </w:rPr>
        <w:t xml:space="preserve">В случае отмены </w:t>
      </w:r>
      <w:r w:rsidR="00A859C0">
        <w:rPr>
          <w:sz w:val="26"/>
          <w:szCs w:val="26"/>
        </w:rPr>
        <w:t>проведения отбора</w:t>
      </w:r>
      <w:r w:rsidR="000B5202">
        <w:rPr>
          <w:sz w:val="26"/>
          <w:szCs w:val="26"/>
        </w:rPr>
        <w:t xml:space="preserve">, </w:t>
      </w:r>
      <w:r w:rsidR="00E57D43" w:rsidRPr="00923BDB">
        <w:rPr>
          <w:sz w:val="26"/>
          <w:szCs w:val="26"/>
        </w:rPr>
        <w:t>отдел</w:t>
      </w:r>
      <w:r w:rsidR="00E57D43">
        <w:rPr>
          <w:sz w:val="26"/>
          <w:szCs w:val="26"/>
        </w:rPr>
        <w:t>ом</w:t>
      </w:r>
      <w:r w:rsidR="00E57D43" w:rsidRPr="00923BDB">
        <w:rPr>
          <w:sz w:val="26"/>
          <w:szCs w:val="26"/>
        </w:rPr>
        <w:t xml:space="preserve"> архитектуры и ЖКХ</w:t>
      </w:r>
      <w:r w:rsidR="00A859C0">
        <w:rPr>
          <w:sz w:val="26"/>
          <w:szCs w:val="26"/>
        </w:rPr>
        <w:t xml:space="preserve"> </w:t>
      </w:r>
      <w:r w:rsidR="000B5202">
        <w:rPr>
          <w:sz w:val="26"/>
          <w:szCs w:val="26"/>
        </w:rPr>
        <w:t>формируется о</w:t>
      </w:r>
      <w:r w:rsidR="0073014C" w:rsidRPr="0073014C">
        <w:rPr>
          <w:sz w:val="26"/>
          <w:szCs w:val="26"/>
        </w:rPr>
        <w:t>бъявле</w:t>
      </w:r>
      <w:r w:rsidR="00F00B6E">
        <w:rPr>
          <w:sz w:val="26"/>
          <w:szCs w:val="26"/>
        </w:rPr>
        <w:t>ние об отмене отбора</w:t>
      </w:r>
      <w:r w:rsidR="0073014C" w:rsidRPr="0073014C">
        <w:rPr>
          <w:sz w:val="26"/>
          <w:szCs w:val="26"/>
        </w:rPr>
        <w:t xml:space="preserve"> в электронной форме посредством заполнения соответствующих экранных форм веб-интерфейса системы «Электронный бюджет», </w:t>
      </w:r>
      <w:r w:rsidR="00A859C0">
        <w:rPr>
          <w:sz w:val="26"/>
          <w:szCs w:val="26"/>
        </w:rPr>
        <w:t>подписывается усиленной квалифицированной э</w:t>
      </w:r>
      <w:r w:rsidR="006A6CBB">
        <w:rPr>
          <w:sz w:val="26"/>
          <w:szCs w:val="26"/>
        </w:rPr>
        <w:t>лектронной подписью главы</w:t>
      </w:r>
      <w:r w:rsidR="00A859C0">
        <w:rPr>
          <w:sz w:val="26"/>
          <w:szCs w:val="26"/>
        </w:rPr>
        <w:t xml:space="preserve"> администрации</w:t>
      </w:r>
      <w:r w:rsidR="00B85A12">
        <w:rPr>
          <w:sz w:val="26"/>
          <w:szCs w:val="26"/>
        </w:rPr>
        <w:t xml:space="preserve"> района</w:t>
      </w:r>
      <w:r w:rsidR="00A859C0">
        <w:rPr>
          <w:sz w:val="26"/>
          <w:szCs w:val="26"/>
        </w:rPr>
        <w:t xml:space="preserve">, </w:t>
      </w:r>
      <w:r w:rsidR="0073014C" w:rsidRPr="0073014C">
        <w:rPr>
          <w:sz w:val="26"/>
          <w:szCs w:val="26"/>
        </w:rPr>
        <w:t xml:space="preserve">размещается на едином портале </w:t>
      </w:r>
      <w:r w:rsidR="000B5202">
        <w:rPr>
          <w:sz w:val="26"/>
          <w:szCs w:val="26"/>
        </w:rPr>
        <w:t xml:space="preserve">не позднее чем за один рабочий день до даты окончания срока подачи заявок участниками отбора </w:t>
      </w:r>
      <w:r w:rsidR="0073014C" w:rsidRPr="0073014C">
        <w:rPr>
          <w:sz w:val="26"/>
          <w:szCs w:val="26"/>
        </w:rPr>
        <w:t>и содержит информацию о причинах отмены отбора.</w:t>
      </w:r>
    </w:p>
    <w:p w:rsidR="0073014C" w:rsidRPr="0073014C" w:rsidRDefault="0073014C" w:rsidP="00AB4C92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>Участники отбора, подавшие заявки, информируются об отмене проведения отбора в системе «Электронный бюджет».</w:t>
      </w:r>
    </w:p>
    <w:p w:rsidR="00A859C0" w:rsidRDefault="0073014C" w:rsidP="00AB4C92">
      <w:pPr>
        <w:ind w:firstLine="709"/>
        <w:jc w:val="both"/>
        <w:rPr>
          <w:sz w:val="26"/>
          <w:szCs w:val="26"/>
        </w:rPr>
      </w:pPr>
      <w:r w:rsidRPr="0073014C">
        <w:rPr>
          <w:sz w:val="26"/>
          <w:szCs w:val="26"/>
        </w:rPr>
        <w:t xml:space="preserve">Отбор считается отмененным со дня размещения объявления о его отмене на едином портале. </w:t>
      </w:r>
      <w:r w:rsidR="00FA17C8" w:rsidRPr="0073014C">
        <w:rPr>
          <w:sz w:val="26"/>
          <w:szCs w:val="26"/>
        </w:rPr>
        <w:t xml:space="preserve">В течение текущего финансового года по мере необходимости </w:t>
      </w:r>
      <w:r w:rsidR="00E57D43" w:rsidRPr="00923BDB">
        <w:rPr>
          <w:sz w:val="26"/>
          <w:szCs w:val="26"/>
        </w:rPr>
        <w:t>отдел архитектуры и ЖКХ</w:t>
      </w:r>
      <w:r w:rsidR="00FA17C8" w:rsidRPr="0073014C">
        <w:rPr>
          <w:sz w:val="26"/>
          <w:szCs w:val="26"/>
        </w:rPr>
        <w:t xml:space="preserve"> вправе объявлять о проведении дополнительного отбора.</w:t>
      </w:r>
    </w:p>
    <w:p w:rsidR="00A859C0" w:rsidRPr="0073014C" w:rsidRDefault="00344819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После окончания срока отмены проведения отбора и до заключения соглашения с победителем отбора </w:t>
      </w:r>
      <w:r w:rsidR="00E57D43" w:rsidRPr="00923BDB">
        <w:rPr>
          <w:sz w:val="26"/>
          <w:szCs w:val="26"/>
        </w:rPr>
        <w:t>отдел архитектуры и ЖКХ</w:t>
      </w:r>
      <w:r w:rsidR="00B85A12" w:rsidRPr="003766F3">
        <w:rPr>
          <w:sz w:val="26"/>
          <w:szCs w:val="26"/>
        </w:rPr>
        <w:t xml:space="preserve"> </w:t>
      </w:r>
      <w:r w:rsidRPr="003766F3">
        <w:rPr>
          <w:sz w:val="26"/>
          <w:szCs w:val="26"/>
        </w:rPr>
        <w:t>может</w:t>
      </w:r>
      <w:r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 xml:space="preserve">отменить </w:t>
      </w:r>
      <w:r>
        <w:rPr>
          <w:sz w:val="26"/>
          <w:szCs w:val="26"/>
        </w:rPr>
        <w:lastRenderedPageBreak/>
        <w:t>отбор только в</w:t>
      </w:r>
      <w:r w:rsidR="00A859C0" w:rsidRPr="0073014C">
        <w:rPr>
          <w:sz w:val="26"/>
          <w:szCs w:val="26"/>
        </w:rPr>
        <w:t xml:space="preserve"> случае возникновения обстоятельств непреодолимой силы в соответствии с пунктом 3 статьи 401 Гражданского кодекса Российской Федерации</w:t>
      </w:r>
      <w:r>
        <w:rPr>
          <w:sz w:val="26"/>
          <w:szCs w:val="26"/>
        </w:rPr>
        <w:t>.</w:t>
      </w:r>
      <w:r w:rsidR="00A859C0" w:rsidRPr="0073014C">
        <w:rPr>
          <w:sz w:val="26"/>
          <w:szCs w:val="26"/>
        </w:rPr>
        <w:t xml:space="preserve"> </w:t>
      </w:r>
    </w:p>
    <w:p w:rsidR="00FA17C8" w:rsidRPr="00FA17C8" w:rsidRDefault="00DC1D15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2.7</w:t>
      </w:r>
      <w:r w:rsidR="00FA17C8" w:rsidRPr="00FA17C8">
        <w:rPr>
          <w:sz w:val="26"/>
          <w:szCs w:val="26"/>
        </w:rPr>
        <w:t>. Требования, которым должен соответствовать участник отбора на дату рассмотрения заявки:</w:t>
      </w:r>
    </w:p>
    <w:p w:rsidR="00FA17C8" w:rsidRPr="00FA17C8" w:rsidRDefault="00FA17C8" w:rsidP="00AB4C92">
      <w:pPr>
        <w:ind w:firstLine="709"/>
        <w:jc w:val="both"/>
        <w:rPr>
          <w:sz w:val="26"/>
          <w:szCs w:val="26"/>
        </w:rPr>
      </w:pPr>
      <w:bookmarkStart w:id="1" w:name="Par165"/>
      <w:bookmarkEnd w:id="1"/>
      <w:r w:rsidRPr="00FA17C8">
        <w:rPr>
          <w:sz w:val="26"/>
          <w:szCs w:val="26"/>
        </w:rPr>
        <w:t>а) не должен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FA17C8" w:rsidRPr="00FA17C8" w:rsidRDefault="00FA17C8" w:rsidP="00AB4C92">
      <w:pPr>
        <w:ind w:firstLine="709"/>
        <w:jc w:val="both"/>
        <w:rPr>
          <w:sz w:val="26"/>
          <w:szCs w:val="26"/>
        </w:rPr>
      </w:pPr>
      <w:r w:rsidRPr="00FA17C8">
        <w:rPr>
          <w:sz w:val="26"/>
          <w:szCs w:val="26"/>
        </w:rPr>
        <w:t>б)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FA17C8" w:rsidRPr="00FA17C8" w:rsidRDefault="00FA17C8" w:rsidP="00AB4C92">
      <w:pPr>
        <w:ind w:firstLine="709"/>
        <w:jc w:val="both"/>
        <w:rPr>
          <w:sz w:val="26"/>
          <w:szCs w:val="26"/>
        </w:rPr>
      </w:pPr>
      <w:r w:rsidRPr="00FA17C8">
        <w:rPr>
          <w:sz w:val="26"/>
          <w:szCs w:val="26"/>
        </w:rPr>
        <w:t>в) 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FA17C8" w:rsidRPr="00FA17C8" w:rsidRDefault="00FA17C8" w:rsidP="00AB4C92">
      <w:pPr>
        <w:ind w:firstLine="709"/>
        <w:jc w:val="both"/>
        <w:rPr>
          <w:sz w:val="26"/>
          <w:szCs w:val="26"/>
        </w:rPr>
      </w:pPr>
      <w:r w:rsidRPr="00FA17C8">
        <w:rPr>
          <w:sz w:val="26"/>
          <w:szCs w:val="26"/>
        </w:rPr>
        <w:t>г) не должен являться получателем средств из бюджета</w:t>
      </w:r>
      <w:r w:rsidR="00FB7553">
        <w:rPr>
          <w:sz w:val="26"/>
          <w:szCs w:val="26"/>
        </w:rPr>
        <w:t xml:space="preserve"> </w:t>
      </w:r>
      <w:r w:rsidR="008258BA">
        <w:rPr>
          <w:sz w:val="26"/>
          <w:szCs w:val="26"/>
        </w:rPr>
        <w:t xml:space="preserve">района </w:t>
      </w:r>
      <w:r w:rsidRPr="00FA17C8">
        <w:rPr>
          <w:sz w:val="26"/>
          <w:szCs w:val="26"/>
        </w:rPr>
        <w:t>в соответствии с иными нормативными правовыми актами Брянской области</w:t>
      </w:r>
      <w:r w:rsidR="00FB7553">
        <w:rPr>
          <w:sz w:val="26"/>
          <w:szCs w:val="26"/>
        </w:rPr>
        <w:t>, муниципальными правовыми актами на цели предоставления субсидий, указанные в пункте 1.3</w:t>
      </w:r>
      <w:r w:rsidRPr="00FA17C8">
        <w:rPr>
          <w:sz w:val="26"/>
          <w:szCs w:val="26"/>
        </w:rPr>
        <w:t xml:space="preserve"> настоящего Порядка;</w:t>
      </w:r>
    </w:p>
    <w:p w:rsidR="00FA17C8" w:rsidRPr="00FA17C8" w:rsidRDefault="00FA17C8" w:rsidP="00AB4C92">
      <w:pPr>
        <w:ind w:firstLine="709"/>
        <w:jc w:val="both"/>
        <w:rPr>
          <w:sz w:val="26"/>
          <w:szCs w:val="26"/>
        </w:rPr>
      </w:pPr>
      <w:r w:rsidRPr="00FA17C8">
        <w:rPr>
          <w:sz w:val="26"/>
          <w:szCs w:val="26"/>
        </w:rPr>
        <w:t xml:space="preserve">д) не должен являться иностранным агентом в соответствии </w:t>
      </w:r>
      <w:r w:rsidR="00FB7553">
        <w:rPr>
          <w:sz w:val="26"/>
          <w:szCs w:val="26"/>
        </w:rPr>
        <w:t>с Федеральным законом от 14.07.2022</w:t>
      </w:r>
      <w:r w:rsidRPr="00FA17C8">
        <w:rPr>
          <w:sz w:val="26"/>
          <w:szCs w:val="26"/>
        </w:rPr>
        <w:t xml:space="preserve"> N 255-ФЗ "О контроле за деятельностью лиц, находящихся под иностранным влиянием";</w:t>
      </w:r>
    </w:p>
    <w:p w:rsidR="00C21B1C" w:rsidRDefault="00FA17C8" w:rsidP="00AB4C92">
      <w:pPr>
        <w:ind w:firstLine="709"/>
        <w:jc w:val="both"/>
        <w:rPr>
          <w:sz w:val="26"/>
          <w:szCs w:val="26"/>
        </w:rPr>
      </w:pPr>
      <w:r w:rsidRPr="00FA17C8">
        <w:rPr>
          <w:sz w:val="26"/>
          <w:szCs w:val="26"/>
        </w:rPr>
        <w:t xml:space="preserve">е) не должен иметь просроченную задолженность по возврату в бюджет </w:t>
      </w:r>
      <w:r w:rsidR="008258BA">
        <w:rPr>
          <w:sz w:val="26"/>
          <w:szCs w:val="26"/>
        </w:rPr>
        <w:t>района</w:t>
      </w:r>
      <w:r w:rsidRPr="00FA17C8">
        <w:rPr>
          <w:sz w:val="26"/>
          <w:szCs w:val="26"/>
        </w:rPr>
        <w:t xml:space="preserve"> иных субсидий, бюджетных инвестиций, предоставленных в том числе в соответствии с иными правовыми актами, а также иную просроченную (неурегулированную) задолженность по денежным обязательствам перед </w:t>
      </w:r>
      <w:proofErr w:type="spellStart"/>
      <w:r w:rsidR="00C21B1C">
        <w:rPr>
          <w:sz w:val="26"/>
          <w:szCs w:val="26"/>
        </w:rPr>
        <w:t>Трубчевским</w:t>
      </w:r>
      <w:proofErr w:type="spellEnd"/>
      <w:r w:rsidRPr="00FA17C8">
        <w:rPr>
          <w:sz w:val="26"/>
          <w:szCs w:val="26"/>
        </w:rPr>
        <w:t xml:space="preserve"> районом</w:t>
      </w:r>
      <w:r w:rsidR="00C21B1C">
        <w:rPr>
          <w:sz w:val="26"/>
          <w:szCs w:val="26"/>
        </w:rPr>
        <w:t>;</w:t>
      </w:r>
    </w:p>
    <w:p w:rsidR="00FA17C8" w:rsidRPr="00FA17C8" w:rsidRDefault="00FA17C8" w:rsidP="00AB4C92">
      <w:pPr>
        <w:ind w:firstLine="709"/>
        <w:jc w:val="both"/>
        <w:rPr>
          <w:sz w:val="26"/>
          <w:szCs w:val="26"/>
        </w:rPr>
      </w:pPr>
      <w:r w:rsidRPr="00FA17C8">
        <w:rPr>
          <w:sz w:val="26"/>
          <w:szCs w:val="26"/>
        </w:rPr>
        <w:t xml:space="preserve"> ж)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FA17C8" w:rsidRPr="00FA17C8" w:rsidRDefault="00FA17C8" w:rsidP="00AB4C92">
      <w:pPr>
        <w:ind w:firstLine="709"/>
        <w:jc w:val="both"/>
        <w:rPr>
          <w:sz w:val="26"/>
          <w:szCs w:val="26"/>
        </w:rPr>
      </w:pPr>
      <w:r w:rsidRPr="00FA17C8">
        <w:rPr>
          <w:sz w:val="26"/>
          <w:szCs w:val="26"/>
        </w:rPr>
        <w:t xml:space="preserve">з) в реестре дисквалифицированных лиц отсутствуют сведения о дисквалифицированных </w:t>
      </w:r>
      <w:r w:rsidRPr="006A6013">
        <w:rPr>
          <w:sz w:val="26"/>
          <w:szCs w:val="26"/>
        </w:rPr>
        <w:t>руководителе,</w:t>
      </w:r>
      <w:r w:rsidRPr="00FA17C8">
        <w:rPr>
          <w:sz w:val="26"/>
          <w:szCs w:val="26"/>
        </w:rPr>
        <w:t xml:space="preserve">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</w:t>
      </w:r>
      <w:r w:rsidRPr="00FA17C8">
        <w:rPr>
          <w:sz w:val="26"/>
          <w:szCs w:val="26"/>
        </w:rPr>
        <w:lastRenderedPageBreak/>
        <w:t>лицом, об индивидуальном предпринимателе и о физическом лице - производителе товаров, работ, услуг, являющихся участником отбора;</w:t>
      </w:r>
    </w:p>
    <w:p w:rsidR="00FA17C8" w:rsidRPr="00FA17C8" w:rsidRDefault="004F4D83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и) участник</w:t>
      </w:r>
      <w:r w:rsidR="00FA17C8" w:rsidRPr="00FA17C8">
        <w:rPr>
          <w:sz w:val="26"/>
          <w:szCs w:val="26"/>
        </w:rPr>
        <w:t xml:space="preserve"> отбора</w:t>
      </w:r>
      <w:r>
        <w:rPr>
          <w:sz w:val="26"/>
          <w:szCs w:val="26"/>
        </w:rPr>
        <w:t>, являющийся юридическим лицом</w:t>
      </w:r>
      <w:r w:rsidR="008258BA">
        <w:rPr>
          <w:sz w:val="26"/>
          <w:szCs w:val="26"/>
        </w:rPr>
        <w:t>,</w:t>
      </w:r>
      <w:r>
        <w:rPr>
          <w:sz w:val="26"/>
          <w:szCs w:val="26"/>
        </w:rPr>
        <w:t xml:space="preserve"> не должен</w:t>
      </w:r>
      <w:r w:rsidR="00FA17C8" w:rsidRPr="00FA17C8">
        <w:rPr>
          <w:sz w:val="26"/>
          <w:szCs w:val="26"/>
        </w:rPr>
        <w:t xml:space="preserve">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</w:t>
      </w:r>
      <w:r>
        <w:rPr>
          <w:sz w:val="26"/>
          <w:szCs w:val="26"/>
        </w:rPr>
        <w:t xml:space="preserve">в отношении </w:t>
      </w:r>
      <w:r w:rsidR="006F6AD0">
        <w:rPr>
          <w:sz w:val="26"/>
          <w:szCs w:val="26"/>
        </w:rPr>
        <w:t>н</w:t>
      </w:r>
      <w:r>
        <w:rPr>
          <w:sz w:val="26"/>
          <w:szCs w:val="26"/>
        </w:rPr>
        <w:t>его</w:t>
      </w:r>
      <w:r w:rsidR="00FA17C8" w:rsidRPr="00FA17C8">
        <w:rPr>
          <w:sz w:val="26"/>
          <w:szCs w:val="26"/>
        </w:rPr>
        <w:t xml:space="preserve"> не введена процедура банкротства, деятельность участника отбора не приостановлена в порядке, предусмотренном законодательством Р</w:t>
      </w:r>
      <w:r w:rsidR="006F6AD0">
        <w:rPr>
          <w:sz w:val="26"/>
          <w:szCs w:val="26"/>
        </w:rPr>
        <w:t>оссийской Федерации, а участник</w:t>
      </w:r>
      <w:r w:rsidR="00FA17C8" w:rsidRPr="00FA17C8">
        <w:rPr>
          <w:sz w:val="26"/>
          <w:szCs w:val="26"/>
        </w:rPr>
        <w:t xml:space="preserve"> отбора</w:t>
      </w:r>
      <w:r w:rsidR="006F6AD0">
        <w:rPr>
          <w:sz w:val="26"/>
          <w:szCs w:val="26"/>
        </w:rPr>
        <w:t>, являющийся</w:t>
      </w:r>
      <w:r w:rsidR="00FA17C8" w:rsidRPr="00FA17C8">
        <w:rPr>
          <w:sz w:val="26"/>
          <w:szCs w:val="26"/>
        </w:rPr>
        <w:t xml:space="preserve">  инди</w:t>
      </w:r>
      <w:r w:rsidR="006F6AD0">
        <w:rPr>
          <w:sz w:val="26"/>
          <w:szCs w:val="26"/>
        </w:rPr>
        <w:t>видуальным предпринимателем не должен</w:t>
      </w:r>
      <w:r w:rsidR="00FA17C8" w:rsidRPr="00FA17C8">
        <w:rPr>
          <w:sz w:val="26"/>
          <w:szCs w:val="26"/>
        </w:rPr>
        <w:t xml:space="preserve"> прекратить деятельность в качестве индивидуаль</w:t>
      </w:r>
      <w:r w:rsidR="000E2A05">
        <w:rPr>
          <w:sz w:val="26"/>
          <w:szCs w:val="26"/>
        </w:rPr>
        <w:t>ного предпринимателя.</w:t>
      </w:r>
    </w:p>
    <w:p w:rsidR="00E67C92" w:rsidRPr="00E67C92" w:rsidRDefault="00DC1D15" w:rsidP="00AB4C92">
      <w:pPr>
        <w:ind w:firstLine="709"/>
        <w:jc w:val="both"/>
        <w:rPr>
          <w:sz w:val="26"/>
          <w:szCs w:val="26"/>
        </w:rPr>
      </w:pPr>
      <w:bookmarkStart w:id="2" w:name="Par175"/>
      <w:bookmarkEnd w:id="2"/>
      <w:r>
        <w:rPr>
          <w:sz w:val="26"/>
          <w:szCs w:val="26"/>
        </w:rPr>
        <w:t>2.8</w:t>
      </w:r>
      <w:r w:rsidR="00E67C92" w:rsidRPr="00E67C92">
        <w:rPr>
          <w:sz w:val="26"/>
          <w:szCs w:val="26"/>
        </w:rPr>
        <w:t xml:space="preserve">. Документы на дату, не превышающую </w:t>
      </w:r>
      <w:r w:rsidR="00E67C92" w:rsidRPr="00F827ED">
        <w:rPr>
          <w:sz w:val="26"/>
          <w:szCs w:val="26"/>
        </w:rPr>
        <w:t xml:space="preserve">30 календарных дней </w:t>
      </w:r>
      <w:r w:rsidR="00E67C92" w:rsidRPr="00E67C92">
        <w:rPr>
          <w:sz w:val="26"/>
          <w:szCs w:val="26"/>
        </w:rPr>
        <w:t>до даты подачи заявки на участие в отборе, подтверждающие соответствие участника отбора требованиям, указанным в пункте 2.</w:t>
      </w:r>
      <w:r>
        <w:rPr>
          <w:sz w:val="26"/>
          <w:szCs w:val="26"/>
        </w:rPr>
        <w:t>7</w:t>
      </w:r>
      <w:r w:rsidR="00E67C92" w:rsidRPr="00E67C92">
        <w:rPr>
          <w:sz w:val="26"/>
          <w:szCs w:val="26"/>
        </w:rPr>
        <w:t xml:space="preserve"> настоящего Порядка, на дату рассмотрения заявки:</w:t>
      </w:r>
    </w:p>
    <w:p w:rsidR="008B7328" w:rsidRPr="008B7328" w:rsidRDefault="008B7328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Pr="008B7328">
        <w:rPr>
          <w:sz w:val="26"/>
          <w:szCs w:val="26"/>
        </w:rPr>
        <w:t>копи</w:t>
      </w:r>
      <w:r w:rsidR="00A70D53">
        <w:rPr>
          <w:sz w:val="26"/>
          <w:szCs w:val="26"/>
        </w:rPr>
        <w:t>я</w:t>
      </w:r>
      <w:r w:rsidRPr="008B7328">
        <w:rPr>
          <w:sz w:val="26"/>
          <w:szCs w:val="26"/>
        </w:rPr>
        <w:t xml:space="preserve"> свидетельства о государственной регистрации юридического лица или копию свидетельства о государственной регистрации индивидуального предпринимателя;</w:t>
      </w:r>
    </w:p>
    <w:p w:rsidR="00E67C92" w:rsidRPr="00E67C92" w:rsidRDefault="004C40C1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</w:t>
      </w:r>
      <w:r w:rsidR="00E67C92" w:rsidRPr="00E67C92">
        <w:rPr>
          <w:sz w:val="26"/>
          <w:szCs w:val="26"/>
        </w:rPr>
        <w:t>) выписка из Единого государственного реестра юридических лиц или Единого государственного реестра индивидуальных предпринимателей;</w:t>
      </w:r>
    </w:p>
    <w:p w:rsidR="00E67C92" w:rsidRPr="00E67C92" w:rsidRDefault="004C40C1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E67C92" w:rsidRPr="00E67C92">
        <w:rPr>
          <w:sz w:val="26"/>
          <w:szCs w:val="26"/>
        </w:rPr>
        <w:t>) справка участника отбора о выполнении требования, установл</w:t>
      </w:r>
      <w:r w:rsidR="00DC1D15">
        <w:rPr>
          <w:sz w:val="26"/>
          <w:szCs w:val="26"/>
        </w:rPr>
        <w:t>енного подпунктом "а" пункта 2.7</w:t>
      </w:r>
      <w:r w:rsidR="00E67C92" w:rsidRPr="00E67C92">
        <w:rPr>
          <w:sz w:val="26"/>
          <w:szCs w:val="26"/>
        </w:rPr>
        <w:t xml:space="preserve"> настоящего Порядка;</w:t>
      </w:r>
    </w:p>
    <w:p w:rsidR="00981B9F" w:rsidRPr="00E67C92" w:rsidRDefault="004C40C1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981B9F" w:rsidRPr="00E67C92">
        <w:rPr>
          <w:sz w:val="26"/>
          <w:szCs w:val="26"/>
        </w:rPr>
        <w:t>) документ (справка), подтверждающий отсутствие участника отбора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981B9F" w:rsidRPr="00E67C92" w:rsidRDefault="004C40C1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981B9F" w:rsidRPr="00E67C92">
        <w:rPr>
          <w:sz w:val="26"/>
          <w:szCs w:val="26"/>
        </w:rPr>
        <w:t>) документ (справка), подтверждающий отсутствие участника отбора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E67C92" w:rsidRPr="00E67C92" w:rsidRDefault="004C40C1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е</w:t>
      </w:r>
      <w:r w:rsidR="00E67C92" w:rsidRPr="00E67C92">
        <w:rPr>
          <w:sz w:val="26"/>
          <w:szCs w:val="26"/>
        </w:rPr>
        <w:t xml:space="preserve">) справка участника отбора о </w:t>
      </w:r>
      <w:r w:rsidR="0067411C">
        <w:rPr>
          <w:sz w:val="26"/>
          <w:szCs w:val="26"/>
        </w:rPr>
        <w:t xml:space="preserve">том, что он </w:t>
      </w:r>
      <w:r w:rsidR="00E67C92" w:rsidRPr="0022313F">
        <w:rPr>
          <w:sz w:val="26"/>
          <w:szCs w:val="26"/>
        </w:rPr>
        <w:t>не явля</w:t>
      </w:r>
      <w:r w:rsidR="0067411C">
        <w:rPr>
          <w:sz w:val="26"/>
          <w:szCs w:val="26"/>
        </w:rPr>
        <w:t>е</w:t>
      </w:r>
      <w:r w:rsidR="00E67C92" w:rsidRPr="0022313F">
        <w:rPr>
          <w:sz w:val="26"/>
          <w:szCs w:val="26"/>
        </w:rPr>
        <w:t>тся</w:t>
      </w:r>
      <w:r w:rsidR="00E67C92" w:rsidRPr="00E67C92">
        <w:rPr>
          <w:sz w:val="26"/>
          <w:szCs w:val="26"/>
        </w:rPr>
        <w:t xml:space="preserve"> получателем средств из бюджета </w:t>
      </w:r>
      <w:r w:rsidR="00A70D53">
        <w:rPr>
          <w:sz w:val="26"/>
          <w:szCs w:val="26"/>
        </w:rPr>
        <w:t>района</w:t>
      </w:r>
      <w:r w:rsidR="00E67C92" w:rsidRPr="00E67C92">
        <w:rPr>
          <w:sz w:val="26"/>
          <w:szCs w:val="26"/>
        </w:rPr>
        <w:t xml:space="preserve"> в соответствии с иными нормативными правовыми актами</w:t>
      </w:r>
      <w:r w:rsidR="00F959F4">
        <w:rPr>
          <w:sz w:val="26"/>
          <w:szCs w:val="26"/>
        </w:rPr>
        <w:t xml:space="preserve"> </w:t>
      </w:r>
      <w:r w:rsidR="00E67C92" w:rsidRPr="00E67C92">
        <w:rPr>
          <w:sz w:val="26"/>
          <w:szCs w:val="26"/>
        </w:rPr>
        <w:t>на цели субсидии, указанные в пункт</w:t>
      </w:r>
      <w:r w:rsidR="00F959F4">
        <w:rPr>
          <w:sz w:val="26"/>
          <w:szCs w:val="26"/>
        </w:rPr>
        <w:t>е 1.3</w:t>
      </w:r>
      <w:r w:rsidR="00E67C92" w:rsidRPr="00E67C92">
        <w:rPr>
          <w:sz w:val="26"/>
          <w:szCs w:val="26"/>
        </w:rPr>
        <w:t xml:space="preserve"> настоящего Порядка;</w:t>
      </w:r>
    </w:p>
    <w:p w:rsidR="00981B9F" w:rsidRDefault="004C40C1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ж</w:t>
      </w:r>
      <w:r w:rsidR="00981B9F" w:rsidRPr="00E67C92">
        <w:rPr>
          <w:sz w:val="26"/>
          <w:szCs w:val="26"/>
        </w:rPr>
        <w:t>) документ (справка), подтверждающий отсутствие участника отбора в реестре иностранных агентов;</w:t>
      </w:r>
    </w:p>
    <w:p w:rsidR="00E67C92" w:rsidRPr="00E67C92" w:rsidRDefault="004C40C1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E67C92" w:rsidRPr="00E67C92">
        <w:rPr>
          <w:sz w:val="26"/>
          <w:szCs w:val="26"/>
        </w:rPr>
        <w:t xml:space="preserve">) справка об отсутствии просроченной задолженности по возврату в бюджет </w:t>
      </w:r>
      <w:r w:rsidR="00A70D53">
        <w:rPr>
          <w:sz w:val="26"/>
          <w:szCs w:val="26"/>
        </w:rPr>
        <w:t>района</w:t>
      </w:r>
      <w:r w:rsidR="00E67C92" w:rsidRPr="00E67C92">
        <w:rPr>
          <w:sz w:val="26"/>
          <w:szCs w:val="26"/>
        </w:rPr>
        <w:t xml:space="preserve"> иных субсидий, бюджетных инвестиций, предоставленных в том числе в соответствии с иными правовыми актами, и иной просроченной задолженности перед </w:t>
      </w:r>
      <w:proofErr w:type="spellStart"/>
      <w:r w:rsidR="00F959F4">
        <w:rPr>
          <w:sz w:val="26"/>
          <w:szCs w:val="26"/>
        </w:rPr>
        <w:t>Трубчевским</w:t>
      </w:r>
      <w:proofErr w:type="spellEnd"/>
      <w:r w:rsidR="00E67C92" w:rsidRPr="00E67C92">
        <w:rPr>
          <w:sz w:val="26"/>
          <w:szCs w:val="26"/>
        </w:rPr>
        <w:t xml:space="preserve"> районом;</w:t>
      </w:r>
    </w:p>
    <w:p w:rsidR="00E67C92" w:rsidRPr="00E67C92" w:rsidRDefault="004C40C1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="00DD0DC4">
        <w:rPr>
          <w:sz w:val="26"/>
          <w:szCs w:val="26"/>
        </w:rPr>
        <w:t xml:space="preserve">) информация УФНС России </w:t>
      </w:r>
      <w:r w:rsidR="00DD0DC4" w:rsidRPr="00F5060D">
        <w:rPr>
          <w:sz w:val="26"/>
          <w:szCs w:val="26"/>
        </w:rPr>
        <w:t xml:space="preserve">по Брянской области </w:t>
      </w:r>
      <w:r w:rsidR="00DD0DC4">
        <w:rPr>
          <w:sz w:val="26"/>
          <w:szCs w:val="26"/>
        </w:rPr>
        <w:t>об отсутствии задолженности</w:t>
      </w:r>
      <w:r w:rsidR="00DD0DC4" w:rsidRPr="00DD0DC4">
        <w:rPr>
          <w:sz w:val="26"/>
          <w:szCs w:val="26"/>
        </w:rPr>
        <w:t xml:space="preserve"> по уплате налогов, сборов и страховых взносов в бюджеты бюджетной системы Российской Федерации;</w:t>
      </w:r>
    </w:p>
    <w:p w:rsidR="00981B9F" w:rsidRPr="00E67C92" w:rsidRDefault="004C40C1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="00981B9F" w:rsidRPr="00E67C92">
        <w:rPr>
          <w:sz w:val="26"/>
          <w:szCs w:val="26"/>
        </w:rPr>
        <w:t xml:space="preserve">) документ (справка), подтверждающий отсутствие в реестре дисквалифицированных лиц сведений о </w:t>
      </w:r>
      <w:r w:rsidR="00981B9F" w:rsidRPr="0022313F">
        <w:rPr>
          <w:sz w:val="26"/>
          <w:szCs w:val="26"/>
        </w:rPr>
        <w:t>дисквалифицированных руководителе,</w:t>
      </w:r>
      <w:r w:rsidR="00981B9F" w:rsidRPr="00E67C92">
        <w:rPr>
          <w:sz w:val="26"/>
          <w:szCs w:val="26"/>
        </w:rPr>
        <w:t xml:space="preserve">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об индивидуальном предпринимателе и физическом лице - производителе товаров, работ, услуг, являющихся участниками отбора;</w:t>
      </w:r>
    </w:p>
    <w:p w:rsidR="00654BA5" w:rsidRPr="00095A2A" w:rsidRDefault="00DC1D15" w:rsidP="00AB4C9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2.9</w:t>
      </w:r>
      <w:r w:rsidR="00654BA5" w:rsidRPr="00095A2A">
        <w:rPr>
          <w:rFonts w:eastAsia="Calibri"/>
          <w:sz w:val="26"/>
          <w:szCs w:val="26"/>
          <w:lang w:eastAsia="en-US"/>
        </w:rPr>
        <w:t>. Проверка участника отбора на соответствие требов</w:t>
      </w:r>
      <w:r>
        <w:rPr>
          <w:rFonts w:eastAsia="Calibri"/>
          <w:sz w:val="26"/>
          <w:szCs w:val="26"/>
          <w:lang w:eastAsia="en-US"/>
        </w:rPr>
        <w:t>аниям, установленным пунктом 2.7</w:t>
      </w:r>
      <w:r w:rsidR="00654BA5" w:rsidRPr="00095A2A">
        <w:rPr>
          <w:rFonts w:eastAsia="Calibri"/>
          <w:sz w:val="26"/>
          <w:szCs w:val="26"/>
          <w:lang w:eastAsia="en-US"/>
        </w:rPr>
        <w:t xml:space="preserve"> настоящего Порядка, осуществляется автоматически </w:t>
      </w:r>
      <w:r w:rsidR="00654BA5" w:rsidRPr="00095A2A">
        <w:rPr>
          <w:rFonts w:eastAsia="Calibri"/>
          <w:sz w:val="26"/>
          <w:szCs w:val="26"/>
          <w:lang w:eastAsia="en-US"/>
        </w:rPr>
        <w:lastRenderedPageBreak/>
        <w:t>на портале 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 w:rsidR="00654BA5" w:rsidRPr="00095A2A" w:rsidRDefault="00654BA5" w:rsidP="00AB4C9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95A2A">
        <w:rPr>
          <w:rFonts w:eastAsia="Calibri"/>
          <w:sz w:val="26"/>
          <w:szCs w:val="26"/>
          <w:lang w:eastAsia="en-US"/>
        </w:rPr>
        <w:t>В случае отсутствия технической возможности осуществления автоматической проверки на Портале, подтверждение соответствия участника отбора треб</w:t>
      </w:r>
      <w:r w:rsidR="00440EBD" w:rsidRPr="00095A2A">
        <w:rPr>
          <w:rFonts w:eastAsia="Calibri"/>
          <w:sz w:val="26"/>
          <w:szCs w:val="26"/>
          <w:lang w:eastAsia="en-US"/>
        </w:rPr>
        <w:t>ованиям</w:t>
      </w:r>
      <w:r w:rsidRPr="00095A2A">
        <w:rPr>
          <w:rFonts w:eastAsia="Calibri"/>
          <w:sz w:val="26"/>
          <w:szCs w:val="26"/>
          <w:lang w:eastAsia="en-US"/>
        </w:rPr>
        <w:t xml:space="preserve"> производится путем проставления участником отбора отметок о соответствии указанным требованиям посредством заполнения соответствующих экранных форм веб-интерфейса Портала.</w:t>
      </w:r>
    </w:p>
    <w:p w:rsidR="00654BA5" w:rsidRPr="00095A2A" w:rsidRDefault="00654BA5" w:rsidP="00AB4C92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 w:rsidRPr="00095A2A">
        <w:rPr>
          <w:sz w:val="26"/>
          <w:szCs w:val="26"/>
        </w:rPr>
        <w:t>В личном кабинете пользователя доступна страница «Автоматические проверки». При подаче заявки получатель субсидии выбирает пункт «Пройти проверки». На странице «Автоматические проверки» отображаются результаты проверок по данным государственных информационных систем (список автоматически</w:t>
      </w:r>
      <w:r w:rsidR="00803195">
        <w:rPr>
          <w:sz w:val="26"/>
          <w:szCs w:val="26"/>
        </w:rPr>
        <w:t xml:space="preserve">х проверок указан в приложении </w:t>
      </w:r>
      <w:r w:rsidRPr="00095A2A">
        <w:rPr>
          <w:sz w:val="26"/>
          <w:szCs w:val="26"/>
        </w:rPr>
        <w:t>1 к настоящему Порядку). Они несут информационный характер и не влияют на возможность получения субсидии, но могут быть исполь</w:t>
      </w:r>
      <w:r w:rsidR="00333318">
        <w:rPr>
          <w:sz w:val="26"/>
          <w:szCs w:val="26"/>
        </w:rPr>
        <w:t>зованы при рассмотрении заявки комиссией</w:t>
      </w:r>
      <w:r w:rsidRPr="00095A2A">
        <w:rPr>
          <w:sz w:val="26"/>
          <w:szCs w:val="26"/>
        </w:rPr>
        <w:t>.</w:t>
      </w:r>
    </w:p>
    <w:p w:rsidR="00654BA5" w:rsidRPr="00095A2A" w:rsidRDefault="00654BA5" w:rsidP="00AB4C92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 w:rsidRPr="00095A2A">
        <w:rPr>
          <w:sz w:val="26"/>
          <w:szCs w:val="26"/>
        </w:rPr>
        <w:t>При отсутствии возможности автоматической проверки и/или при технических про</w:t>
      </w:r>
      <w:r w:rsidR="00440EBD" w:rsidRPr="00095A2A">
        <w:rPr>
          <w:sz w:val="26"/>
          <w:szCs w:val="26"/>
        </w:rPr>
        <w:t xml:space="preserve">блемах автоматических проверок </w:t>
      </w:r>
      <w:r w:rsidR="00013D42">
        <w:rPr>
          <w:sz w:val="26"/>
          <w:szCs w:val="26"/>
        </w:rPr>
        <w:t>отделом архитектуры и ЖКХ</w:t>
      </w:r>
      <w:r w:rsidRPr="00095A2A">
        <w:rPr>
          <w:sz w:val="26"/>
          <w:szCs w:val="26"/>
        </w:rPr>
        <w:t xml:space="preserve"> проводятся проверки на соответствие указанным требованиям в порядке и сроки, указанные в приложении №1 к настоящему порядку.</w:t>
      </w:r>
    </w:p>
    <w:p w:rsidR="00654BA5" w:rsidRPr="00654BA5" w:rsidRDefault="00654BA5" w:rsidP="00AB4C92">
      <w:pPr>
        <w:widowControl w:val="0"/>
        <w:tabs>
          <w:tab w:val="left" w:pos="1134"/>
        </w:tabs>
        <w:ind w:firstLine="709"/>
        <w:jc w:val="both"/>
        <w:rPr>
          <w:sz w:val="26"/>
          <w:szCs w:val="26"/>
        </w:rPr>
      </w:pPr>
      <w:r w:rsidRPr="00095A2A">
        <w:rPr>
          <w:sz w:val="26"/>
          <w:szCs w:val="26"/>
        </w:rPr>
        <w:t xml:space="preserve">Участник отбора вправе по собственной инициативе загрузить результаты проверок, указанные в настоящем пункте Порядка (срок действия </w:t>
      </w:r>
      <w:proofErr w:type="spellStart"/>
      <w:r w:rsidRPr="00095A2A">
        <w:rPr>
          <w:sz w:val="26"/>
          <w:szCs w:val="26"/>
        </w:rPr>
        <w:t>скринов</w:t>
      </w:r>
      <w:proofErr w:type="spellEnd"/>
      <w:r w:rsidRPr="00095A2A">
        <w:rPr>
          <w:sz w:val="26"/>
          <w:szCs w:val="26"/>
        </w:rPr>
        <w:t xml:space="preserve"> с сайтов, выписок из реестров должен составлять не более 3 календарных дней с даты их получения из соответствующих реестров/организаций на дату подачи заявки).</w:t>
      </w:r>
    </w:p>
    <w:p w:rsidR="00BA6027" w:rsidRPr="00BA6027" w:rsidRDefault="00DC1D15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2.10</w:t>
      </w:r>
      <w:r w:rsidR="00BA6027" w:rsidRPr="00BA6027">
        <w:rPr>
          <w:sz w:val="26"/>
          <w:szCs w:val="26"/>
        </w:rPr>
        <w:t>. Порядок формирования и подачи участниками отбора заявок:</w:t>
      </w:r>
    </w:p>
    <w:p w:rsidR="00BA6027" w:rsidRPr="00BA6027" w:rsidRDefault="00DC1D15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2.10</w:t>
      </w:r>
      <w:r w:rsidR="00BA6027" w:rsidRPr="00BA6027">
        <w:rPr>
          <w:sz w:val="26"/>
          <w:szCs w:val="26"/>
        </w:rPr>
        <w:t xml:space="preserve">.1. К участию в отборе допускаются юридические лица, индивидуальные предприниматели, физические лица - производители товаров, работ, услуг, соответствующие требованиям, </w:t>
      </w:r>
      <w:r w:rsidR="00BA6027" w:rsidRPr="00B51B89">
        <w:rPr>
          <w:sz w:val="26"/>
          <w:szCs w:val="26"/>
        </w:rPr>
        <w:t>категориям,</w:t>
      </w:r>
      <w:r w:rsidR="00BA6027" w:rsidRPr="00BA6027">
        <w:rPr>
          <w:sz w:val="26"/>
          <w:szCs w:val="26"/>
        </w:rPr>
        <w:t xml:space="preserve"> указанным в объявлении о проведении отбора.</w:t>
      </w:r>
    </w:p>
    <w:p w:rsidR="00BA6027" w:rsidRPr="00BA6027" w:rsidRDefault="00DC1D15" w:rsidP="00AB4C92">
      <w:pPr>
        <w:ind w:firstLine="709"/>
        <w:jc w:val="both"/>
        <w:rPr>
          <w:sz w:val="26"/>
          <w:szCs w:val="26"/>
        </w:rPr>
      </w:pPr>
      <w:bookmarkStart w:id="3" w:name="Par232"/>
      <w:bookmarkEnd w:id="3"/>
      <w:r>
        <w:rPr>
          <w:sz w:val="26"/>
          <w:szCs w:val="26"/>
        </w:rPr>
        <w:t>2.10</w:t>
      </w:r>
      <w:r w:rsidR="00B51B89">
        <w:rPr>
          <w:sz w:val="26"/>
          <w:szCs w:val="26"/>
        </w:rPr>
        <w:t>.</w:t>
      </w:r>
      <w:r w:rsidR="00BA6027" w:rsidRPr="00BA6027">
        <w:rPr>
          <w:sz w:val="26"/>
          <w:szCs w:val="26"/>
        </w:rPr>
        <w:t>2. Заявка подается в соответствии с требованиями и в сроки, указанные в объявлении о проведении отбора получателей субсидий.</w:t>
      </w:r>
    </w:p>
    <w:p w:rsidR="00BA6027" w:rsidRPr="00BA6027" w:rsidRDefault="00DC1D15" w:rsidP="00AB4C92">
      <w:pPr>
        <w:ind w:firstLine="709"/>
        <w:jc w:val="both"/>
        <w:rPr>
          <w:sz w:val="26"/>
          <w:szCs w:val="26"/>
        </w:rPr>
      </w:pPr>
      <w:bookmarkStart w:id="4" w:name="Par233"/>
      <w:bookmarkEnd w:id="4"/>
      <w:r>
        <w:rPr>
          <w:sz w:val="26"/>
          <w:szCs w:val="26"/>
        </w:rPr>
        <w:t>2.10</w:t>
      </w:r>
      <w:r w:rsidR="00BA6027" w:rsidRPr="00BA6027">
        <w:rPr>
          <w:sz w:val="26"/>
          <w:szCs w:val="26"/>
        </w:rPr>
        <w:t>.3. Участники отбора формируют заявки в электронной форме посредством заполнения соответствующих экранных форм веб-интерфейса системы "Электронный бюджет" и представляют в систему "Электронный бюджет" электронные копии документов (документов на бумажном носителе, преобразованных в электронную форму путем сканирования)</w:t>
      </w:r>
      <w:r w:rsidR="006C7044">
        <w:rPr>
          <w:sz w:val="26"/>
          <w:szCs w:val="26"/>
        </w:rPr>
        <w:t xml:space="preserve"> и материалов</w:t>
      </w:r>
      <w:r w:rsidR="00BA6027" w:rsidRPr="00BA6027">
        <w:rPr>
          <w:sz w:val="26"/>
          <w:szCs w:val="26"/>
        </w:rPr>
        <w:t>, представление которых предусмотрено в объявлении о проведении отбора.</w:t>
      </w:r>
    </w:p>
    <w:p w:rsidR="00BA6027" w:rsidRPr="00BA6027" w:rsidRDefault="00DC1D15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2.10</w:t>
      </w:r>
      <w:r w:rsidR="00BA6027" w:rsidRPr="00BA6027">
        <w:rPr>
          <w:sz w:val="26"/>
          <w:szCs w:val="26"/>
        </w:rPr>
        <w:t>.4. Участники отбора подписывают заявки: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а) усиленной квалифицированной электронной подписью руководителя участника отбора или уполномоченного им лица (для юридических лиц и индивидуальных предпринимателей);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б) простой электронной подписью подтвержденной учетной записи физического лица в единой системе идентификации и аутентификации (для физических лиц).</w:t>
      </w:r>
    </w:p>
    <w:p w:rsidR="00BA6027" w:rsidRPr="00BA6027" w:rsidRDefault="00DC1D15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2.10</w:t>
      </w:r>
      <w:r w:rsidR="00BA6027" w:rsidRPr="00BA6027">
        <w:rPr>
          <w:sz w:val="26"/>
          <w:szCs w:val="26"/>
        </w:rPr>
        <w:t>.5. Ответственность за полноту и достоверность информации и документов, содержащихся в заявке, а также за своевременность их представления несет участник отбора в соответствии с законодательством Российской Федерации.</w:t>
      </w:r>
    </w:p>
    <w:p w:rsidR="00BA6027" w:rsidRPr="00BA6027" w:rsidRDefault="00DC1D15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2.10</w:t>
      </w:r>
      <w:r w:rsidR="00BA6027" w:rsidRPr="00BA6027">
        <w:rPr>
          <w:sz w:val="26"/>
          <w:szCs w:val="26"/>
        </w:rPr>
        <w:t xml:space="preserve">.6. Электронные копии документов и материалы, включаемые в заявку,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</w:t>
      </w:r>
      <w:r w:rsidR="00BA6027" w:rsidRPr="00BA6027">
        <w:rPr>
          <w:sz w:val="26"/>
          <w:szCs w:val="26"/>
        </w:rPr>
        <w:lastRenderedPageBreak/>
        <w:t>ознакомление с их содержимым без специальных программных или технологических средств.</w:t>
      </w:r>
    </w:p>
    <w:p w:rsidR="002C1BF1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Фото- и видеоматериалы, включаемые в заявку, должны содержать четкое и контрастное изображение высокого качества.</w:t>
      </w:r>
    </w:p>
    <w:p w:rsidR="00BA6027" w:rsidRPr="00BA6027" w:rsidRDefault="00DC1D15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2.10</w:t>
      </w:r>
      <w:r w:rsidR="00BA6027" w:rsidRPr="00BA6027">
        <w:rPr>
          <w:sz w:val="26"/>
          <w:szCs w:val="26"/>
        </w:rPr>
        <w:t>.7. Датой и временем представления участником отбора заявки считаются дата и время подписания участником отбора указанной заявки с присвоением ей регистрационного номера в системе "Электронный бюджет".</w:t>
      </w:r>
    </w:p>
    <w:p w:rsidR="00BA6027" w:rsidRPr="00BA6027" w:rsidRDefault="00DC1D15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2.10</w:t>
      </w:r>
      <w:r w:rsidR="00BA6027" w:rsidRPr="00BA6027">
        <w:rPr>
          <w:sz w:val="26"/>
          <w:szCs w:val="26"/>
        </w:rPr>
        <w:t>.8. Заявка содержит следующие сведения: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а) информаци</w:t>
      </w:r>
      <w:r w:rsidR="001F61A0">
        <w:rPr>
          <w:sz w:val="26"/>
          <w:szCs w:val="26"/>
        </w:rPr>
        <w:t>ю</w:t>
      </w:r>
      <w:r w:rsidRPr="00BA6027">
        <w:rPr>
          <w:sz w:val="26"/>
          <w:szCs w:val="26"/>
        </w:rPr>
        <w:t xml:space="preserve"> и документы об участнике отбора: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полное и сокращенное наименование участника отбора (для юридических лиц);</w:t>
      </w:r>
    </w:p>
    <w:p w:rsidR="00BA6027" w:rsidRPr="00BA6027" w:rsidRDefault="001F61A0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фамилию</w:t>
      </w:r>
      <w:r w:rsidR="00BA6027" w:rsidRPr="00BA6027">
        <w:rPr>
          <w:sz w:val="26"/>
          <w:szCs w:val="26"/>
        </w:rPr>
        <w:t>, имя, отчество (при наличии), пол и сведения о паспорте гражданина Российской Федерации (паспорте иностранного гражданина), включающие в себя информацию о его серии, номере и дате выдачи, а также о наименовании органа и коде подразделения органа, выдавшего документ (при наличии), дате и месте рождения (для физических лиц);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фамили</w:t>
      </w:r>
      <w:r w:rsidR="001F61A0">
        <w:rPr>
          <w:sz w:val="26"/>
          <w:szCs w:val="26"/>
        </w:rPr>
        <w:t>ю</w:t>
      </w:r>
      <w:r w:rsidRPr="00BA6027">
        <w:rPr>
          <w:sz w:val="26"/>
          <w:szCs w:val="26"/>
        </w:rPr>
        <w:t>, имя, отчество (при наличии) индивидуального предпринимателя;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основной государственный регистрационный номер</w:t>
      </w:r>
      <w:r w:rsidR="002C1BF1">
        <w:rPr>
          <w:sz w:val="26"/>
          <w:szCs w:val="26"/>
        </w:rPr>
        <w:t xml:space="preserve"> участника отбора </w:t>
      </w:r>
      <w:r w:rsidRPr="00BA6027">
        <w:rPr>
          <w:sz w:val="26"/>
          <w:szCs w:val="26"/>
        </w:rPr>
        <w:t>(для юридических лиц и индивидуальных предпринимателей);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идентификационный номер налогоплательщика;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дата постановки на учет в налоговом органе (для физических лиц, в том числе индивидуальных предпринимателей);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дат</w:t>
      </w:r>
      <w:r w:rsidR="001F61A0">
        <w:rPr>
          <w:sz w:val="26"/>
          <w:szCs w:val="26"/>
        </w:rPr>
        <w:t>у</w:t>
      </w:r>
      <w:r w:rsidRPr="00BA6027">
        <w:rPr>
          <w:sz w:val="26"/>
          <w:szCs w:val="26"/>
        </w:rPr>
        <w:t xml:space="preserve"> и код причины постановки на учет в налоговом органе (для юридических лиц);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дат</w:t>
      </w:r>
      <w:r w:rsidR="001F61A0">
        <w:rPr>
          <w:sz w:val="26"/>
          <w:szCs w:val="26"/>
        </w:rPr>
        <w:t>у</w:t>
      </w:r>
      <w:r w:rsidRPr="00BA6027">
        <w:rPr>
          <w:sz w:val="26"/>
          <w:szCs w:val="26"/>
        </w:rPr>
        <w:t xml:space="preserve"> государственной регистрации физического лица в качестве индивидуального предпринимателя;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дат</w:t>
      </w:r>
      <w:r w:rsidR="001F61A0">
        <w:rPr>
          <w:sz w:val="26"/>
          <w:szCs w:val="26"/>
        </w:rPr>
        <w:t>у</w:t>
      </w:r>
      <w:r w:rsidRPr="00BA6027">
        <w:rPr>
          <w:sz w:val="26"/>
          <w:szCs w:val="26"/>
        </w:rPr>
        <w:t xml:space="preserve"> и место рождения (для физических лиц, в том числе индивидуальных предпринимателей);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страховой номер индивидуального лицевого счета (для физических лиц, в том числе индивидуальных предпринимателей);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адрес юридического лица, адрес регистрации (для физических лиц, в том числе индивидуальных предпринимателей);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номер контактного телефона, почтовый адрес и адрес электронной почты для направления юридически значимых сообщений;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фамили</w:t>
      </w:r>
      <w:r w:rsidR="001F61A0">
        <w:rPr>
          <w:sz w:val="26"/>
          <w:szCs w:val="26"/>
        </w:rPr>
        <w:t>ю</w:t>
      </w:r>
      <w:r w:rsidRPr="00BA6027">
        <w:rPr>
          <w:sz w:val="26"/>
          <w:szCs w:val="26"/>
        </w:rPr>
        <w:t>, имя, отчество (при наличии) и идентификационный номер налогоплательщика главного бухгалтера (при наличии), фамилии, имена, отчества (при наличии) учредителей, членов коллегиального исполнительного органа, лица, исполняющего функции единоличного исполнительного органа (для юридических лиц);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информаци</w:t>
      </w:r>
      <w:r w:rsidR="001F61A0">
        <w:rPr>
          <w:sz w:val="26"/>
          <w:szCs w:val="26"/>
        </w:rPr>
        <w:t>ю</w:t>
      </w:r>
      <w:r w:rsidRPr="00BA6027">
        <w:rPr>
          <w:sz w:val="26"/>
          <w:szCs w:val="26"/>
        </w:rPr>
        <w:t xml:space="preserve"> о руководителе юридического лица (фамилия, имя, отчество (при наличии), идентификационный номер налогоплательщика, должность);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перечень основных и дополнительных видов деятельности, которые участ</w:t>
      </w:r>
      <w:r w:rsidR="00C30EB5">
        <w:rPr>
          <w:sz w:val="26"/>
          <w:szCs w:val="26"/>
        </w:rPr>
        <w:t xml:space="preserve">ник отбора </w:t>
      </w:r>
      <w:r w:rsidRPr="00BA6027">
        <w:rPr>
          <w:sz w:val="26"/>
          <w:szCs w:val="26"/>
        </w:rPr>
        <w:t>вправе осуществлять в соответствии с учредительными документами организации (для юридических лиц) ил</w:t>
      </w:r>
      <w:r w:rsidR="00C30EB5">
        <w:rPr>
          <w:sz w:val="26"/>
          <w:szCs w:val="26"/>
        </w:rPr>
        <w:t>и в соответствии со сведениями е</w:t>
      </w:r>
      <w:r w:rsidRPr="00BA6027">
        <w:rPr>
          <w:sz w:val="26"/>
          <w:szCs w:val="26"/>
        </w:rPr>
        <w:t>диного государственного реестра индивидуальных предпринимателей (для индивидуальных предпринимателей);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информаци</w:t>
      </w:r>
      <w:r w:rsidR="001F61A0">
        <w:rPr>
          <w:sz w:val="26"/>
          <w:szCs w:val="26"/>
        </w:rPr>
        <w:t>ю</w:t>
      </w:r>
      <w:r w:rsidRPr="00BA6027">
        <w:rPr>
          <w:sz w:val="26"/>
          <w:szCs w:val="26"/>
        </w:rPr>
        <w:t xml:space="preserve"> о счетах в соответствии с законодательством Российской Федерации для перечисления субсидии, а также о лице, уполномоченном на подписание соглашения;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б) информаци</w:t>
      </w:r>
      <w:r w:rsidR="001F61A0">
        <w:rPr>
          <w:sz w:val="26"/>
          <w:szCs w:val="26"/>
        </w:rPr>
        <w:t>ю</w:t>
      </w:r>
      <w:r w:rsidRPr="00BA6027">
        <w:rPr>
          <w:sz w:val="26"/>
          <w:szCs w:val="26"/>
        </w:rPr>
        <w:t xml:space="preserve"> и документы, подтверждающие соответствие участника отбора установленным в объявлении о проведении</w:t>
      </w:r>
      <w:r w:rsidR="006C7044">
        <w:rPr>
          <w:sz w:val="26"/>
          <w:szCs w:val="26"/>
        </w:rPr>
        <w:t xml:space="preserve"> отбора требованиям</w:t>
      </w:r>
      <w:r w:rsidRPr="00BA6027">
        <w:rPr>
          <w:sz w:val="26"/>
          <w:szCs w:val="26"/>
        </w:rPr>
        <w:t>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lastRenderedPageBreak/>
        <w:t>в) информаци</w:t>
      </w:r>
      <w:r w:rsidR="001F61A0">
        <w:rPr>
          <w:sz w:val="26"/>
          <w:szCs w:val="26"/>
        </w:rPr>
        <w:t>ю</w:t>
      </w:r>
      <w:r w:rsidRPr="00BA6027">
        <w:rPr>
          <w:sz w:val="26"/>
          <w:szCs w:val="26"/>
        </w:rPr>
        <w:t xml:space="preserve"> и документы, представляемые при проведении отбора в процессе документооборота: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 xml:space="preserve">подтверждение согласия на публикацию (размещение) в информационно-телекоммуникационной сети "Интернет" информации об участнике отбора, </w:t>
      </w:r>
      <w:r w:rsidR="00272D51">
        <w:rPr>
          <w:sz w:val="26"/>
          <w:szCs w:val="26"/>
        </w:rPr>
        <w:t xml:space="preserve">о </w:t>
      </w:r>
      <w:r w:rsidRPr="00BA6027">
        <w:rPr>
          <w:sz w:val="26"/>
          <w:szCs w:val="26"/>
        </w:rPr>
        <w:t>подаваемой участником отбора заявке, а также иной информации об участнике отбора, связанной с соответствующим отбором и результатом предоставления субсидии, подаваемое посредством заполнения соответствующих экранных форм веб-интерфейса системы «Электронный бюджет»;</w:t>
      </w:r>
    </w:p>
    <w:p w:rsidR="00BA6027" w:rsidRPr="00BA6027" w:rsidRDefault="00BA6027" w:rsidP="00AB4C92">
      <w:pPr>
        <w:ind w:firstLine="709"/>
        <w:jc w:val="both"/>
        <w:rPr>
          <w:sz w:val="26"/>
          <w:szCs w:val="26"/>
        </w:rPr>
      </w:pPr>
      <w:r w:rsidRPr="00BA6027">
        <w:rPr>
          <w:sz w:val="26"/>
          <w:szCs w:val="26"/>
        </w:rPr>
        <w:t>подтверждение согласия на обработку персональных данных, подаваемое посредством заполнения соответствующих экранных форм веб-интерфейса системы «Электронный бюджет» (для физических лиц);</w:t>
      </w:r>
    </w:p>
    <w:p w:rsidR="0073014C" w:rsidRPr="00532C22" w:rsidRDefault="00BA6027" w:rsidP="00AB4C92">
      <w:pPr>
        <w:ind w:firstLine="709"/>
        <w:jc w:val="both"/>
        <w:rPr>
          <w:sz w:val="26"/>
          <w:szCs w:val="26"/>
        </w:rPr>
      </w:pPr>
      <w:r w:rsidRPr="00532C22">
        <w:rPr>
          <w:sz w:val="26"/>
          <w:szCs w:val="26"/>
        </w:rPr>
        <w:t xml:space="preserve">г) </w:t>
      </w:r>
      <w:r w:rsidR="004E1751">
        <w:rPr>
          <w:sz w:val="26"/>
          <w:szCs w:val="26"/>
        </w:rPr>
        <w:t>расчет</w:t>
      </w:r>
      <w:r w:rsidR="00DA1EC3">
        <w:rPr>
          <w:sz w:val="26"/>
          <w:szCs w:val="26"/>
        </w:rPr>
        <w:t xml:space="preserve"> запрашиваемого участником отбора</w:t>
      </w:r>
      <w:r w:rsidRPr="00C708F0">
        <w:rPr>
          <w:sz w:val="26"/>
          <w:szCs w:val="26"/>
        </w:rPr>
        <w:t xml:space="preserve"> ра</w:t>
      </w:r>
      <w:r w:rsidR="00DA1EC3">
        <w:rPr>
          <w:sz w:val="26"/>
          <w:szCs w:val="26"/>
        </w:rPr>
        <w:t>змера субсидии, который</w:t>
      </w:r>
      <w:r w:rsidRPr="00532C22">
        <w:rPr>
          <w:sz w:val="26"/>
          <w:szCs w:val="26"/>
        </w:rPr>
        <w:t xml:space="preserve"> не может быть выше  размера, установленного в объявлении о проведении отбора.</w:t>
      </w:r>
    </w:p>
    <w:p w:rsidR="009A09BA" w:rsidRDefault="00DC1D15" w:rsidP="00AB4C92">
      <w:pPr>
        <w:ind w:firstLine="709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2.11</w:t>
      </w:r>
      <w:r w:rsidR="00A40EB7" w:rsidRPr="00A40EB7">
        <w:rPr>
          <w:sz w:val="26"/>
          <w:szCs w:val="26"/>
        </w:rPr>
        <w:t xml:space="preserve">. Участник отбора вправе </w:t>
      </w:r>
      <w:r w:rsidR="00644DC1">
        <w:rPr>
          <w:sz w:val="26"/>
          <w:szCs w:val="26"/>
        </w:rPr>
        <w:t>в течение</w:t>
      </w:r>
      <w:r w:rsidR="00966352">
        <w:rPr>
          <w:sz w:val="26"/>
          <w:szCs w:val="26"/>
        </w:rPr>
        <w:t xml:space="preserve"> срока проведения отбора </w:t>
      </w:r>
      <w:r w:rsidR="009A09BA" w:rsidRPr="00A40EB7">
        <w:rPr>
          <w:sz w:val="26"/>
          <w:szCs w:val="26"/>
        </w:rPr>
        <w:t>отозвать поданную за</w:t>
      </w:r>
      <w:r w:rsidR="009A09BA">
        <w:rPr>
          <w:sz w:val="26"/>
          <w:szCs w:val="26"/>
        </w:rPr>
        <w:t>явку</w:t>
      </w:r>
      <w:r w:rsidR="00644DC1">
        <w:rPr>
          <w:sz w:val="26"/>
          <w:szCs w:val="26"/>
        </w:rPr>
        <w:t>.</w:t>
      </w:r>
    </w:p>
    <w:p w:rsidR="00A40EB7" w:rsidRPr="00A40EB7" w:rsidRDefault="00A40EB7" w:rsidP="00AB4C92">
      <w:pPr>
        <w:ind w:firstLine="709"/>
        <w:jc w:val="both"/>
        <w:rPr>
          <w:sz w:val="26"/>
          <w:szCs w:val="26"/>
        </w:rPr>
      </w:pPr>
      <w:r w:rsidRPr="00A40EB7">
        <w:rPr>
          <w:sz w:val="26"/>
          <w:szCs w:val="26"/>
        </w:rPr>
        <w:t>Внесение изменений в заявку участником отбора осуществляется до дня окончания срока приема заявок после формирования участником отбора в электронной форме уведомления об отзыве заявки и последующего формирования новой заявки.</w:t>
      </w:r>
    </w:p>
    <w:p w:rsidR="00A40EB7" w:rsidRPr="00A40EB7" w:rsidRDefault="00A40EB7" w:rsidP="00AB4C92">
      <w:pPr>
        <w:ind w:firstLine="709"/>
        <w:jc w:val="both"/>
        <w:rPr>
          <w:sz w:val="26"/>
          <w:szCs w:val="26"/>
        </w:rPr>
      </w:pPr>
      <w:r w:rsidRPr="00A40EB7">
        <w:rPr>
          <w:sz w:val="26"/>
          <w:szCs w:val="26"/>
        </w:rPr>
        <w:t>Внесение изменений в заявку или отзыв заявки осуществляется участником отбора в порядке, аналогичном порядку формирования заявки уч</w:t>
      </w:r>
      <w:r w:rsidR="009A09BA">
        <w:rPr>
          <w:sz w:val="26"/>
          <w:szCs w:val="26"/>
        </w:rPr>
        <w:t>астником отбора</w:t>
      </w:r>
      <w:r w:rsidR="00DC1D15">
        <w:rPr>
          <w:sz w:val="26"/>
          <w:szCs w:val="26"/>
        </w:rPr>
        <w:t>, указанному в подпункте 2.10</w:t>
      </w:r>
      <w:r w:rsidR="005E0339">
        <w:rPr>
          <w:sz w:val="26"/>
          <w:szCs w:val="26"/>
        </w:rPr>
        <w:t xml:space="preserve">.3 </w:t>
      </w:r>
      <w:r w:rsidRPr="00A40EB7">
        <w:rPr>
          <w:sz w:val="26"/>
          <w:szCs w:val="26"/>
        </w:rPr>
        <w:t xml:space="preserve"> настоящего Порядка.</w:t>
      </w:r>
    </w:p>
    <w:p w:rsidR="00A40EB7" w:rsidRPr="00A40EB7" w:rsidRDefault="00DC1D15" w:rsidP="00AB4C92">
      <w:pPr>
        <w:ind w:firstLine="709"/>
        <w:jc w:val="both"/>
        <w:rPr>
          <w:sz w:val="26"/>
          <w:szCs w:val="26"/>
        </w:rPr>
      </w:pPr>
      <w:bookmarkStart w:id="5" w:name="Par267"/>
      <w:bookmarkEnd w:id="5"/>
      <w:r>
        <w:rPr>
          <w:sz w:val="26"/>
          <w:szCs w:val="26"/>
        </w:rPr>
        <w:t>2.12</w:t>
      </w:r>
      <w:r w:rsidR="00A40EB7" w:rsidRPr="00A40EB7">
        <w:rPr>
          <w:sz w:val="26"/>
          <w:szCs w:val="26"/>
        </w:rPr>
        <w:t xml:space="preserve">. Любой участник отбора со дня размещения объявления о проведении отбора на едином портале не позднее 3-го рабочего дня до дня завершения подачи заявок вправе направить </w:t>
      </w:r>
      <w:r w:rsidR="00095A2A" w:rsidRPr="00095A2A">
        <w:rPr>
          <w:sz w:val="26"/>
          <w:szCs w:val="26"/>
        </w:rPr>
        <w:t>отделу архитектуры и ЖКХ</w:t>
      </w:r>
      <w:r w:rsidR="00A40EB7" w:rsidRPr="00095A2A">
        <w:rPr>
          <w:sz w:val="26"/>
          <w:szCs w:val="26"/>
        </w:rPr>
        <w:t xml:space="preserve"> </w:t>
      </w:r>
      <w:r w:rsidR="00A40EB7" w:rsidRPr="00A40EB7">
        <w:rPr>
          <w:sz w:val="26"/>
          <w:szCs w:val="26"/>
        </w:rPr>
        <w:t xml:space="preserve">не более </w:t>
      </w:r>
      <w:r w:rsidR="00403780">
        <w:rPr>
          <w:sz w:val="26"/>
          <w:szCs w:val="26"/>
        </w:rPr>
        <w:t>5</w:t>
      </w:r>
      <w:r w:rsidR="00A40EB7" w:rsidRPr="00A40EB7">
        <w:rPr>
          <w:sz w:val="26"/>
          <w:szCs w:val="26"/>
        </w:rPr>
        <w:t xml:space="preserve"> запросов о разъяснении положений объявления о проведении отбора путем формирования в системе «Электронный бюджет» соответствующего запроса.</w:t>
      </w:r>
    </w:p>
    <w:p w:rsidR="00A40EB7" w:rsidRPr="00A40EB7" w:rsidRDefault="00095A2A" w:rsidP="00AB4C92">
      <w:pPr>
        <w:ind w:firstLine="709"/>
        <w:jc w:val="both"/>
        <w:rPr>
          <w:sz w:val="26"/>
          <w:szCs w:val="26"/>
        </w:rPr>
      </w:pPr>
      <w:bookmarkStart w:id="6" w:name="Par268"/>
      <w:bookmarkEnd w:id="6"/>
      <w:r w:rsidRPr="00095A2A">
        <w:rPr>
          <w:sz w:val="26"/>
          <w:szCs w:val="26"/>
        </w:rPr>
        <w:t xml:space="preserve">Отдел архитектуры и ЖКХ </w:t>
      </w:r>
      <w:r w:rsidR="00A40EB7" w:rsidRPr="00A40EB7">
        <w:rPr>
          <w:sz w:val="26"/>
          <w:szCs w:val="26"/>
        </w:rPr>
        <w:t>в ответ на запрос участника отбора направляет разъяснение положений объявления о проведении отбора в срок, установленный указанным объявлением, но не позднее одного рабочего дня до дня завершения подачи заявок, путем формирования в системе «Электронный бюджет» соответствующего разъясне</w:t>
      </w:r>
      <w:r w:rsidR="009A36FB">
        <w:rPr>
          <w:sz w:val="26"/>
          <w:szCs w:val="26"/>
        </w:rPr>
        <w:t xml:space="preserve">ния. Представленное </w:t>
      </w:r>
      <w:r w:rsidR="00A40EB7" w:rsidRPr="00A40EB7">
        <w:rPr>
          <w:sz w:val="26"/>
          <w:szCs w:val="26"/>
        </w:rPr>
        <w:t>разъяснение положений объявления о проведении отбора не должно изменять суть информации, содержащейся в указанном объявлении.</w:t>
      </w:r>
    </w:p>
    <w:p w:rsidR="00A40EB7" w:rsidRPr="00A40EB7" w:rsidRDefault="00A40EB7" w:rsidP="00AB4C92">
      <w:pPr>
        <w:ind w:firstLine="709"/>
        <w:jc w:val="both"/>
        <w:rPr>
          <w:sz w:val="26"/>
          <w:szCs w:val="26"/>
        </w:rPr>
      </w:pPr>
      <w:r w:rsidRPr="00A40EB7">
        <w:rPr>
          <w:sz w:val="26"/>
          <w:szCs w:val="26"/>
        </w:rPr>
        <w:t>Доступ к разъяснению, формируемому в системе «Электронный бюджет» в соответствии с абзацем вторым настоящего подпункта, предоставляется всем участникам отбора.</w:t>
      </w:r>
    </w:p>
    <w:p w:rsidR="00A40EB7" w:rsidRPr="00A40EB7" w:rsidRDefault="00A40EB7" w:rsidP="00AB4C92">
      <w:pPr>
        <w:ind w:firstLine="709"/>
        <w:jc w:val="both"/>
        <w:rPr>
          <w:sz w:val="26"/>
          <w:szCs w:val="26"/>
        </w:rPr>
      </w:pPr>
      <w:r w:rsidRPr="00A40EB7">
        <w:rPr>
          <w:sz w:val="26"/>
          <w:szCs w:val="26"/>
        </w:rPr>
        <w:t>Запросы о разъяснении, поступившие позднее 3-го рабочего дня до даты окончания срока приема заявок, не подлежат рассмотрению</w:t>
      </w:r>
      <w:r w:rsidR="009A36FB">
        <w:rPr>
          <w:sz w:val="26"/>
          <w:szCs w:val="26"/>
        </w:rPr>
        <w:t>.</w:t>
      </w:r>
    </w:p>
    <w:p w:rsidR="009A36FB" w:rsidRPr="009A36FB" w:rsidRDefault="00DC1D15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2.13</w:t>
      </w:r>
      <w:r w:rsidR="009A36FB" w:rsidRPr="00075A12">
        <w:rPr>
          <w:sz w:val="26"/>
          <w:szCs w:val="26"/>
        </w:rPr>
        <w:t xml:space="preserve">. </w:t>
      </w:r>
      <w:r w:rsidR="00715833" w:rsidRPr="00075A12">
        <w:rPr>
          <w:sz w:val="26"/>
          <w:szCs w:val="26"/>
        </w:rPr>
        <w:t>Не позднее одного рабочего дня, следующего за днем окончания</w:t>
      </w:r>
      <w:r w:rsidR="005E5CD4" w:rsidRPr="00075A12">
        <w:rPr>
          <w:sz w:val="26"/>
          <w:szCs w:val="26"/>
        </w:rPr>
        <w:t xml:space="preserve"> срока подачи заявок</w:t>
      </w:r>
      <w:r w:rsidR="009A36FB" w:rsidRPr="00075A12">
        <w:rPr>
          <w:sz w:val="26"/>
          <w:szCs w:val="26"/>
        </w:rPr>
        <w:t xml:space="preserve">, </w:t>
      </w:r>
      <w:r w:rsidR="00A4285F">
        <w:rPr>
          <w:sz w:val="26"/>
          <w:szCs w:val="26"/>
        </w:rPr>
        <w:t>установленного</w:t>
      </w:r>
      <w:r w:rsidR="009A36FB" w:rsidRPr="009A36FB">
        <w:rPr>
          <w:sz w:val="26"/>
          <w:szCs w:val="26"/>
        </w:rPr>
        <w:t xml:space="preserve"> в объявлении о проведении отбора, в системе «Электронный бюджет» </w:t>
      </w:r>
      <w:r w:rsidR="00095A2A" w:rsidRPr="00095A2A">
        <w:rPr>
          <w:sz w:val="26"/>
          <w:szCs w:val="26"/>
        </w:rPr>
        <w:t>отделу архитектуры и ЖКХ</w:t>
      </w:r>
      <w:r w:rsidR="00A4285F" w:rsidRPr="00095A2A">
        <w:rPr>
          <w:sz w:val="26"/>
          <w:szCs w:val="26"/>
        </w:rPr>
        <w:t xml:space="preserve"> и комиссии </w:t>
      </w:r>
      <w:r w:rsidR="009A36FB" w:rsidRPr="009A36FB">
        <w:rPr>
          <w:sz w:val="26"/>
          <w:szCs w:val="26"/>
        </w:rPr>
        <w:t>открывается доступ к поданным участниками отбора заявкам для их рассмотрения.</w:t>
      </w:r>
    </w:p>
    <w:p w:rsidR="009A36FB" w:rsidRPr="009A36FB" w:rsidRDefault="00106A40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9A36FB" w:rsidRPr="009A36FB">
        <w:rPr>
          <w:sz w:val="26"/>
          <w:szCs w:val="26"/>
        </w:rPr>
        <w:t>е позднее одного рабочего дня, следующего за днем вскрытия заявок, установленного в объявлении о проведении отбора, подписывает</w:t>
      </w:r>
      <w:r>
        <w:rPr>
          <w:sz w:val="26"/>
          <w:szCs w:val="26"/>
        </w:rPr>
        <w:t>ся</w:t>
      </w:r>
      <w:r w:rsidR="009A36FB" w:rsidRPr="009A36FB">
        <w:rPr>
          <w:sz w:val="26"/>
          <w:szCs w:val="26"/>
        </w:rPr>
        <w:t xml:space="preserve"> протокол вскрытия заявок, содержащий следующую информацию о поступивших для участия в отборе заявках:</w:t>
      </w:r>
    </w:p>
    <w:p w:rsidR="009A36FB" w:rsidRPr="009A36FB" w:rsidRDefault="009A36FB" w:rsidP="00AB4C92">
      <w:pPr>
        <w:ind w:firstLine="709"/>
        <w:jc w:val="both"/>
        <w:rPr>
          <w:sz w:val="26"/>
          <w:szCs w:val="26"/>
        </w:rPr>
      </w:pPr>
      <w:r w:rsidRPr="009A36FB">
        <w:rPr>
          <w:sz w:val="26"/>
          <w:szCs w:val="26"/>
        </w:rPr>
        <w:t>а) регистрационный номер заявки;</w:t>
      </w:r>
    </w:p>
    <w:p w:rsidR="009A36FB" w:rsidRPr="009A36FB" w:rsidRDefault="009A36FB" w:rsidP="00AB4C92">
      <w:pPr>
        <w:ind w:firstLine="709"/>
        <w:jc w:val="both"/>
        <w:rPr>
          <w:sz w:val="26"/>
          <w:szCs w:val="26"/>
        </w:rPr>
      </w:pPr>
      <w:r w:rsidRPr="009A36FB">
        <w:rPr>
          <w:sz w:val="26"/>
          <w:szCs w:val="26"/>
        </w:rPr>
        <w:t>б) дат</w:t>
      </w:r>
      <w:r w:rsidR="00C14A5B">
        <w:rPr>
          <w:sz w:val="26"/>
          <w:szCs w:val="26"/>
        </w:rPr>
        <w:t>у</w:t>
      </w:r>
      <w:r w:rsidRPr="009A36FB">
        <w:rPr>
          <w:sz w:val="26"/>
          <w:szCs w:val="26"/>
        </w:rPr>
        <w:t xml:space="preserve"> и время поступления заявки;</w:t>
      </w:r>
    </w:p>
    <w:p w:rsidR="009A36FB" w:rsidRPr="009A36FB" w:rsidRDefault="009A36FB" w:rsidP="00AB4C92">
      <w:pPr>
        <w:ind w:firstLine="709"/>
        <w:jc w:val="both"/>
        <w:rPr>
          <w:sz w:val="26"/>
          <w:szCs w:val="26"/>
        </w:rPr>
      </w:pPr>
      <w:r w:rsidRPr="009A36FB">
        <w:rPr>
          <w:sz w:val="26"/>
          <w:szCs w:val="26"/>
        </w:rPr>
        <w:lastRenderedPageBreak/>
        <w:t>в) полное наименование участ</w:t>
      </w:r>
      <w:r w:rsidR="00C52F2B">
        <w:rPr>
          <w:sz w:val="26"/>
          <w:szCs w:val="26"/>
        </w:rPr>
        <w:t>ника отбора</w:t>
      </w:r>
      <w:r w:rsidRPr="009A36FB">
        <w:rPr>
          <w:sz w:val="26"/>
          <w:szCs w:val="26"/>
        </w:rPr>
        <w:t xml:space="preserve"> (для юридических лиц) или фамилия, имя, отчество (при наличии) (для физических лиц, в том числе индивидуальных предпринимателей);</w:t>
      </w:r>
    </w:p>
    <w:p w:rsidR="009A36FB" w:rsidRPr="009A36FB" w:rsidRDefault="009A36FB" w:rsidP="00AB4C92">
      <w:pPr>
        <w:ind w:firstLine="709"/>
        <w:jc w:val="both"/>
        <w:rPr>
          <w:sz w:val="26"/>
          <w:szCs w:val="26"/>
        </w:rPr>
      </w:pPr>
      <w:r w:rsidRPr="009A36FB">
        <w:rPr>
          <w:sz w:val="26"/>
          <w:szCs w:val="26"/>
        </w:rPr>
        <w:t>г) адрес юридического лица, адрес регистрации (для физических лиц, в том числе индивидуальных предпринимателей);</w:t>
      </w:r>
    </w:p>
    <w:p w:rsidR="009A36FB" w:rsidRPr="009A36FB" w:rsidRDefault="009A36FB" w:rsidP="00AB4C92">
      <w:pPr>
        <w:ind w:firstLine="709"/>
        <w:jc w:val="both"/>
        <w:rPr>
          <w:sz w:val="26"/>
          <w:szCs w:val="26"/>
        </w:rPr>
      </w:pPr>
      <w:r w:rsidRPr="009A36FB">
        <w:rPr>
          <w:sz w:val="26"/>
          <w:szCs w:val="26"/>
        </w:rPr>
        <w:t>д) запрашиваемый участни</w:t>
      </w:r>
      <w:r w:rsidR="00075A12">
        <w:rPr>
          <w:sz w:val="26"/>
          <w:szCs w:val="26"/>
        </w:rPr>
        <w:t xml:space="preserve">ком отбора </w:t>
      </w:r>
      <w:r w:rsidRPr="009A36FB">
        <w:rPr>
          <w:sz w:val="26"/>
          <w:szCs w:val="26"/>
        </w:rPr>
        <w:t>размер субсидии.</w:t>
      </w:r>
    </w:p>
    <w:p w:rsidR="009A36FB" w:rsidRPr="009A36FB" w:rsidRDefault="009A36FB" w:rsidP="00AB4C92">
      <w:pPr>
        <w:ind w:firstLine="709"/>
        <w:jc w:val="both"/>
        <w:rPr>
          <w:sz w:val="26"/>
          <w:szCs w:val="26"/>
        </w:rPr>
      </w:pPr>
      <w:r w:rsidRPr="009A36FB">
        <w:rPr>
          <w:sz w:val="26"/>
          <w:szCs w:val="26"/>
        </w:rPr>
        <w:t xml:space="preserve">Протокол вскрытия заявок формируется на едином портале автоматически и подписывается усиленной квалифицированной электронной подписью </w:t>
      </w:r>
      <w:r w:rsidR="00106A40" w:rsidRPr="00095A2A">
        <w:rPr>
          <w:sz w:val="26"/>
          <w:szCs w:val="26"/>
        </w:rPr>
        <w:t xml:space="preserve">председателя комиссии </w:t>
      </w:r>
      <w:r w:rsidRPr="00095A2A">
        <w:rPr>
          <w:sz w:val="26"/>
          <w:szCs w:val="26"/>
        </w:rPr>
        <w:t xml:space="preserve"> </w:t>
      </w:r>
      <w:r w:rsidRPr="009A36FB">
        <w:rPr>
          <w:sz w:val="26"/>
          <w:szCs w:val="26"/>
        </w:rPr>
        <w:t>в системе «Электронный бюджет», а также размещается на едином портале не позднее рабочего дня, следующего за днем его подписания.</w:t>
      </w:r>
    </w:p>
    <w:p w:rsidR="00715833" w:rsidRPr="00715833" w:rsidRDefault="00442C8E" w:rsidP="00AB4C92">
      <w:pPr>
        <w:ind w:firstLine="709"/>
        <w:jc w:val="both"/>
        <w:rPr>
          <w:sz w:val="26"/>
          <w:szCs w:val="26"/>
        </w:rPr>
      </w:pPr>
      <w:r w:rsidRPr="00095A2A">
        <w:rPr>
          <w:sz w:val="26"/>
          <w:szCs w:val="26"/>
        </w:rPr>
        <w:t>Комиссия</w:t>
      </w:r>
      <w:r w:rsidR="00C75F40" w:rsidRPr="00095A2A">
        <w:rPr>
          <w:sz w:val="26"/>
          <w:szCs w:val="26"/>
        </w:rPr>
        <w:t xml:space="preserve"> </w:t>
      </w:r>
      <w:r w:rsidR="00715833" w:rsidRPr="00715833">
        <w:rPr>
          <w:sz w:val="26"/>
          <w:szCs w:val="26"/>
        </w:rPr>
        <w:t xml:space="preserve">в течение срока, не превышающего </w:t>
      </w:r>
      <w:r w:rsidR="00715833" w:rsidRPr="00095A2A">
        <w:rPr>
          <w:sz w:val="26"/>
          <w:szCs w:val="26"/>
        </w:rPr>
        <w:t xml:space="preserve">15 рабочих дней </w:t>
      </w:r>
      <w:r w:rsidR="00715833" w:rsidRPr="00715833">
        <w:rPr>
          <w:sz w:val="26"/>
          <w:szCs w:val="26"/>
        </w:rPr>
        <w:t>со дня получения доступа к поданным заявкам в системе «Электронный бюджет», рассматривает представленные участниками отбора заявки и документы, проверяет их на предмет соответствия установленным в объявлении о проведении</w:t>
      </w:r>
      <w:r w:rsidR="00075A12">
        <w:rPr>
          <w:sz w:val="26"/>
          <w:szCs w:val="26"/>
        </w:rPr>
        <w:t xml:space="preserve"> отбора требованиям</w:t>
      </w:r>
      <w:r>
        <w:rPr>
          <w:sz w:val="26"/>
          <w:szCs w:val="26"/>
        </w:rPr>
        <w:t xml:space="preserve"> и </w:t>
      </w:r>
      <w:r w:rsidR="00B33330" w:rsidRPr="00095A2A">
        <w:rPr>
          <w:sz w:val="26"/>
          <w:szCs w:val="26"/>
        </w:rPr>
        <w:t>критериям</w:t>
      </w:r>
      <w:r w:rsidR="00C14A5B">
        <w:rPr>
          <w:color w:val="FF0000"/>
          <w:sz w:val="26"/>
          <w:szCs w:val="26"/>
        </w:rPr>
        <w:t>,</w:t>
      </w:r>
      <w:r w:rsidR="00715833" w:rsidRPr="00715833">
        <w:rPr>
          <w:sz w:val="26"/>
          <w:szCs w:val="26"/>
        </w:rPr>
        <w:t xml:space="preserve"> прин</w:t>
      </w:r>
      <w:r w:rsidR="00C14A5B">
        <w:rPr>
          <w:sz w:val="26"/>
          <w:szCs w:val="26"/>
        </w:rPr>
        <w:t>имает решение о принятии заявки</w:t>
      </w:r>
      <w:r w:rsidR="00715833" w:rsidRPr="00715833">
        <w:rPr>
          <w:sz w:val="26"/>
          <w:szCs w:val="26"/>
        </w:rPr>
        <w:t xml:space="preserve"> </w:t>
      </w:r>
      <w:r w:rsidR="00714273">
        <w:rPr>
          <w:sz w:val="26"/>
          <w:szCs w:val="26"/>
        </w:rPr>
        <w:t>или об отклонении заявки</w:t>
      </w:r>
      <w:r w:rsidR="00715833" w:rsidRPr="00715833">
        <w:rPr>
          <w:sz w:val="26"/>
          <w:szCs w:val="26"/>
        </w:rPr>
        <w:t>.</w:t>
      </w:r>
    </w:p>
    <w:p w:rsidR="0024204A" w:rsidRPr="00FF1B10" w:rsidRDefault="0024204A" w:rsidP="00AB4C92">
      <w:pPr>
        <w:ind w:firstLine="709"/>
        <w:jc w:val="both"/>
        <w:rPr>
          <w:sz w:val="26"/>
          <w:szCs w:val="26"/>
        </w:rPr>
      </w:pPr>
      <w:r w:rsidRPr="00FF1B10">
        <w:rPr>
          <w:sz w:val="26"/>
          <w:szCs w:val="26"/>
        </w:rPr>
        <w:t xml:space="preserve">По результатам рассмотрения осуществляется ранжирование поступивших заявок исходя из </w:t>
      </w:r>
      <w:r w:rsidR="00B33330">
        <w:rPr>
          <w:sz w:val="26"/>
          <w:szCs w:val="26"/>
        </w:rPr>
        <w:t xml:space="preserve">соответствия участников отбора </w:t>
      </w:r>
      <w:r w:rsidR="00B33330" w:rsidRPr="00095A2A">
        <w:rPr>
          <w:sz w:val="26"/>
          <w:szCs w:val="26"/>
        </w:rPr>
        <w:t>критериям</w:t>
      </w:r>
      <w:r w:rsidR="00B33330">
        <w:rPr>
          <w:sz w:val="26"/>
          <w:szCs w:val="26"/>
        </w:rPr>
        <w:t xml:space="preserve"> и очередности </w:t>
      </w:r>
      <w:r w:rsidRPr="00FF1B10">
        <w:rPr>
          <w:sz w:val="26"/>
          <w:szCs w:val="26"/>
        </w:rPr>
        <w:t xml:space="preserve"> поступления</w:t>
      </w:r>
      <w:r w:rsidR="00B33330">
        <w:rPr>
          <w:sz w:val="26"/>
          <w:szCs w:val="26"/>
        </w:rPr>
        <w:t xml:space="preserve"> заявок</w:t>
      </w:r>
      <w:r w:rsidRPr="00FF1B10">
        <w:rPr>
          <w:sz w:val="26"/>
          <w:szCs w:val="26"/>
        </w:rPr>
        <w:t>.</w:t>
      </w:r>
    </w:p>
    <w:p w:rsidR="0024204A" w:rsidRPr="000A1331" w:rsidRDefault="0024204A" w:rsidP="00AB4C92">
      <w:pPr>
        <w:ind w:firstLine="709"/>
        <w:jc w:val="both"/>
        <w:rPr>
          <w:sz w:val="26"/>
          <w:szCs w:val="26"/>
        </w:rPr>
      </w:pPr>
      <w:r w:rsidRPr="00FF1B10">
        <w:rPr>
          <w:sz w:val="26"/>
          <w:szCs w:val="26"/>
        </w:rPr>
        <w:t xml:space="preserve">Победителями отбора признаются участники отбора, включенные в рейтинг, сформированный  </w:t>
      </w:r>
      <w:r w:rsidRPr="00095A2A">
        <w:rPr>
          <w:sz w:val="26"/>
          <w:szCs w:val="26"/>
        </w:rPr>
        <w:t>комиссией</w:t>
      </w:r>
      <w:r w:rsidRPr="00FF1B10">
        <w:rPr>
          <w:color w:val="FF0000"/>
          <w:sz w:val="26"/>
          <w:szCs w:val="26"/>
        </w:rPr>
        <w:t xml:space="preserve"> </w:t>
      </w:r>
      <w:r w:rsidRPr="00FF1B10">
        <w:rPr>
          <w:sz w:val="26"/>
          <w:szCs w:val="26"/>
        </w:rPr>
        <w:t>по результатам ранжирования поступивших заявок в пределах объема распределяемой субсидии, указанного в объявлении о проведении отбора.</w:t>
      </w:r>
    </w:p>
    <w:p w:rsidR="0024204A" w:rsidRDefault="0024204A" w:rsidP="00AB4C92">
      <w:pPr>
        <w:ind w:firstLine="709"/>
        <w:jc w:val="both"/>
        <w:rPr>
          <w:sz w:val="26"/>
          <w:szCs w:val="26"/>
        </w:rPr>
      </w:pPr>
      <w:r w:rsidRPr="000A1331">
        <w:rPr>
          <w:sz w:val="26"/>
          <w:szCs w:val="26"/>
        </w:rPr>
        <w:t xml:space="preserve">В целях завершения отбора и определения победителей отбора </w:t>
      </w:r>
      <w:r w:rsidR="00FC4423">
        <w:rPr>
          <w:sz w:val="26"/>
          <w:szCs w:val="26"/>
        </w:rPr>
        <w:t>не позднее 1</w:t>
      </w:r>
      <w:r w:rsidR="00FC4423" w:rsidRPr="00714273">
        <w:rPr>
          <w:sz w:val="26"/>
          <w:szCs w:val="26"/>
        </w:rPr>
        <w:t xml:space="preserve"> рабочего дня со дня окончания срока рассмотрения заявок </w:t>
      </w:r>
      <w:r w:rsidR="00FC4423">
        <w:rPr>
          <w:sz w:val="26"/>
          <w:szCs w:val="26"/>
        </w:rPr>
        <w:t>подготавливается</w:t>
      </w:r>
      <w:r w:rsidRPr="000A1331">
        <w:rPr>
          <w:sz w:val="26"/>
          <w:szCs w:val="26"/>
        </w:rPr>
        <w:t xml:space="preserve"> протокол подведения итогов отбора, включающий </w:t>
      </w:r>
      <w:r>
        <w:rPr>
          <w:sz w:val="26"/>
          <w:szCs w:val="26"/>
        </w:rPr>
        <w:t>следующие сведения:</w:t>
      </w:r>
    </w:p>
    <w:p w:rsidR="0024204A" w:rsidRDefault="0024204A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дат</w:t>
      </w:r>
      <w:r w:rsidR="00422D5F">
        <w:rPr>
          <w:sz w:val="26"/>
          <w:szCs w:val="26"/>
        </w:rPr>
        <w:t>у</w:t>
      </w:r>
      <w:r>
        <w:rPr>
          <w:sz w:val="26"/>
          <w:szCs w:val="26"/>
        </w:rPr>
        <w:t>, время и место проведения рассмотрения заявок;</w:t>
      </w:r>
    </w:p>
    <w:p w:rsidR="0024204A" w:rsidRDefault="0024204A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информаци</w:t>
      </w:r>
      <w:r w:rsidR="00422D5F">
        <w:rPr>
          <w:sz w:val="26"/>
          <w:szCs w:val="26"/>
        </w:rPr>
        <w:t>ю</w:t>
      </w:r>
      <w:r w:rsidRPr="000A1331">
        <w:rPr>
          <w:sz w:val="26"/>
          <w:szCs w:val="26"/>
        </w:rPr>
        <w:t xml:space="preserve"> о</w:t>
      </w:r>
      <w:r>
        <w:rPr>
          <w:sz w:val="26"/>
          <w:szCs w:val="26"/>
        </w:rPr>
        <w:t>б участниках о</w:t>
      </w:r>
      <w:r w:rsidRPr="000A1331">
        <w:rPr>
          <w:sz w:val="26"/>
          <w:szCs w:val="26"/>
        </w:rPr>
        <w:t>тбора</w:t>
      </w:r>
      <w:r>
        <w:rPr>
          <w:sz w:val="26"/>
          <w:szCs w:val="26"/>
        </w:rPr>
        <w:t>, заявки которых были рассмотрены;</w:t>
      </w:r>
    </w:p>
    <w:p w:rsidR="0024204A" w:rsidRDefault="0024204A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информаци</w:t>
      </w:r>
      <w:r w:rsidR="00422D5F">
        <w:rPr>
          <w:sz w:val="26"/>
          <w:szCs w:val="26"/>
        </w:rPr>
        <w:t>ю</w:t>
      </w:r>
      <w:r w:rsidRPr="000A1331">
        <w:rPr>
          <w:sz w:val="26"/>
          <w:szCs w:val="26"/>
        </w:rPr>
        <w:t xml:space="preserve"> о</w:t>
      </w:r>
      <w:r>
        <w:rPr>
          <w:sz w:val="26"/>
          <w:szCs w:val="26"/>
        </w:rPr>
        <w:t>б участниках о</w:t>
      </w:r>
      <w:r w:rsidRPr="000A1331">
        <w:rPr>
          <w:sz w:val="26"/>
          <w:szCs w:val="26"/>
        </w:rPr>
        <w:t>тбора</w:t>
      </w:r>
      <w:r>
        <w:rPr>
          <w:sz w:val="26"/>
          <w:szCs w:val="26"/>
        </w:rPr>
        <w:t>, заявки которых были отклонены, с указанием причин их отклонения;</w:t>
      </w:r>
    </w:p>
    <w:p w:rsidR="0024204A" w:rsidRPr="000A1331" w:rsidRDefault="0024204A" w:rsidP="00AB4C92">
      <w:pPr>
        <w:ind w:firstLine="709"/>
        <w:jc w:val="both"/>
        <w:rPr>
          <w:sz w:val="26"/>
          <w:szCs w:val="26"/>
        </w:rPr>
      </w:pPr>
      <w:r w:rsidRPr="000A1331">
        <w:rPr>
          <w:sz w:val="26"/>
          <w:szCs w:val="26"/>
        </w:rPr>
        <w:t xml:space="preserve"> </w:t>
      </w:r>
      <w:r>
        <w:rPr>
          <w:sz w:val="26"/>
          <w:szCs w:val="26"/>
        </w:rPr>
        <w:t>наименование получателя субсидии, с которым заключается соглашение</w:t>
      </w:r>
      <w:r w:rsidR="00422D5F">
        <w:rPr>
          <w:sz w:val="26"/>
          <w:szCs w:val="26"/>
        </w:rPr>
        <w:t>,</w:t>
      </w:r>
      <w:r>
        <w:rPr>
          <w:sz w:val="26"/>
          <w:szCs w:val="26"/>
        </w:rPr>
        <w:t xml:space="preserve"> и размер представляемой ему субсидии.</w:t>
      </w:r>
    </w:p>
    <w:p w:rsidR="0024204A" w:rsidRDefault="0024204A" w:rsidP="00AB4C92">
      <w:pPr>
        <w:ind w:firstLine="709"/>
        <w:jc w:val="both"/>
        <w:rPr>
          <w:sz w:val="26"/>
          <w:szCs w:val="26"/>
        </w:rPr>
      </w:pPr>
      <w:r w:rsidRPr="000A1331">
        <w:rPr>
          <w:sz w:val="26"/>
          <w:szCs w:val="26"/>
        </w:rPr>
        <w:t>Протокол подведения итогов отбора формируется на едином портале автоматически на основании результатов определения победителей отбора и подписывается усиленной квалифицированной э</w:t>
      </w:r>
      <w:r>
        <w:rPr>
          <w:sz w:val="26"/>
          <w:szCs w:val="26"/>
        </w:rPr>
        <w:t xml:space="preserve">лектронной подписью </w:t>
      </w:r>
      <w:r w:rsidR="00E404D9" w:rsidRPr="00095A2A">
        <w:rPr>
          <w:sz w:val="26"/>
          <w:szCs w:val="26"/>
        </w:rPr>
        <w:t xml:space="preserve">председателя комиссии </w:t>
      </w:r>
      <w:r w:rsidRPr="00095A2A">
        <w:rPr>
          <w:sz w:val="26"/>
          <w:szCs w:val="26"/>
        </w:rPr>
        <w:t xml:space="preserve"> </w:t>
      </w:r>
      <w:r w:rsidRPr="000A1331">
        <w:rPr>
          <w:sz w:val="26"/>
          <w:szCs w:val="26"/>
        </w:rPr>
        <w:t>в системе «Электронный бюджет», а также размещается на едином портале не позднее рабочего дня, следующего за днем его подписания.</w:t>
      </w:r>
    </w:p>
    <w:p w:rsidR="00715833" w:rsidRPr="00095A2A" w:rsidRDefault="00DC1D15" w:rsidP="00AB4C92">
      <w:pPr>
        <w:ind w:firstLine="709"/>
        <w:jc w:val="both"/>
        <w:rPr>
          <w:sz w:val="26"/>
          <w:szCs w:val="26"/>
        </w:rPr>
      </w:pPr>
      <w:bookmarkStart w:id="7" w:name="Par282"/>
      <w:bookmarkEnd w:id="7"/>
      <w:r>
        <w:rPr>
          <w:sz w:val="26"/>
          <w:szCs w:val="26"/>
        </w:rPr>
        <w:t>2.14</w:t>
      </w:r>
      <w:r w:rsidR="0089118D" w:rsidRPr="00095A2A">
        <w:rPr>
          <w:sz w:val="26"/>
          <w:szCs w:val="26"/>
        </w:rPr>
        <w:t xml:space="preserve">. </w:t>
      </w:r>
      <w:r w:rsidR="00715833" w:rsidRPr="00095A2A">
        <w:rPr>
          <w:sz w:val="26"/>
          <w:szCs w:val="26"/>
        </w:rPr>
        <w:t xml:space="preserve"> </w:t>
      </w:r>
      <w:r w:rsidR="0089118D" w:rsidRPr="00095A2A">
        <w:rPr>
          <w:sz w:val="26"/>
          <w:szCs w:val="26"/>
        </w:rPr>
        <w:t>Возврат</w:t>
      </w:r>
      <w:r w:rsidR="00715833" w:rsidRPr="00095A2A">
        <w:rPr>
          <w:sz w:val="26"/>
          <w:szCs w:val="26"/>
        </w:rPr>
        <w:t xml:space="preserve"> заявок участникам отбора на доработку </w:t>
      </w:r>
      <w:r w:rsidR="0089118D" w:rsidRPr="00095A2A">
        <w:rPr>
          <w:sz w:val="26"/>
          <w:szCs w:val="26"/>
        </w:rPr>
        <w:t xml:space="preserve">не предусмотрен. </w:t>
      </w:r>
    </w:p>
    <w:p w:rsidR="007B01FE" w:rsidRPr="001A47F7" w:rsidRDefault="00DC1D15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2.15</w:t>
      </w:r>
      <w:r w:rsidR="007B01FE" w:rsidRPr="001A47F7">
        <w:rPr>
          <w:sz w:val="26"/>
          <w:szCs w:val="26"/>
        </w:rPr>
        <w:t>. Заявка отклоняется на стадии рассмотрения в случае наличия оснований для отклонения заявки:</w:t>
      </w:r>
    </w:p>
    <w:p w:rsidR="0073014C" w:rsidRPr="007B01FE" w:rsidRDefault="007B01FE" w:rsidP="00AB4C92">
      <w:pPr>
        <w:ind w:firstLine="709"/>
        <w:jc w:val="both"/>
        <w:rPr>
          <w:sz w:val="26"/>
          <w:szCs w:val="26"/>
        </w:rPr>
      </w:pPr>
      <w:r w:rsidRPr="001A47F7">
        <w:rPr>
          <w:sz w:val="26"/>
          <w:szCs w:val="26"/>
        </w:rPr>
        <w:t xml:space="preserve">а) несоответствие </w:t>
      </w:r>
      <w:r w:rsidRPr="007B01FE">
        <w:rPr>
          <w:sz w:val="26"/>
          <w:szCs w:val="26"/>
        </w:rPr>
        <w:t>участника отбора требованиям, установлен</w:t>
      </w:r>
      <w:r w:rsidR="003763B7">
        <w:rPr>
          <w:sz w:val="26"/>
          <w:szCs w:val="26"/>
        </w:rPr>
        <w:t>ным в соответствии с пун</w:t>
      </w:r>
      <w:r w:rsidR="00DC1D15">
        <w:rPr>
          <w:sz w:val="26"/>
          <w:szCs w:val="26"/>
        </w:rPr>
        <w:t>ктами 1.6 и 2.7</w:t>
      </w:r>
      <w:r w:rsidRPr="007B01FE">
        <w:rPr>
          <w:sz w:val="26"/>
          <w:szCs w:val="26"/>
        </w:rPr>
        <w:t xml:space="preserve"> настоящего Порядка</w:t>
      </w:r>
    </w:p>
    <w:p w:rsidR="005904F6" w:rsidRDefault="007B01FE" w:rsidP="00AB4C92">
      <w:pPr>
        <w:ind w:firstLine="709"/>
        <w:jc w:val="both"/>
        <w:rPr>
          <w:sz w:val="26"/>
          <w:szCs w:val="26"/>
        </w:rPr>
      </w:pPr>
      <w:r w:rsidRPr="007B01FE">
        <w:rPr>
          <w:sz w:val="26"/>
          <w:szCs w:val="26"/>
        </w:rPr>
        <w:t>б) непредставление (представление не в полном объеме) документов, указанных в объ</w:t>
      </w:r>
      <w:r w:rsidR="005904F6">
        <w:rPr>
          <w:sz w:val="26"/>
          <w:szCs w:val="26"/>
        </w:rPr>
        <w:t>явлении о проведении отбора;</w:t>
      </w:r>
    </w:p>
    <w:p w:rsidR="007B01FE" w:rsidRPr="007B01FE" w:rsidRDefault="007B01FE" w:rsidP="00AB4C92">
      <w:pPr>
        <w:ind w:firstLine="709"/>
        <w:jc w:val="both"/>
        <w:rPr>
          <w:sz w:val="26"/>
          <w:szCs w:val="26"/>
        </w:rPr>
      </w:pPr>
      <w:r w:rsidRPr="007B01FE">
        <w:rPr>
          <w:sz w:val="26"/>
          <w:szCs w:val="26"/>
        </w:rPr>
        <w:t>в) несоответствие представленных участником отбора заявок и (или) документов требованиям, установленным в объявлении о проведении отбора;</w:t>
      </w:r>
    </w:p>
    <w:p w:rsidR="007B01FE" w:rsidRPr="007B01FE" w:rsidRDefault="007B01FE" w:rsidP="00AB4C92">
      <w:pPr>
        <w:ind w:firstLine="709"/>
        <w:jc w:val="both"/>
        <w:rPr>
          <w:sz w:val="26"/>
          <w:szCs w:val="26"/>
        </w:rPr>
      </w:pPr>
      <w:r w:rsidRPr="007B01FE">
        <w:rPr>
          <w:sz w:val="26"/>
          <w:szCs w:val="26"/>
        </w:rPr>
        <w:t>г)</w:t>
      </w:r>
      <w:r w:rsidR="00030707">
        <w:rPr>
          <w:sz w:val="26"/>
          <w:szCs w:val="26"/>
        </w:rPr>
        <w:t xml:space="preserve"> </w:t>
      </w:r>
      <w:r w:rsidRPr="007B01FE">
        <w:rPr>
          <w:sz w:val="26"/>
          <w:szCs w:val="26"/>
        </w:rPr>
        <w:t xml:space="preserve">недостоверность информации, содержащейся в документах, представленных участником </w:t>
      </w:r>
      <w:proofErr w:type="gramStart"/>
      <w:r w:rsidRPr="007B01FE">
        <w:rPr>
          <w:sz w:val="26"/>
          <w:szCs w:val="26"/>
        </w:rPr>
        <w:t>отбора</w:t>
      </w:r>
      <w:proofErr w:type="gramEnd"/>
      <w:r w:rsidRPr="007B01FE">
        <w:rPr>
          <w:sz w:val="26"/>
          <w:szCs w:val="26"/>
        </w:rPr>
        <w:t xml:space="preserve"> в целях подтверждения соответствия установлен</w:t>
      </w:r>
      <w:r w:rsidR="008D00D2">
        <w:rPr>
          <w:sz w:val="26"/>
          <w:szCs w:val="26"/>
        </w:rPr>
        <w:t>ным  настоящим Порядком</w:t>
      </w:r>
      <w:r w:rsidRPr="007B01FE">
        <w:rPr>
          <w:sz w:val="26"/>
          <w:szCs w:val="26"/>
        </w:rPr>
        <w:t xml:space="preserve"> требованиям;</w:t>
      </w:r>
    </w:p>
    <w:p w:rsidR="007B01FE" w:rsidRPr="007B01FE" w:rsidRDefault="007B01FE" w:rsidP="00AB4C92">
      <w:pPr>
        <w:ind w:firstLine="709"/>
        <w:jc w:val="both"/>
        <w:rPr>
          <w:sz w:val="26"/>
          <w:szCs w:val="26"/>
        </w:rPr>
      </w:pPr>
      <w:r w:rsidRPr="007B01FE">
        <w:rPr>
          <w:sz w:val="26"/>
          <w:szCs w:val="26"/>
        </w:rPr>
        <w:t>д) подача участником отбора заявки после даты и (или) времени, определенных для по</w:t>
      </w:r>
      <w:r w:rsidR="008D00D2">
        <w:rPr>
          <w:sz w:val="26"/>
          <w:szCs w:val="26"/>
        </w:rPr>
        <w:t>дачи заявок.</w:t>
      </w:r>
    </w:p>
    <w:p w:rsidR="007B01FE" w:rsidRPr="007B01FE" w:rsidRDefault="00DC1D15" w:rsidP="00AB4C92">
      <w:pPr>
        <w:ind w:firstLine="709"/>
        <w:jc w:val="both"/>
        <w:rPr>
          <w:sz w:val="26"/>
          <w:szCs w:val="26"/>
        </w:rPr>
      </w:pPr>
      <w:bookmarkStart w:id="8" w:name="Par295"/>
      <w:bookmarkEnd w:id="8"/>
      <w:r>
        <w:rPr>
          <w:sz w:val="26"/>
          <w:szCs w:val="26"/>
        </w:rPr>
        <w:lastRenderedPageBreak/>
        <w:t>2.16</w:t>
      </w:r>
      <w:r w:rsidR="007B01FE" w:rsidRPr="007B01FE">
        <w:rPr>
          <w:sz w:val="26"/>
          <w:szCs w:val="26"/>
        </w:rPr>
        <w:t xml:space="preserve">. В случае если в целях полного, всестороннего и объективного рассмотрения заявки необходимо получение информации и документов от участника отбора для разъяснений по представленным им документам и информации, </w:t>
      </w:r>
      <w:r w:rsidR="00F827ED">
        <w:rPr>
          <w:sz w:val="26"/>
          <w:szCs w:val="26"/>
        </w:rPr>
        <w:t>о</w:t>
      </w:r>
      <w:r w:rsidR="00F827ED" w:rsidRPr="00095A2A">
        <w:rPr>
          <w:sz w:val="26"/>
          <w:szCs w:val="26"/>
        </w:rPr>
        <w:t>тдел</w:t>
      </w:r>
      <w:r w:rsidR="00F827ED">
        <w:rPr>
          <w:sz w:val="26"/>
          <w:szCs w:val="26"/>
        </w:rPr>
        <w:t>ом</w:t>
      </w:r>
      <w:r w:rsidR="00F827ED" w:rsidRPr="00095A2A">
        <w:rPr>
          <w:sz w:val="26"/>
          <w:szCs w:val="26"/>
        </w:rPr>
        <w:t xml:space="preserve"> архитектуры и ЖКХ</w:t>
      </w:r>
      <w:r w:rsidR="007B01FE" w:rsidRPr="008D00D2">
        <w:rPr>
          <w:color w:val="FF0000"/>
          <w:sz w:val="26"/>
          <w:szCs w:val="26"/>
        </w:rPr>
        <w:t xml:space="preserve"> </w:t>
      </w:r>
      <w:r w:rsidR="007B01FE" w:rsidRPr="007B01FE">
        <w:rPr>
          <w:sz w:val="26"/>
          <w:szCs w:val="26"/>
        </w:rPr>
        <w:t>осуществляется запрос у участника отбора разъяснения в отношении документов и информации с использованием системы «Электронный бюджет», направляемый при необходимости в равной мере всем участникам отбора.</w:t>
      </w:r>
    </w:p>
    <w:p w:rsidR="007B01FE" w:rsidRPr="007B01FE" w:rsidRDefault="007B01FE" w:rsidP="00AB4C92">
      <w:pPr>
        <w:ind w:firstLine="709"/>
        <w:jc w:val="both"/>
        <w:rPr>
          <w:sz w:val="26"/>
          <w:szCs w:val="26"/>
        </w:rPr>
      </w:pPr>
      <w:bookmarkStart w:id="9" w:name="Par296"/>
      <w:bookmarkEnd w:id="9"/>
      <w:r w:rsidRPr="007B01FE">
        <w:rPr>
          <w:sz w:val="26"/>
          <w:szCs w:val="26"/>
        </w:rPr>
        <w:t xml:space="preserve">В запросе, указанном в </w:t>
      </w:r>
      <w:r w:rsidR="008D00D2">
        <w:rPr>
          <w:sz w:val="26"/>
          <w:szCs w:val="26"/>
        </w:rPr>
        <w:t>абзаце первом пункта</w:t>
      </w:r>
      <w:r w:rsidR="00DC1D15">
        <w:rPr>
          <w:sz w:val="26"/>
          <w:szCs w:val="26"/>
        </w:rPr>
        <w:t xml:space="preserve"> 2.16</w:t>
      </w:r>
      <w:r w:rsidRPr="007B01FE">
        <w:rPr>
          <w:sz w:val="26"/>
          <w:szCs w:val="26"/>
        </w:rPr>
        <w:t xml:space="preserve"> настоящего Порядка, </w:t>
      </w:r>
      <w:r w:rsidR="00C970FF" w:rsidRPr="00C970FF">
        <w:rPr>
          <w:color w:val="FF0000"/>
          <w:sz w:val="26"/>
          <w:szCs w:val="26"/>
          <w:highlight w:val="yellow"/>
        </w:rPr>
        <w:t xml:space="preserve"> </w:t>
      </w:r>
      <w:r w:rsidR="00F827ED">
        <w:rPr>
          <w:sz w:val="26"/>
          <w:szCs w:val="26"/>
        </w:rPr>
        <w:t>о</w:t>
      </w:r>
      <w:r w:rsidR="00F827ED" w:rsidRPr="00095A2A">
        <w:rPr>
          <w:sz w:val="26"/>
          <w:szCs w:val="26"/>
        </w:rPr>
        <w:t>тдел архитектуры и ЖКХ</w:t>
      </w:r>
      <w:r w:rsidR="002B09D9" w:rsidRPr="008D00D2">
        <w:rPr>
          <w:color w:val="FF0000"/>
          <w:sz w:val="26"/>
          <w:szCs w:val="26"/>
        </w:rPr>
        <w:t xml:space="preserve"> </w:t>
      </w:r>
      <w:r w:rsidRPr="007B01FE">
        <w:rPr>
          <w:sz w:val="26"/>
          <w:szCs w:val="26"/>
        </w:rPr>
        <w:t xml:space="preserve">устанавливает срок представления </w:t>
      </w:r>
      <w:r w:rsidR="008D00D2">
        <w:rPr>
          <w:sz w:val="26"/>
          <w:szCs w:val="26"/>
        </w:rPr>
        <w:t xml:space="preserve">участником отбора </w:t>
      </w:r>
      <w:r w:rsidRPr="007B01FE">
        <w:rPr>
          <w:sz w:val="26"/>
          <w:szCs w:val="26"/>
        </w:rPr>
        <w:t>разъяснения в отношении документов и информации, который</w:t>
      </w:r>
      <w:r w:rsidR="008D00D2">
        <w:rPr>
          <w:sz w:val="26"/>
          <w:szCs w:val="26"/>
        </w:rPr>
        <w:t xml:space="preserve"> должен составлять не менее 2-х</w:t>
      </w:r>
      <w:r w:rsidRPr="007B01FE">
        <w:rPr>
          <w:sz w:val="26"/>
          <w:szCs w:val="26"/>
        </w:rPr>
        <w:t xml:space="preserve"> рабочих дней со дня, следующего за днем размещения соответствующего запроса.</w:t>
      </w:r>
    </w:p>
    <w:p w:rsidR="007B01FE" w:rsidRPr="007B01FE" w:rsidRDefault="007B01FE" w:rsidP="00AB4C92">
      <w:pPr>
        <w:ind w:firstLine="709"/>
        <w:jc w:val="both"/>
        <w:rPr>
          <w:sz w:val="26"/>
          <w:szCs w:val="26"/>
        </w:rPr>
      </w:pPr>
      <w:r w:rsidRPr="007B01FE">
        <w:rPr>
          <w:sz w:val="26"/>
          <w:szCs w:val="26"/>
        </w:rPr>
        <w:t xml:space="preserve">Участник отбора формирует и представляет в систему «Электронный бюджет» информацию и документы, запрашиваемые в </w:t>
      </w:r>
      <w:r w:rsidR="008D00D2">
        <w:rPr>
          <w:sz w:val="26"/>
          <w:szCs w:val="26"/>
        </w:rPr>
        <w:t>запросе</w:t>
      </w:r>
      <w:r w:rsidRPr="007B01FE">
        <w:rPr>
          <w:sz w:val="26"/>
          <w:szCs w:val="26"/>
        </w:rPr>
        <w:t>, в сроки, установленные соответствующим запросом</w:t>
      </w:r>
      <w:r w:rsidR="0091469C">
        <w:rPr>
          <w:sz w:val="26"/>
          <w:szCs w:val="26"/>
        </w:rPr>
        <w:t>.</w:t>
      </w:r>
      <w:r w:rsidRPr="007B01FE">
        <w:rPr>
          <w:sz w:val="26"/>
          <w:szCs w:val="26"/>
        </w:rPr>
        <w:t xml:space="preserve"> </w:t>
      </w:r>
    </w:p>
    <w:p w:rsidR="00E67C92" w:rsidRPr="007B01FE" w:rsidRDefault="007B01FE" w:rsidP="00AB4C92">
      <w:pPr>
        <w:ind w:firstLine="709"/>
        <w:jc w:val="both"/>
        <w:rPr>
          <w:sz w:val="26"/>
          <w:szCs w:val="26"/>
        </w:rPr>
      </w:pPr>
      <w:r w:rsidRPr="007B01FE">
        <w:rPr>
          <w:sz w:val="26"/>
          <w:szCs w:val="26"/>
        </w:rPr>
        <w:t>В случае если участник отбора в ответ на запрос</w:t>
      </w:r>
      <w:r w:rsidR="0091469C">
        <w:rPr>
          <w:sz w:val="26"/>
          <w:szCs w:val="26"/>
        </w:rPr>
        <w:t xml:space="preserve"> </w:t>
      </w:r>
      <w:r w:rsidRPr="007B01FE">
        <w:rPr>
          <w:sz w:val="26"/>
          <w:szCs w:val="26"/>
        </w:rPr>
        <w:t>не представил запрашиваемые документы и информацию в срок, установленный соответствующим запросом</w:t>
      </w:r>
      <w:r w:rsidR="0091469C">
        <w:rPr>
          <w:sz w:val="26"/>
          <w:szCs w:val="26"/>
        </w:rPr>
        <w:t>,</w:t>
      </w:r>
      <w:r w:rsidRPr="007B01FE">
        <w:rPr>
          <w:sz w:val="26"/>
          <w:szCs w:val="26"/>
        </w:rPr>
        <w:t xml:space="preserve"> информация об этом включается в протокол подведения итогов отбора</w:t>
      </w:r>
      <w:r w:rsidR="0091469C">
        <w:rPr>
          <w:sz w:val="26"/>
          <w:szCs w:val="26"/>
        </w:rPr>
        <w:t>.</w:t>
      </w:r>
    </w:p>
    <w:p w:rsidR="00FD0BD2" w:rsidRDefault="00FD0BD2" w:rsidP="00AB4C92">
      <w:pPr>
        <w:ind w:firstLine="709"/>
        <w:jc w:val="both"/>
        <w:rPr>
          <w:sz w:val="26"/>
          <w:szCs w:val="26"/>
        </w:rPr>
      </w:pPr>
      <w:r w:rsidRPr="000A1331">
        <w:rPr>
          <w:sz w:val="26"/>
          <w:szCs w:val="26"/>
        </w:rPr>
        <w:t>2.1</w:t>
      </w:r>
      <w:r w:rsidR="00380801">
        <w:rPr>
          <w:sz w:val="26"/>
          <w:szCs w:val="26"/>
        </w:rPr>
        <w:t>7</w:t>
      </w:r>
      <w:r w:rsidRPr="000A1331">
        <w:rPr>
          <w:sz w:val="26"/>
          <w:szCs w:val="26"/>
        </w:rPr>
        <w:t>. Отбор признается несостоявшимся в следующих случаях:</w:t>
      </w:r>
    </w:p>
    <w:p w:rsidR="00FD0BD2" w:rsidRDefault="00FD0BD2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а)</w:t>
      </w:r>
      <w:r w:rsidRPr="00B71730">
        <w:rPr>
          <w:sz w:val="26"/>
          <w:szCs w:val="26"/>
        </w:rPr>
        <w:t xml:space="preserve"> </w:t>
      </w:r>
      <w:r w:rsidRPr="000A1331">
        <w:rPr>
          <w:sz w:val="26"/>
          <w:szCs w:val="26"/>
        </w:rPr>
        <w:t>по о</w:t>
      </w:r>
      <w:r>
        <w:rPr>
          <w:sz w:val="26"/>
          <w:szCs w:val="26"/>
        </w:rPr>
        <w:t>кончании срока подачи заявок подана только одна заявка;</w:t>
      </w:r>
    </w:p>
    <w:p w:rsidR="00FD0BD2" w:rsidRPr="000A1331" w:rsidRDefault="00FD0BD2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</w:t>
      </w:r>
      <w:r w:rsidRPr="000A1331">
        <w:rPr>
          <w:sz w:val="26"/>
          <w:szCs w:val="26"/>
        </w:rPr>
        <w:t>по результатам рассмотрения заявок</w:t>
      </w:r>
      <w:r>
        <w:rPr>
          <w:sz w:val="26"/>
          <w:szCs w:val="26"/>
        </w:rPr>
        <w:t xml:space="preserve"> только одна заявка соответствует требованиям, установленным в объявлении о проведении отбора;</w:t>
      </w:r>
    </w:p>
    <w:p w:rsidR="00FD0BD2" w:rsidRPr="000A1331" w:rsidRDefault="00FD0BD2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0A1331">
        <w:rPr>
          <w:sz w:val="26"/>
          <w:szCs w:val="26"/>
        </w:rPr>
        <w:t>) по окончании срока подачи заявок не подано ни одной заявки;</w:t>
      </w:r>
    </w:p>
    <w:p w:rsidR="00FD0BD2" w:rsidRDefault="00FD0BD2" w:rsidP="00AB4C92">
      <w:pPr>
        <w:ind w:firstLine="709"/>
        <w:jc w:val="both"/>
      </w:pPr>
      <w:r>
        <w:rPr>
          <w:sz w:val="26"/>
          <w:szCs w:val="26"/>
        </w:rPr>
        <w:t>г</w:t>
      </w:r>
      <w:r w:rsidRPr="000A1331">
        <w:rPr>
          <w:sz w:val="26"/>
          <w:szCs w:val="26"/>
        </w:rPr>
        <w:t>) по результатам рассмотрения заявок отклонены все заявки</w:t>
      </w:r>
      <w:r w:rsidRPr="00732EA3">
        <w:t>.</w:t>
      </w:r>
    </w:p>
    <w:p w:rsidR="00FD0BD2" w:rsidRPr="000234A1" w:rsidRDefault="00FD0BD2" w:rsidP="00AB4C92">
      <w:pPr>
        <w:ind w:firstLine="709"/>
        <w:jc w:val="both"/>
        <w:rPr>
          <w:sz w:val="26"/>
          <w:szCs w:val="26"/>
        </w:rPr>
      </w:pPr>
      <w:r w:rsidRPr="000234A1">
        <w:rPr>
          <w:sz w:val="26"/>
          <w:szCs w:val="26"/>
        </w:rPr>
        <w:t xml:space="preserve">Соглашение  заключается с участником отбора, признанного несостоявшимся, если </w:t>
      </w:r>
      <w:r>
        <w:rPr>
          <w:sz w:val="26"/>
          <w:szCs w:val="26"/>
        </w:rPr>
        <w:t>по результатам рассмотрения заявок единственная заявка признана соответствующей требованиям, установленным в объявлении о проведении отбора.</w:t>
      </w:r>
    </w:p>
    <w:p w:rsidR="00373FF0" w:rsidRDefault="008B1CAD" w:rsidP="00AB4C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380801">
        <w:rPr>
          <w:sz w:val="26"/>
          <w:szCs w:val="26"/>
        </w:rPr>
        <w:t>2.18</w:t>
      </w:r>
      <w:r w:rsidR="00373FF0">
        <w:rPr>
          <w:sz w:val="26"/>
          <w:szCs w:val="26"/>
        </w:rPr>
        <w:t xml:space="preserve">. Субсидия, распределяемая в рамках отбора, распределяется между участниками отбора, </w:t>
      </w:r>
      <w:r w:rsidR="00FF074D">
        <w:rPr>
          <w:sz w:val="26"/>
          <w:szCs w:val="26"/>
        </w:rPr>
        <w:t>включенными в рейтинг, следующим способом</w:t>
      </w:r>
      <w:r w:rsidR="00373FF0">
        <w:rPr>
          <w:sz w:val="26"/>
          <w:szCs w:val="26"/>
        </w:rPr>
        <w:t>:</w:t>
      </w:r>
      <w:r w:rsidR="00CC7A16">
        <w:rPr>
          <w:sz w:val="26"/>
          <w:szCs w:val="26"/>
        </w:rPr>
        <w:t xml:space="preserve"> </w:t>
      </w:r>
    </w:p>
    <w:p w:rsidR="008646B9" w:rsidRDefault="00F827ED" w:rsidP="00AB4C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73FF0">
        <w:rPr>
          <w:sz w:val="26"/>
          <w:szCs w:val="26"/>
        </w:rPr>
        <w:t>участнику отбора, которому присвоен первый порядковый номер в рейтинге, распределяется размер субсидии, равный значению</w:t>
      </w:r>
      <w:r w:rsidR="008646B9" w:rsidRPr="008646B9">
        <w:rPr>
          <w:sz w:val="26"/>
          <w:szCs w:val="26"/>
        </w:rPr>
        <w:t xml:space="preserve"> </w:t>
      </w:r>
      <w:r w:rsidR="008646B9">
        <w:rPr>
          <w:sz w:val="26"/>
          <w:szCs w:val="26"/>
        </w:rPr>
        <w:t xml:space="preserve">размера, указанному им в заявке, но не выше  размера субсидии, определенного объявлением о проведении отбора. </w:t>
      </w:r>
    </w:p>
    <w:p w:rsidR="00DF1429" w:rsidRDefault="00DF1429" w:rsidP="00AB4C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Если субсидия, распределяемая в рамках отбора, больше размера субсидии, указанного в заявке, поданной участником отбора, которому присвоен первый порядковый номер, оставшийся размер субсидии распределяется между остальными участниками отбора, включенными в рейтинг.</w:t>
      </w:r>
    </w:p>
    <w:p w:rsidR="008646B9" w:rsidRDefault="008646B9" w:rsidP="00AB4C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Каждому следующему участнику отбора, включенному в рейтинг, распределяется размер субсидии, равный размеру, указанному им в заявке, в случае если указанный им размер меньше нераспределенного размера субсидии либо равен ему.</w:t>
      </w:r>
    </w:p>
    <w:p w:rsidR="00DF1429" w:rsidRDefault="00DF1429" w:rsidP="00AB4C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Е</w:t>
      </w:r>
      <w:r w:rsidR="00995BDE">
        <w:rPr>
          <w:sz w:val="26"/>
          <w:szCs w:val="26"/>
        </w:rPr>
        <w:t>сли размер субсидии, указанный участни</w:t>
      </w:r>
      <w:r>
        <w:rPr>
          <w:sz w:val="26"/>
          <w:szCs w:val="26"/>
        </w:rPr>
        <w:t xml:space="preserve">ком отбора </w:t>
      </w:r>
      <w:r w:rsidR="00995BDE">
        <w:rPr>
          <w:sz w:val="26"/>
          <w:szCs w:val="26"/>
        </w:rPr>
        <w:t>в заявке, больше нераспределенного размера субсидии, такому участ</w:t>
      </w:r>
      <w:r>
        <w:rPr>
          <w:sz w:val="26"/>
          <w:szCs w:val="26"/>
        </w:rPr>
        <w:t>нику отбора</w:t>
      </w:r>
      <w:r w:rsidR="00995BDE">
        <w:rPr>
          <w:sz w:val="26"/>
          <w:szCs w:val="26"/>
        </w:rPr>
        <w:t xml:space="preserve"> при его согласии распределяется весь оставшийся н</w:t>
      </w:r>
      <w:r w:rsidR="00030707">
        <w:rPr>
          <w:sz w:val="26"/>
          <w:szCs w:val="26"/>
        </w:rPr>
        <w:t>ераспределенный размер субсидии.</w:t>
      </w:r>
    </w:p>
    <w:p w:rsidR="00921EA4" w:rsidRDefault="008B1CAD" w:rsidP="00AB4C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10" w:name="Par307"/>
      <w:bookmarkEnd w:id="10"/>
      <w:r>
        <w:rPr>
          <w:sz w:val="26"/>
          <w:szCs w:val="26"/>
        </w:rPr>
        <w:t xml:space="preserve">На основании протокола подведения итогов отбора получателей субсидий распределение субсидии между ее получателями утверждается </w:t>
      </w:r>
      <w:r w:rsidR="00500897" w:rsidRPr="00F827ED">
        <w:rPr>
          <w:sz w:val="26"/>
          <w:szCs w:val="26"/>
        </w:rPr>
        <w:t>нормативным правовым актом</w:t>
      </w:r>
      <w:r w:rsidRPr="00F827ED">
        <w:rPr>
          <w:sz w:val="26"/>
          <w:szCs w:val="26"/>
        </w:rPr>
        <w:t xml:space="preserve"> </w:t>
      </w:r>
      <w:r>
        <w:rPr>
          <w:sz w:val="26"/>
          <w:szCs w:val="26"/>
        </w:rPr>
        <w:t>администрации.</w:t>
      </w:r>
    </w:p>
    <w:p w:rsidR="00921EA4" w:rsidRPr="000A1331" w:rsidRDefault="00380801" w:rsidP="00AB4C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2.19</w:t>
      </w:r>
      <w:r w:rsidR="00921EA4" w:rsidRPr="00921EA4">
        <w:rPr>
          <w:sz w:val="26"/>
          <w:szCs w:val="26"/>
        </w:rPr>
        <w:t>. По результатам отбора получателей субсидий с победителями отбора</w:t>
      </w:r>
      <w:r w:rsidR="00921EA4" w:rsidRPr="00921EA4">
        <w:rPr>
          <w:b/>
          <w:sz w:val="26"/>
          <w:szCs w:val="26"/>
        </w:rPr>
        <w:t xml:space="preserve"> </w:t>
      </w:r>
      <w:r w:rsidR="00921EA4" w:rsidRPr="00921EA4">
        <w:rPr>
          <w:sz w:val="26"/>
          <w:szCs w:val="26"/>
        </w:rPr>
        <w:t xml:space="preserve">в </w:t>
      </w:r>
      <w:r w:rsidR="00921EA4" w:rsidRPr="00F827ED">
        <w:rPr>
          <w:sz w:val="26"/>
          <w:szCs w:val="26"/>
        </w:rPr>
        <w:t xml:space="preserve">течение 5 рабочих дней </w:t>
      </w:r>
      <w:r w:rsidR="00921EA4">
        <w:rPr>
          <w:sz w:val="26"/>
          <w:szCs w:val="26"/>
        </w:rPr>
        <w:t>заключается соглашение</w:t>
      </w:r>
      <w:r w:rsidR="00921EA4" w:rsidRPr="00B715CC">
        <w:rPr>
          <w:sz w:val="26"/>
          <w:szCs w:val="26"/>
        </w:rPr>
        <w:t xml:space="preserve"> </w:t>
      </w:r>
      <w:r w:rsidR="005E6F47" w:rsidRPr="005E6F47">
        <w:rPr>
          <w:sz w:val="26"/>
          <w:szCs w:val="26"/>
          <w:lang w:eastAsia="en-US"/>
        </w:rPr>
        <w:t>в системе «Электронный бюджет»</w:t>
      </w:r>
      <w:r w:rsidR="005E6F47" w:rsidRPr="005D4B86">
        <w:rPr>
          <w:lang w:eastAsia="en-US"/>
        </w:rPr>
        <w:t xml:space="preserve"> </w:t>
      </w:r>
      <w:r w:rsidR="005E6F47" w:rsidRPr="005E6F47">
        <w:rPr>
          <w:sz w:val="26"/>
          <w:szCs w:val="26"/>
          <w:lang w:eastAsia="en-US"/>
        </w:rPr>
        <w:lastRenderedPageBreak/>
        <w:t>(при наличии технической возможности)</w:t>
      </w:r>
      <w:r w:rsidR="005E6F47">
        <w:rPr>
          <w:sz w:val="26"/>
          <w:szCs w:val="26"/>
          <w:lang w:eastAsia="en-US"/>
        </w:rPr>
        <w:t xml:space="preserve"> </w:t>
      </w:r>
      <w:r w:rsidR="005E6F47" w:rsidRPr="00F827ED">
        <w:rPr>
          <w:sz w:val="26"/>
          <w:szCs w:val="26"/>
          <w:lang w:eastAsia="en-US"/>
        </w:rPr>
        <w:t xml:space="preserve">или в бумажном варианте </w:t>
      </w:r>
      <w:r w:rsidR="00921EA4">
        <w:rPr>
          <w:sz w:val="26"/>
          <w:szCs w:val="26"/>
        </w:rPr>
        <w:t>в соответствии с типовыми формами</w:t>
      </w:r>
      <w:r w:rsidR="00921EA4" w:rsidRPr="00802C08">
        <w:rPr>
          <w:sz w:val="26"/>
          <w:szCs w:val="26"/>
        </w:rPr>
        <w:t>, устан</w:t>
      </w:r>
      <w:r w:rsidR="00921EA4">
        <w:rPr>
          <w:sz w:val="26"/>
          <w:szCs w:val="26"/>
        </w:rPr>
        <w:t>овленными администрацией</w:t>
      </w:r>
      <w:r w:rsidR="00921EA4" w:rsidRPr="00802C08">
        <w:rPr>
          <w:sz w:val="26"/>
          <w:szCs w:val="26"/>
        </w:rPr>
        <w:t>.</w:t>
      </w:r>
    </w:p>
    <w:p w:rsidR="00921EA4" w:rsidRPr="008C5413" w:rsidRDefault="00921EA4" w:rsidP="00AB4C92">
      <w:pPr>
        <w:ind w:firstLine="709"/>
        <w:jc w:val="both"/>
        <w:rPr>
          <w:sz w:val="26"/>
          <w:szCs w:val="26"/>
        </w:rPr>
      </w:pPr>
      <w:r w:rsidRPr="008C5413">
        <w:rPr>
          <w:sz w:val="26"/>
          <w:szCs w:val="26"/>
        </w:rPr>
        <w:t>Победитель отбора в течение пяти рабочих дней со дня поступления соглашения на подписание в системе «Электронный бюджет» рассматривает и подписывает проект соглашения о предоставлении субсидии в системе «Электронный бюджет» усиленной квалифицированной электронной подписью.</w:t>
      </w:r>
    </w:p>
    <w:p w:rsidR="00402854" w:rsidRPr="00402854" w:rsidRDefault="00402854" w:rsidP="00AB4C92">
      <w:pPr>
        <w:spacing w:line="276" w:lineRule="auto"/>
        <w:ind w:firstLine="709"/>
        <w:jc w:val="both"/>
        <w:rPr>
          <w:sz w:val="26"/>
          <w:szCs w:val="26"/>
        </w:rPr>
      </w:pPr>
      <w:r w:rsidRPr="00402854">
        <w:rPr>
          <w:sz w:val="26"/>
          <w:szCs w:val="26"/>
        </w:rPr>
        <w:t>Если победитель отбора не подписал соглашение в течение указанного срока и не направил возражения по проекту соглашения, он считается уклонившимся от заключения соглашения.</w:t>
      </w:r>
    </w:p>
    <w:p w:rsidR="00921EA4" w:rsidRPr="000A1331" w:rsidRDefault="008D72D7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отказе победителя отбора от подписания соглашения или не подписания соглашения  в установленный о проведении отбора срок</w:t>
      </w:r>
      <w:r w:rsidR="00921EA4" w:rsidRPr="000A1331">
        <w:rPr>
          <w:sz w:val="26"/>
          <w:szCs w:val="26"/>
        </w:rPr>
        <w:t xml:space="preserve"> </w:t>
      </w:r>
      <w:r w:rsidR="00921EA4">
        <w:rPr>
          <w:sz w:val="26"/>
          <w:szCs w:val="26"/>
        </w:rPr>
        <w:t>соглашение заключается с участником отбора, заявка которого имеет следующий номер рейтинга после заявки победителя отбора.</w:t>
      </w:r>
    </w:p>
    <w:p w:rsidR="00921EA4" w:rsidRDefault="00921EA4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случае уменьшения администрации</w:t>
      </w:r>
      <w:r w:rsidRPr="000A1331">
        <w:rPr>
          <w:sz w:val="26"/>
          <w:szCs w:val="26"/>
        </w:rPr>
        <w:t xml:space="preserve"> ранее доведенных лимитов бюджетных обязательств, приводящего к невозможности предоставления субсидии в размере, определенном в соглашении, </w:t>
      </w:r>
      <w:r>
        <w:rPr>
          <w:sz w:val="26"/>
          <w:szCs w:val="26"/>
        </w:rPr>
        <w:t xml:space="preserve">заключается дополнительное соглашение к соглашению с указанием </w:t>
      </w:r>
      <w:r w:rsidRPr="000A1331">
        <w:rPr>
          <w:sz w:val="26"/>
          <w:szCs w:val="26"/>
        </w:rPr>
        <w:t xml:space="preserve">новых условий соглашения или </w:t>
      </w:r>
      <w:r>
        <w:rPr>
          <w:sz w:val="26"/>
          <w:szCs w:val="26"/>
        </w:rPr>
        <w:t xml:space="preserve">дополнительное соглашение </w:t>
      </w:r>
      <w:r w:rsidRPr="000A1331">
        <w:rPr>
          <w:sz w:val="26"/>
          <w:szCs w:val="26"/>
        </w:rPr>
        <w:t>о расторжении соглашения при не</w:t>
      </w:r>
      <w:r>
        <w:rPr>
          <w:sz w:val="26"/>
          <w:szCs w:val="26"/>
        </w:rPr>
        <w:t xml:space="preserve"> </w:t>
      </w:r>
      <w:r w:rsidRPr="000A1331">
        <w:rPr>
          <w:sz w:val="26"/>
          <w:szCs w:val="26"/>
        </w:rPr>
        <w:t xml:space="preserve">достижении согласия по новым </w:t>
      </w:r>
      <w:r>
        <w:rPr>
          <w:sz w:val="26"/>
          <w:szCs w:val="26"/>
        </w:rPr>
        <w:t>условиям</w:t>
      </w:r>
      <w:r w:rsidRPr="000A1331">
        <w:rPr>
          <w:sz w:val="26"/>
          <w:szCs w:val="26"/>
        </w:rPr>
        <w:t>.</w:t>
      </w:r>
    </w:p>
    <w:p w:rsidR="00921EA4" w:rsidRPr="000A1331" w:rsidRDefault="00921EA4" w:rsidP="00AB4C9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случаях увеличения администрации лимитов бюджетных обязательств на предоставление субсидии в пределах текущего финансового года и наличия участников отбора, прошедших отбор и не признанных победителями отбора по причине недостаточности лимитов бюджетных обязательств на предоставление субсидии, субсидия может распределяться без повторного проведения отбора с учетом присвоенного ранее номера в рейтинге или по решению </w:t>
      </w:r>
      <w:r w:rsidR="005E6F47" w:rsidRPr="00F827ED">
        <w:rPr>
          <w:sz w:val="26"/>
          <w:szCs w:val="26"/>
        </w:rPr>
        <w:t>комиссии</w:t>
      </w:r>
      <w:r w:rsidR="005E6F47" w:rsidRPr="005E6F47"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>может направляться победителям отбора предложение об увеличении размера субсидии.</w:t>
      </w:r>
    </w:p>
    <w:p w:rsidR="00921EA4" w:rsidRPr="000A1331" w:rsidRDefault="00921EA4" w:rsidP="00AB4C92">
      <w:pPr>
        <w:ind w:firstLine="709"/>
        <w:jc w:val="both"/>
        <w:rPr>
          <w:sz w:val="26"/>
          <w:szCs w:val="26"/>
        </w:rPr>
      </w:pPr>
      <w:r w:rsidRPr="000A1331">
        <w:rPr>
          <w:sz w:val="26"/>
          <w:szCs w:val="26"/>
        </w:rPr>
        <w:t>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</w:t>
      </w:r>
      <w:r w:rsidR="001701F4">
        <w:rPr>
          <w:sz w:val="26"/>
          <w:szCs w:val="26"/>
        </w:rPr>
        <w:t>ца, являющегося правопреемником.</w:t>
      </w:r>
    </w:p>
    <w:p w:rsidR="00921EA4" w:rsidRDefault="001701F4" w:rsidP="00AB4C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21EA4" w:rsidRPr="000A1331">
        <w:rPr>
          <w:sz w:val="26"/>
          <w:szCs w:val="26"/>
        </w:rPr>
        <w:t>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5A07EC" w:rsidRPr="000A1331" w:rsidRDefault="005A07EC" w:rsidP="00921EA4">
      <w:pPr>
        <w:ind w:firstLine="567"/>
        <w:jc w:val="both"/>
        <w:rPr>
          <w:sz w:val="26"/>
          <w:szCs w:val="26"/>
        </w:rPr>
      </w:pPr>
    </w:p>
    <w:p w:rsidR="00802C08" w:rsidRPr="00207881" w:rsidRDefault="00802C08" w:rsidP="00802C08">
      <w:pPr>
        <w:jc w:val="center"/>
        <w:rPr>
          <w:sz w:val="26"/>
          <w:szCs w:val="26"/>
        </w:rPr>
      </w:pPr>
      <w:r>
        <w:rPr>
          <w:sz w:val="26"/>
          <w:szCs w:val="26"/>
        </w:rPr>
        <w:t>3</w:t>
      </w:r>
      <w:r w:rsidRPr="00207881">
        <w:rPr>
          <w:sz w:val="26"/>
          <w:szCs w:val="26"/>
        </w:rPr>
        <w:t xml:space="preserve">. </w:t>
      </w:r>
      <w:r>
        <w:rPr>
          <w:sz w:val="26"/>
          <w:szCs w:val="26"/>
        </w:rPr>
        <w:t>У</w:t>
      </w:r>
      <w:r w:rsidRPr="00207881">
        <w:rPr>
          <w:sz w:val="26"/>
          <w:szCs w:val="26"/>
        </w:rPr>
        <w:t>словия и порядок предоставления субсидий</w:t>
      </w:r>
    </w:p>
    <w:p w:rsidR="00802C08" w:rsidRDefault="00802C08" w:rsidP="008B1CA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A27C13" w:rsidRDefault="00A27C13" w:rsidP="002760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</w:t>
      </w:r>
      <w:r w:rsidRPr="00207881">
        <w:rPr>
          <w:sz w:val="26"/>
          <w:szCs w:val="26"/>
        </w:rPr>
        <w:t xml:space="preserve">. </w:t>
      </w:r>
      <w:r w:rsidRPr="00EE4320">
        <w:rPr>
          <w:sz w:val="26"/>
          <w:szCs w:val="26"/>
        </w:rPr>
        <w:t>Предоставление субсидий осуществляется на безво</w:t>
      </w:r>
      <w:r>
        <w:rPr>
          <w:sz w:val="26"/>
          <w:szCs w:val="26"/>
        </w:rPr>
        <w:t>змездной и безвозвратной основе.</w:t>
      </w:r>
    </w:p>
    <w:p w:rsidR="0078004D" w:rsidRDefault="00A27C13" w:rsidP="00276078">
      <w:pPr>
        <w:ind w:firstLine="709"/>
        <w:jc w:val="both"/>
        <w:rPr>
          <w:sz w:val="26"/>
          <w:szCs w:val="26"/>
        </w:rPr>
      </w:pPr>
      <w:r w:rsidRPr="00207881">
        <w:rPr>
          <w:sz w:val="26"/>
          <w:szCs w:val="26"/>
        </w:rPr>
        <w:t>Субсидии предоставляются в соответствии со сводной бюджетной росписью, в пределах бюджетных ассигнований и установленных лимитов бюджетных обязательств на очередной финансовый год.</w:t>
      </w:r>
      <w:r w:rsidR="0078004D" w:rsidRPr="0078004D">
        <w:rPr>
          <w:sz w:val="26"/>
          <w:szCs w:val="26"/>
        </w:rPr>
        <w:t xml:space="preserve"> </w:t>
      </w:r>
    </w:p>
    <w:p w:rsidR="000357EF" w:rsidRDefault="0078004D" w:rsidP="00276078">
      <w:pPr>
        <w:ind w:firstLine="709"/>
        <w:jc w:val="both"/>
        <w:rPr>
          <w:sz w:val="26"/>
          <w:szCs w:val="26"/>
        </w:rPr>
      </w:pPr>
      <w:r w:rsidRPr="008C5D60">
        <w:rPr>
          <w:sz w:val="26"/>
          <w:szCs w:val="26"/>
        </w:rPr>
        <w:lastRenderedPageBreak/>
        <w:t>Размер субсидии определен муниципальной программой «</w:t>
      </w:r>
      <w:r>
        <w:rPr>
          <w:sz w:val="26"/>
          <w:szCs w:val="26"/>
        </w:rPr>
        <w:t xml:space="preserve">Реализация полномочий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 w:rsidR="00D3639E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района</w:t>
      </w:r>
      <w:r w:rsidRPr="008C5D60">
        <w:rPr>
          <w:sz w:val="26"/>
          <w:szCs w:val="26"/>
        </w:rPr>
        <w:t>»</w:t>
      </w:r>
      <w:r>
        <w:rPr>
          <w:sz w:val="26"/>
          <w:szCs w:val="26"/>
        </w:rPr>
        <w:t xml:space="preserve"> на соответствующий финансовый год.</w:t>
      </w:r>
    </w:p>
    <w:p w:rsidR="00DA0715" w:rsidRDefault="00DA0715" w:rsidP="002760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Pr="009F2FFA">
        <w:rPr>
          <w:sz w:val="26"/>
          <w:szCs w:val="26"/>
        </w:rPr>
        <w:t xml:space="preserve">При определении </w:t>
      </w:r>
      <w:r>
        <w:rPr>
          <w:sz w:val="26"/>
          <w:szCs w:val="26"/>
        </w:rPr>
        <w:t>размера</w:t>
      </w:r>
      <w:r w:rsidRPr="009F2FFA">
        <w:rPr>
          <w:sz w:val="26"/>
          <w:szCs w:val="26"/>
        </w:rPr>
        <w:t xml:space="preserve"> субсидии </w:t>
      </w:r>
      <w:r w:rsidR="008A6B32">
        <w:rPr>
          <w:sz w:val="26"/>
          <w:szCs w:val="26"/>
        </w:rPr>
        <w:t xml:space="preserve">на цели, установленные пунктом 1.3. настоящего Порядка, </w:t>
      </w:r>
      <w:r w:rsidRPr="009F2FFA">
        <w:rPr>
          <w:sz w:val="26"/>
          <w:szCs w:val="26"/>
        </w:rPr>
        <w:t>учитываются все расходы, непосредственно связанные с производством товаров, вып</w:t>
      </w:r>
      <w:r>
        <w:rPr>
          <w:sz w:val="26"/>
          <w:szCs w:val="26"/>
        </w:rPr>
        <w:t>олнением работ, оказанием услуг:</w:t>
      </w:r>
    </w:p>
    <w:p w:rsidR="00DA0715" w:rsidRDefault="00DA0715" w:rsidP="002760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E059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заработная плата сотрудников; </w:t>
      </w:r>
    </w:p>
    <w:p w:rsidR="00DA0715" w:rsidRDefault="00DA0715" w:rsidP="002760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E0593">
        <w:rPr>
          <w:sz w:val="26"/>
          <w:szCs w:val="26"/>
        </w:rPr>
        <w:t xml:space="preserve"> </w:t>
      </w:r>
      <w:r>
        <w:rPr>
          <w:sz w:val="26"/>
          <w:szCs w:val="26"/>
        </w:rPr>
        <w:t>оплата товаров, работ, услуг;</w:t>
      </w:r>
    </w:p>
    <w:p w:rsidR="009E0593" w:rsidRDefault="00DA0715" w:rsidP="00276078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-</w:t>
      </w:r>
      <w:r w:rsidR="009E0593">
        <w:rPr>
          <w:sz w:val="26"/>
          <w:szCs w:val="26"/>
        </w:rPr>
        <w:t xml:space="preserve"> </w:t>
      </w:r>
      <w:r w:rsidRPr="00166E8A">
        <w:rPr>
          <w:color w:val="000000"/>
          <w:sz w:val="26"/>
          <w:szCs w:val="26"/>
        </w:rPr>
        <w:t>уплата налогов, сборов, страховых взносов и иных обязательных платежей в бюджетную систему Российской Федерации;</w:t>
      </w:r>
    </w:p>
    <w:p w:rsidR="00DA0715" w:rsidRDefault="00DA0715" w:rsidP="00276078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>-</w:t>
      </w:r>
      <w:r w:rsidR="009E0593">
        <w:rPr>
          <w:color w:val="000000"/>
          <w:sz w:val="28"/>
          <w:szCs w:val="28"/>
        </w:rPr>
        <w:t xml:space="preserve"> </w:t>
      </w:r>
      <w:r>
        <w:rPr>
          <w:color w:val="000000"/>
          <w:sz w:val="26"/>
          <w:szCs w:val="26"/>
        </w:rPr>
        <w:t>амортизация</w:t>
      </w:r>
      <w:r w:rsidR="00D3639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имущества (за исключением имущества, безвозмездно полученного муниципальными унитарными предприятиями от администрации);</w:t>
      </w:r>
    </w:p>
    <w:p w:rsidR="00DA0715" w:rsidRDefault="008F3EC4" w:rsidP="00276078">
      <w:pPr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="00DA0715">
        <w:rPr>
          <w:color w:val="000000"/>
          <w:sz w:val="26"/>
          <w:szCs w:val="26"/>
        </w:rPr>
        <w:t>-</w:t>
      </w:r>
      <w:r w:rsidR="009E0593">
        <w:rPr>
          <w:color w:val="000000"/>
          <w:sz w:val="26"/>
          <w:szCs w:val="26"/>
        </w:rPr>
        <w:t xml:space="preserve"> </w:t>
      </w:r>
      <w:r w:rsidR="00DA0715">
        <w:rPr>
          <w:color w:val="000000"/>
          <w:sz w:val="26"/>
          <w:szCs w:val="26"/>
        </w:rPr>
        <w:t>прочие расходы.</w:t>
      </w:r>
    </w:p>
    <w:p w:rsidR="00F77D2A" w:rsidRDefault="000357EF" w:rsidP="002760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8A6B32">
        <w:rPr>
          <w:sz w:val="26"/>
          <w:szCs w:val="26"/>
        </w:rPr>
        <w:t>.3</w:t>
      </w:r>
      <w:r w:rsidR="00802C08" w:rsidRPr="00802C08">
        <w:rPr>
          <w:sz w:val="26"/>
          <w:szCs w:val="26"/>
        </w:rPr>
        <w:t xml:space="preserve">. </w:t>
      </w:r>
      <w:bookmarkStart w:id="11" w:name="_Hlk183704808"/>
      <w:r w:rsidR="00802C08" w:rsidRPr="00802C08">
        <w:rPr>
          <w:sz w:val="26"/>
          <w:szCs w:val="26"/>
        </w:rPr>
        <w:t>Предоставление субсидий осуществляется получателям субсидий, признанным по итогам отбора победителями, при их соответствии тре</w:t>
      </w:r>
      <w:r w:rsidR="00380801">
        <w:rPr>
          <w:sz w:val="26"/>
          <w:szCs w:val="26"/>
        </w:rPr>
        <w:t>бованиям, указанным в пункте 2.7</w:t>
      </w:r>
      <w:r w:rsidR="00802C08" w:rsidRPr="00802C08">
        <w:rPr>
          <w:sz w:val="26"/>
          <w:szCs w:val="26"/>
        </w:rPr>
        <w:t xml:space="preserve"> настоящего Порядка, на </w:t>
      </w:r>
      <w:r w:rsidR="008F3EC4">
        <w:rPr>
          <w:sz w:val="26"/>
          <w:szCs w:val="26"/>
        </w:rPr>
        <w:t>основании заключенных с администрацией соглашений.</w:t>
      </w:r>
      <w:r w:rsidR="00F77D2A" w:rsidRPr="00F77D2A">
        <w:rPr>
          <w:sz w:val="26"/>
          <w:szCs w:val="26"/>
        </w:rPr>
        <w:t xml:space="preserve"> </w:t>
      </w:r>
    </w:p>
    <w:p w:rsidR="00F77D2A" w:rsidRPr="00762C41" w:rsidRDefault="00F77D2A" w:rsidP="00276078">
      <w:pPr>
        <w:ind w:firstLine="709"/>
        <w:jc w:val="both"/>
        <w:rPr>
          <w:sz w:val="26"/>
          <w:szCs w:val="26"/>
        </w:rPr>
      </w:pPr>
      <w:r w:rsidRPr="00762C41">
        <w:rPr>
          <w:sz w:val="26"/>
          <w:szCs w:val="26"/>
        </w:rPr>
        <w:t>В указанных соглашениях должны быть предусмотрены:</w:t>
      </w:r>
    </w:p>
    <w:p w:rsidR="00F77D2A" w:rsidRPr="00762C41" w:rsidRDefault="00F77D2A" w:rsidP="00276078">
      <w:pPr>
        <w:ind w:firstLine="709"/>
        <w:jc w:val="both"/>
        <w:rPr>
          <w:sz w:val="26"/>
          <w:szCs w:val="26"/>
        </w:rPr>
      </w:pPr>
      <w:r w:rsidRPr="00762C41">
        <w:rPr>
          <w:sz w:val="26"/>
          <w:szCs w:val="26"/>
        </w:rPr>
        <w:t>- цели и условия, сроки предоставления субсидии;</w:t>
      </w:r>
    </w:p>
    <w:p w:rsidR="00F77D2A" w:rsidRPr="00207881" w:rsidRDefault="00F77D2A" w:rsidP="00276078">
      <w:pPr>
        <w:ind w:firstLine="709"/>
        <w:jc w:val="both"/>
        <w:rPr>
          <w:sz w:val="26"/>
          <w:szCs w:val="26"/>
        </w:rPr>
      </w:pPr>
      <w:r w:rsidRPr="00207881">
        <w:rPr>
          <w:sz w:val="26"/>
          <w:szCs w:val="26"/>
        </w:rPr>
        <w:t>- размер субсидии</w:t>
      </w:r>
      <w:r>
        <w:rPr>
          <w:sz w:val="26"/>
          <w:szCs w:val="26"/>
        </w:rPr>
        <w:t>;</w:t>
      </w:r>
    </w:p>
    <w:p w:rsidR="00F77D2A" w:rsidRPr="00207881" w:rsidRDefault="00F77D2A" w:rsidP="00276078">
      <w:pPr>
        <w:ind w:firstLine="709"/>
        <w:jc w:val="both"/>
        <w:rPr>
          <w:sz w:val="26"/>
          <w:szCs w:val="26"/>
        </w:rPr>
      </w:pPr>
      <w:r w:rsidRPr="00207881">
        <w:rPr>
          <w:sz w:val="26"/>
          <w:szCs w:val="26"/>
        </w:rPr>
        <w:t>-</w:t>
      </w:r>
      <w:r w:rsidR="009E0593">
        <w:rPr>
          <w:sz w:val="26"/>
          <w:szCs w:val="26"/>
        </w:rPr>
        <w:t xml:space="preserve"> </w:t>
      </w:r>
      <w:r w:rsidRPr="00CE2990">
        <w:rPr>
          <w:sz w:val="26"/>
          <w:szCs w:val="26"/>
        </w:rPr>
        <w:t>обязательства получателей субсидии по целевому использованию субсидии;</w:t>
      </w:r>
    </w:p>
    <w:p w:rsidR="00F77D2A" w:rsidRPr="00207881" w:rsidRDefault="00D3639E" w:rsidP="002760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формы и порядок </w:t>
      </w:r>
      <w:r w:rsidR="00F77D2A" w:rsidRPr="00207881">
        <w:rPr>
          <w:sz w:val="26"/>
          <w:szCs w:val="26"/>
        </w:rPr>
        <w:t>предоставления отчетности о результатах выполнения получателем субсидий установленных условий;</w:t>
      </w:r>
    </w:p>
    <w:p w:rsidR="00F77D2A" w:rsidRPr="00207881" w:rsidRDefault="00F77D2A" w:rsidP="00276078">
      <w:pPr>
        <w:ind w:firstLine="709"/>
        <w:jc w:val="both"/>
        <w:rPr>
          <w:sz w:val="26"/>
          <w:szCs w:val="26"/>
        </w:rPr>
      </w:pPr>
      <w:r w:rsidRPr="00207881">
        <w:rPr>
          <w:sz w:val="26"/>
          <w:szCs w:val="26"/>
        </w:rPr>
        <w:t>- порядок возврата субсидий в случае нарушения условий, установленных при их предоставлении;</w:t>
      </w:r>
    </w:p>
    <w:p w:rsidR="00802C08" w:rsidRPr="00802C08" w:rsidRDefault="00F77D2A" w:rsidP="00276078">
      <w:pPr>
        <w:ind w:firstLine="709"/>
        <w:jc w:val="both"/>
        <w:rPr>
          <w:sz w:val="26"/>
          <w:szCs w:val="26"/>
        </w:rPr>
      </w:pPr>
      <w:r w:rsidRPr="00207881">
        <w:rPr>
          <w:sz w:val="26"/>
          <w:szCs w:val="26"/>
        </w:rPr>
        <w:t>- ответственность за несоблюдение сторонами условий предоставления субсидий.</w:t>
      </w:r>
    </w:p>
    <w:bookmarkEnd w:id="11"/>
    <w:p w:rsidR="009B1C10" w:rsidRPr="00F827ED" w:rsidRDefault="009B1C10" w:rsidP="00276078">
      <w:pPr>
        <w:ind w:firstLine="709"/>
        <w:jc w:val="both"/>
        <w:rPr>
          <w:sz w:val="26"/>
          <w:szCs w:val="26"/>
        </w:rPr>
      </w:pPr>
      <w:r w:rsidRPr="00F827ED">
        <w:rPr>
          <w:sz w:val="26"/>
          <w:szCs w:val="26"/>
        </w:rPr>
        <w:t>Соглашением не предусматривается достижение конкретных целевых показателей предоставлением субсидий.  Показатели в части материальных и нематериальных объектов и (или) услуг, их детализация  для получателя субсидий соглашением не устанавливается</w:t>
      </w:r>
      <w:r w:rsidR="003B134B">
        <w:rPr>
          <w:sz w:val="26"/>
          <w:szCs w:val="26"/>
        </w:rPr>
        <w:t>.</w:t>
      </w:r>
    </w:p>
    <w:p w:rsidR="00F77D2A" w:rsidRDefault="00F77D2A" w:rsidP="002760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802C08">
        <w:rPr>
          <w:sz w:val="26"/>
          <w:szCs w:val="26"/>
        </w:rPr>
        <w:t xml:space="preserve">ри необходимости </w:t>
      </w:r>
      <w:r>
        <w:rPr>
          <w:sz w:val="26"/>
          <w:szCs w:val="26"/>
        </w:rPr>
        <w:t>стороны соглашения</w:t>
      </w:r>
      <w:r w:rsidR="00802C08" w:rsidRPr="00802C08">
        <w:rPr>
          <w:sz w:val="26"/>
          <w:szCs w:val="26"/>
        </w:rPr>
        <w:t xml:space="preserve"> закл</w:t>
      </w:r>
      <w:r>
        <w:rPr>
          <w:sz w:val="26"/>
          <w:szCs w:val="26"/>
        </w:rPr>
        <w:t>ючают дополнительное соглашение.</w:t>
      </w:r>
    </w:p>
    <w:p w:rsidR="00DE14D1" w:rsidRDefault="00DE14D1" w:rsidP="00276078">
      <w:pPr>
        <w:ind w:firstLine="709"/>
        <w:jc w:val="both"/>
        <w:rPr>
          <w:sz w:val="26"/>
          <w:szCs w:val="26"/>
        </w:rPr>
      </w:pPr>
      <w:bookmarkStart w:id="12" w:name="_Hlk183686053"/>
      <w:r>
        <w:rPr>
          <w:sz w:val="26"/>
          <w:szCs w:val="26"/>
        </w:rPr>
        <w:t>3.4</w:t>
      </w:r>
      <w:r w:rsidRPr="00207881">
        <w:rPr>
          <w:sz w:val="26"/>
          <w:szCs w:val="26"/>
        </w:rPr>
        <w:t>. Получатели субсидий предоставляют главному распорядителю бюджетных средств финансовую отчетность об использовании субсидий в порядке, установленном соглашением</w:t>
      </w:r>
      <w:r>
        <w:rPr>
          <w:sz w:val="26"/>
          <w:szCs w:val="26"/>
        </w:rPr>
        <w:t xml:space="preserve"> о предоставлении субсидии</w:t>
      </w:r>
      <w:r w:rsidRPr="00207881">
        <w:rPr>
          <w:sz w:val="26"/>
          <w:szCs w:val="26"/>
        </w:rPr>
        <w:t>.</w:t>
      </w:r>
    </w:p>
    <w:p w:rsidR="00DE14D1" w:rsidRDefault="00DE14D1" w:rsidP="002760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</w:t>
      </w:r>
      <w:r w:rsidRPr="00207881">
        <w:rPr>
          <w:sz w:val="26"/>
          <w:szCs w:val="26"/>
        </w:rPr>
        <w:t xml:space="preserve">. Субсидии перечисляются </w:t>
      </w:r>
      <w:r>
        <w:rPr>
          <w:sz w:val="26"/>
          <w:szCs w:val="26"/>
        </w:rPr>
        <w:t>ежемесячно в следующем порядке.</w:t>
      </w:r>
    </w:p>
    <w:p w:rsidR="00DE14D1" w:rsidRPr="00833531" w:rsidRDefault="00DE14D1" w:rsidP="00276078">
      <w:pPr>
        <w:ind w:firstLine="709"/>
        <w:jc w:val="both"/>
        <w:rPr>
          <w:sz w:val="26"/>
          <w:szCs w:val="26"/>
        </w:rPr>
      </w:pPr>
      <w:r w:rsidRPr="00833531">
        <w:rPr>
          <w:sz w:val="26"/>
          <w:szCs w:val="26"/>
        </w:rPr>
        <w:t xml:space="preserve">Ежемесячно </w:t>
      </w:r>
      <w:r w:rsidRPr="005C7C8A">
        <w:rPr>
          <w:sz w:val="26"/>
          <w:szCs w:val="26"/>
        </w:rPr>
        <w:t>до 20-го числа</w:t>
      </w:r>
      <w:r w:rsidRPr="00833531">
        <w:rPr>
          <w:sz w:val="26"/>
          <w:szCs w:val="26"/>
        </w:rPr>
        <w:t xml:space="preserve"> месяца, следующего за отчетным, за декабрь - не позднее 25 декабря текущего финансового года получатель субсидии предоставляет:</w:t>
      </w:r>
    </w:p>
    <w:p w:rsidR="00DE14D1" w:rsidRPr="002B6227" w:rsidRDefault="00DE14D1" w:rsidP="00276078">
      <w:pPr>
        <w:ind w:firstLine="709"/>
        <w:jc w:val="both"/>
        <w:rPr>
          <w:sz w:val="26"/>
          <w:szCs w:val="26"/>
        </w:rPr>
      </w:pPr>
      <w:r w:rsidRPr="002B6227">
        <w:rPr>
          <w:sz w:val="26"/>
          <w:szCs w:val="26"/>
        </w:rPr>
        <w:t>- заявление о предоставлении субсиди</w:t>
      </w:r>
      <w:r w:rsidR="00380801">
        <w:rPr>
          <w:sz w:val="26"/>
          <w:szCs w:val="26"/>
        </w:rPr>
        <w:t>и по форме согласно Приложению 2</w:t>
      </w:r>
      <w:r w:rsidRPr="002B6227">
        <w:rPr>
          <w:sz w:val="26"/>
          <w:szCs w:val="26"/>
        </w:rPr>
        <w:t xml:space="preserve"> к настоящему Порядку;</w:t>
      </w:r>
    </w:p>
    <w:p w:rsidR="00DE14D1" w:rsidRPr="002B6227" w:rsidRDefault="00DE14D1" w:rsidP="00276078">
      <w:pPr>
        <w:ind w:firstLine="709"/>
        <w:jc w:val="both"/>
        <w:rPr>
          <w:sz w:val="26"/>
          <w:szCs w:val="26"/>
        </w:rPr>
      </w:pPr>
      <w:r w:rsidRPr="002B6227">
        <w:rPr>
          <w:sz w:val="26"/>
          <w:szCs w:val="26"/>
        </w:rPr>
        <w:t>- отчет о затратах (недополученных доходах), в связи с производством (реализацией) товаров, выполнением работ, оказанием услуг</w:t>
      </w:r>
      <w:r w:rsidR="00D3639E">
        <w:rPr>
          <w:sz w:val="26"/>
          <w:szCs w:val="26"/>
        </w:rPr>
        <w:t xml:space="preserve">, </w:t>
      </w:r>
      <w:r w:rsidRPr="002B6227">
        <w:rPr>
          <w:sz w:val="26"/>
          <w:szCs w:val="26"/>
        </w:rPr>
        <w:t>источником финансового обеспечения которых является субсидия</w:t>
      </w:r>
      <w:r w:rsidR="00D3639E">
        <w:rPr>
          <w:sz w:val="26"/>
          <w:szCs w:val="26"/>
        </w:rPr>
        <w:t>,</w:t>
      </w:r>
      <w:r w:rsidR="00380801">
        <w:rPr>
          <w:sz w:val="26"/>
          <w:szCs w:val="26"/>
        </w:rPr>
        <w:t xml:space="preserve"> по форме согласно Приложению 3</w:t>
      </w:r>
      <w:r w:rsidRPr="002B6227">
        <w:rPr>
          <w:sz w:val="26"/>
          <w:szCs w:val="26"/>
        </w:rPr>
        <w:t xml:space="preserve"> к настоящему Порядку;</w:t>
      </w:r>
    </w:p>
    <w:p w:rsidR="00DE14D1" w:rsidRDefault="00DE14D1" w:rsidP="00276078">
      <w:pPr>
        <w:ind w:firstLine="709"/>
        <w:jc w:val="both"/>
        <w:rPr>
          <w:sz w:val="26"/>
          <w:szCs w:val="26"/>
        </w:rPr>
      </w:pPr>
      <w:r w:rsidRPr="002B6227">
        <w:rPr>
          <w:sz w:val="26"/>
          <w:szCs w:val="26"/>
        </w:rPr>
        <w:t>- отчет об использовании субсидии по форме согласно Пр</w:t>
      </w:r>
      <w:r w:rsidR="00380801">
        <w:rPr>
          <w:sz w:val="26"/>
          <w:szCs w:val="26"/>
        </w:rPr>
        <w:t>иложению 4</w:t>
      </w:r>
      <w:r>
        <w:rPr>
          <w:sz w:val="26"/>
          <w:szCs w:val="26"/>
        </w:rPr>
        <w:t xml:space="preserve"> к настоящему Порядку;</w:t>
      </w:r>
    </w:p>
    <w:p w:rsidR="00DE14D1" w:rsidRPr="002B6227" w:rsidRDefault="00DE14D1" w:rsidP="002760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отчет об объемах выполненных работ </w:t>
      </w:r>
      <w:r w:rsidRPr="002B6227">
        <w:rPr>
          <w:sz w:val="26"/>
          <w:szCs w:val="26"/>
        </w:rPr>
        <w:t>по форме согласно Пр</w:t>
      </w:r>
      <w:r w:rsidR="00380801">
        <w:rPr>
          <w:sz w:val="26"/>
          <w:szCs w:val="26"/>
        </w:rPr>
        <w:t>иложению 5</w:t>
      </w:r>
      <w:r>
        <w:rPr>
          <w:sz w:val="26"/>
          <w:szCs w:val="26"/>
        </w:rPr>
        <w:t xml:space="preserve"> к настоящему Порядку.</w:t>
      </w:r>
    </w:p>
    <w:p w:rsidR="00DE14D1" w:rsidRDefault="00DE14D1" w:rsidP="00276078">
      <w:pPr>
        <w:ind w:firstLine="709"/>
        <w:jc w:val="both"/>
        <w:rPr>
          <w:sz w:val="26"/>
          <w:szCs w:val="26"/>
        </w:rPr>
      </w:pPr>
      <w:r w:rsidRPr="00833531">
        <w:rPr>
          <w:sz w:val="26"/>
          <w:szCs w:val="26"/>
        </w:rPr>
        <w:lastRenderedPageBreak/>
        <w:t>Администрация вправе требовать дополнительные документы, необходимые для проверки предоставленных отчетов.</w:t>
      </w:r>
    </w:p>
    <w:p w:rsidR="006C1324" w:rsidRDefault="006C1324" w:rsidP="00276078">
      <w:pPr>
        <w:ind w:firstLine="709"/>
        <w:jc w:val="both"/>
        <w:rPr>
          <w:sz w:val="26"/>
          <w:szCs w:val="26"/>
        </w:rPr>
      </w:pPr>
      <w:r w:rsidRPr="00887B4F">
        <w:rPr>
          <w:sz w:val="26"/>
          <w:szCs w:val="26"/>
        </w:rPr>
        <w:t xml:space="preserve">Допускается перечисление субсидии без документов, указанных в третьем абзаце настоящего пункта, на основании заявки получателя на приоритетные направления </w:t>
      </w:r>
      <w:r w:rsidR="001701F4">
        <w:rPr>
          <w:sz w:val="26"/>
          <w:szCs w:val="26"/>
        </w:rPr>
        <w:t>деятельности, определенные п.1.3</w:t>
      </w:r>
      <w:r w:rsidRPr="00887B4F">
        <w:rPr>
          <w:sz w:val="26"/>
          <w:szCs w:val="26"/>
        </w:rPr>
        <w:t xml:space="preserve">. настоящего </w:t>
      </w:r>
      <w:r w:rsidR="00D3639E">
        <w:rPr>
          <w:sz w:val="26"/>
          <w:szCs w:val="26"/>
        </w:rPr>
        <w:t>П</w:t>
      </w:r>
      <w:r w:rsidRPr="00887B4F">
        <w:rPr>
          <w:sz w:val="26"/>
          <w:szCs w:val="26"/>
        </w:rPr>
        <w:t>орядка, но не более 20 (двадцати) процентов от общей суммы субсидии по каждому направлению в рамках заключенного соглашения.</w:t>
      </w:r>
    </w:p>
    <w:p w:rsidR="006C1324" w:rsidRPr="00833531" w:rsidRDefault="006C1324" w:rsidP="00276078">
      <w:pPr>
        <w:ind w:firstLine="709"/>
        <w:jc w:val="both"/>
        <w:rPr>
          <w:sz w:val="26"/>
          <w:szCs w:val="26"/>
        </w:rPr>
      </w:pPr>
      <w:r w:rsidRPr="007617A0">
        <w:rPr>
          <w:sz w:val="26"/>
          <w:szCs w:val="26"/>
        </w:rPr>
        <w:t>Ответственность за достоверность предоставленных данных возлагается на получателя субсидии.</w:t>
      </w:r>
    </w:p>
    <w:p w:rsidR="006C1324" w:rsidRPr="00833531" w:rsidRDefault="006C1324" w:rsidP="002760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833531">
        <w:rPr>
          <w:sz w:val="26"/>
          <w:szCs w:val="26"/>
        </w:rPr>
        <w:t>.</w:t>
      </w:r>
      <w:r>
        <w:rPr>
          <w:sz w:val="26"/>
          <w:szCs w:val="26"/>
        </w:rPr>
        <w:t>6</w:t>
      </w:r>
      <w:r w:rsidRPr="00833531">
        <w:rPr>
          <w:sz w:val="26"/>
          <w:szCs w:val="26"/>
        </w:rPr>
        <w:t xml:space="preserve">. </w:t>
      </w:r>
      <w:r w:rsidRPr="00F827ED">
        <w:rPr>
          <w:sz w:val="26"/>
          <w:szCs w:val="26"/>
        </w:rPr>
        <w:t xml:space="preserve">Отдел архитектуры и ЖКХ </w:t>
      </w:r>
      <w:r>
        <w:rPr>
          <w:sz w:val="26"/>
          <w:szCs w:val="26"/>
        </w:rPr>
        <w:t xml:space="preserve">совместно с отделом учета и отчетности администрации </w:t>
      </w:r>
      <w:r w:rsidRPr="00833531">
        <w:rPr>
          <w:sz w:val="26"/>
          <w:szCs w:val="26"/>
        </w:rPr>
        <w:t>в течение 5 рабочих дней рассматривает предоставленные документы на соотв</w:t>
      </w:r>
      <w:r>
        <w:rPr>
          <w:sz w:val="26"/>
          <w:szCs w:val="26"/>
        </w:rPr>
        <w:t>етствие требованиям настоящего П</w:t>
      </w:r>
      <w:r w:rsidRPr="00833531">
        <w:rPr>
          <w:sz w:val="26"/>
          <w:szCs w:val="26"/>
        </w:rPr>
        <w:t>орядка и заключенного соглашения о предоставлении из бюджета р</w:t>
      </w:r>
      <w:r w:rsidR="001701F4">
        <w:rPr>
          <w:sz w:val="26"/>
          <w:szCs w:val="26"/>
        </w:rPr>
        <w:t>айона субсидии</w:t>
      </w:r>
      <w:r w:rsidRPr="00833531">
        <w:rPr>
          <w:sz w:val="26"/>
          <w:szCs w:val="26"/>
        </w:rPr>
        <w:t>.</w:t>
      </w:r>
    </w:p>
    <w:p w:rsidR="006C1324" w:rsidRPr="00833531" w:rsidRDefault="006C1324" w:rsidP="00276078">
      <w:pPr>
        <w:ind w:firstLine="709"/>
        <w:jc w:val="both"/>
        <w:rPr>
          <w:sz w:val="26"/>
          <w:szCs w:val="26"/>
        </w:rPr>
      </w:pPr>
      <w:r w:rsidRPr="00833531">
        <w:rPr>
          <w:sz w:val="26"/>
          <w:szCs w:val="26"/>
        </w:rPr>
        <w:t>В случае соответствия предоставленных док</w:t>
      </w:r>
      <w:r>
        <w:rPr>
          <w:sz w:val="26"/>
          <w:szCs w:val="26"/>
        </w:rPr>
        <w:t>ументов требованиям настоящего П</w:t>
      </w:r>
      <w:r w:rsidRPr="00833531">
        <w:rPr>
          <w:sz w:val="26"/>
          <w:szCs w:val="26"/>
        </w:rPr>
        <w:t xml:space="preserve">орядка и заключенного соглашения о предоставлении </w:t>
      </w:r>
      <w:r>
        <w:rPr>
          <w:sz w:val="26"/>
          <w:szCs w:val="26"/>
        </w:rPr>
        <w:t xml:space="preserve">субсидии </w:t>
      </w:r>
      <w:r w:rsidRPr="00833531">
        <w:rPr>
          <w:sz w:val="26"/>
          <w:szCs w:val="26"/>
        </w:rPr>
        <w:t xml:space="preserve">из бюджета </w:t>
      </w:r>
      <w:r>
        <w:rPr>
          <w:sz w:val="26"/>
          <w:szCs w:val="26"/>
        </w:rPr>
        <w:t>района</w:t>
      </w:r>
      <w:r w:rsidR="00313AE2">
        <w:rPr>
          <w:sz w:val="26"/>
          <w:szCs w:val="26"/>
        </w:rPr>
        <w:t>,</w:t>
      </w:r>
      <w:r>
        <w:rPr>
          <w:sz w:val="26"/>
          <w:szCs w:val="26"/>
        </w:rPr>
        <w:t xml:space="preserve"> получателю </w:t>
      </w:r>
      <w:r w:rsidRPr="00833531">
        <w:rPr>
          <w:sz w:val="26"/>
          <w:szCs w:val="26"/>
        </w:rPr>
        <w:t>перечисляет</w:t>
      </w:r>
      <w:r>
        <w:rPr>
          <w:sz w:val="26"/>
          <w:szCs w:val="26"/>
        </w:rPr>
        <w:t>ся субсидия</w:t>
      </w:r>
      <w:r w:rsidRPr="00833531">
        <w:rPr>
          <w:sz w:val="26"/>
          <w:szCs w:val="26"/>
        </w:rPr>
        <w:t xml:space="preserve"> в соответствии  с бюджетным законод</w:t>
      </w:r>
      <w:r w:rsidR="00F0607C">
        <w:rPr>
          <w:sz w:val="26"/>
          <w:szCs w:val="26"/>
        </w:rPr>
        <w:t>ательством Российской Федерации</w:t>
      </w:r>
      <w:r w:rsidRPr="00833531">
        <w:rPr>
          <w:sz w:val="26"/>
          <w:szCs w:val="26"/>
        </w:rPr>
        <w:t xml:space="preserve"> в пределах лимитов бюджетных обязательств, утвержденных в бюджете района и заключенных соглашений на </w:t>
      </w:r>
      <w:r w:rsidR="00F0607C">
        <w:rPr>
          <w:sz w:val="26"/>
          <w:szCs w:val="26"/>
        </w:rPr>
        <w:t>расчетный</w:t>
      </w:r>
      <w:r w:rsidR="00313AE2">
        <w:rPr>
          <w:sz w:val="26"/>
          <w:szCs w:val="26"/>
        </w:rPr>
        <w:t xml:space="preserve"> или ко</w:t>
      </w:r>
      <w:r w:rsidR="00F0607C">
        <w:rPr>
          <w:sz w:val="26"/>
          <w:szCs w:val="26"/>
        </w:rPr>
        <w:t>рреспондентский счет</w:t>
      </w:r>
      <w:r w:rsidRPr="00833531">
        <w:rPr>
          <w:sz w:val="26"/>
          <w:szCs w:val="26"/>
        </w:rPr>
        <w:t xml:space="preserve"> получателя субсидии, открытый в учреждениях Центрального банка Российской Федерации или кредитной организации в течение 3</w:t>
      </w:r>
      <w:r>
        <w:rPr>
          <w:sz w:val="26"/>
          <w:szCs w:val="26"/>
        </w:rPr>
        <w:t>0</w:t>
      </w:r>
      <w:r w:rsidRPr="00833531">
        <w:rPr>
          <w:sz w:val="26"/>
          <w:szCs w:val="26"/>
        </w:rPr>
        <w:t>-</w:t>
      </w:r>
      <w:r>
        <w:rPr>
          <w:sz w:val="26"/>
          <w:szCs w:val="26"/>
        </w:rPr>
        <w:t>ти</w:t>
      </w:r>
      <w:r w:rsidRPr="00833531">
        <w:rPr>
          <w:sz w:val="26"/>
          <w:szCs w:val="26"/>
        </w:rPr>
        <w:t xml:space="preserve"> рабочих дней.</w:t>
      </w:r>
    </w:p>
    <w:p w:rsidR="006C1324" w:rsidRPr="00833531" w:rsidRDefault="006C1324" w:rsidP="00276078">
      <w:pPr>
        <w:ind w:firstLine="709"/>
        <w:jc w:val="both"/>
        <w:rPr>
          <w:sz w:val="26"/>
          <w:szCs w:val="26"/>
        </w:rPr>
      </w:pPr>
      <w:r w:rsidRPr="00833531">
        <w:rPr>
          <w:sz w:val="26"/>
          <w:szCs w:val="26"/>
        </w:rPr>
        <w:t>В случае несоответ</w:t>
      </w:r>
      <w:r>
        <w:rPr>
          <w:sz w:val="26"/>
          <w:szCs w:val="26"/>
        </w:rPr>
        <w:t>ствия представленных документов</w:t>
      </w:r>
      <w:r w:rsidR="004A3891">
        <w:rPr>
          <w:sz w:val="26"/>
          <w:szCs w:val="26"/>
        </w:rPr>
        <w:t xml:space="preserve"> требованиям настоящего П</w:t>
      </w:r>
      <w:r w:rsidRPr="00833531">
        <w:rPr>
          <w:sz w:val="26"/>
          <w:szCs w:val="26"/>
        </w:rPr>
        <w:t>орядка и заключенного соглашения о предоставлении из бюджета района субсидии направляет документы на доработку получателю субсидии.</w:t>
      </w:r>
    </w:p>
    <w:p w:rsidR="006C1324" w:rsidRPr="00833531" w:rsidRDefault="006C1324" w:rsidP="002760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4A3891">
        <w:rPr>
          <w:sz w:val="26"/>
          <w:szCs w:val="26"/>
        </w:rPr>
        <w:t>7</w:t>
      </w:r>
      <w:r w:rsidRPr="00833531">
        <w:rPr>
          <w:sz w:val="26"/>
          <w:szCs w:val="26"/>
        </w:rPr>
        <w:t>. Основаниями для отказа получателю субсидии в предоставлении субсидии являются:</w:t>
      </w:r>
    </w:p>
    <w:p w:rsidR="006C1324" w:rsidRPr="00833531" w:rsidRDefault="006C1324" w:rsidP="00276078">
      <w:pPr>
        <w:ind w:firstLine="709"/>
        <w:jc w:val="both"/>
        <w:rPr>
          <w:sz w:val="26"/>
          <w:szCs w:val="26"/>
        </w:rPr>
      </w:pPr>
      <w:r w:rsidRPr="00833531">
        <w:rPr>
          <w:sz w:val="26"/>
          <w:szCs w:val="26"/>
        </w:rPr>
        <w:t>- несоответствие представленных получателем субсидии док</w:t>
      </w:r>
      <w:r>
        <w:rPr>
          <w:sz w:val="26"/>
          <w:szCs w:val="26"/>
        </w:rPr>
        <w:t>ументов требованиям настоящего П</w:t>
      </w:r>
      <w:r w:rsidRPr="00833531">
        <w:rPr>
          <w:sz w:val="26"/>
          <w:szCs w:val="26"/>
        </w:rPr>
        <w:t>орядка и заключенного соглашения о предоставлении из бюджета района субсидии или непредставление (представление не в полном объеме) документов;</w:t>
      </w:r>
    </w:p>
    <w:p w:rsidR="006C1324" w:rsidRDefault="006C1324" w:rsidP="00276078">
      <w:pPr>
        <w:ind w:firstLine="709"/>
        <w:jc w:val="both"/>
        <w:rPr>
          <w:sz w:val="26"/>
          <w:szCs w:val="26"/>
        </w:rPr>
      </w:pPr>
      <w:r w:rsidRPr="00833531">
        <w:rPr>
          <w:sz w:val="26"/>
          <w:szCs w:val="26"/>
        </w:rPr>
        <w:t>- недостоверность представленной получателем субсидии информации.</w:t>
      </w:r>
    </w:p>
    <w:p w:rsidR="001701F4" w:rsidRDefault="001701F4" w:rsidP="006C1324">
      <w:pPr>
        <w:jc w:val="center"/>
        <w:rPr>
          <w:sz w:val="26"/>
          <w:szCs w:val="26"/>
        </w:rPr>
      </w:pPr>
    </w:p>
    <w:bookmarkEnd w:id="12"/>
    <w:p w:rsidR="005E35FB" w:rsidRDefault="005E35FB" w:rsidP="005E35FB">
      <w:pPr>
        <w:jc w:val="center"/>
        <w:rPr>
          <w:sz w:val="26"/>
          <w:szCs w:val="26"/>
        </w:rPr>
      </w:pPr>
      <w:r>
        <w:rPr>
          <w:sz w:val="26"/>
          <w:szCs w:val="26"/>
        </w:rPr>
        <w:t>4.</w:t>
      </w:r>
      <w:r w:rsidRPr="009E2F10">
        <w:rPr>
          <w:sz w:val="26"/>
          <w:szCs w:val="26"/>
        </w:rPr>
        <w:t xml:space="preserve">Контроль за </w:t>
      </w:r>
      <w:r>
        <w:rPr>
          <w:sz w:val="26"/>
          <w:szCs w:val="26"/>
        </w:rPr>
        <w:t xml:space="preserve">соблюдением условий, целей и порядка </w:t>
      </w:r>
    </w:p>
    <w:p w:rsidR="005E35FB" w:rsidRPr="009E2F10" w:rsidRDefault="005E35FB" w:rsidP="005E35FB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предоставления </w:t>
      </w:r>
      <w:r w:rsidRPr="009E2F10">
        <w:rPr>
          <w:sz w:val="26"/>
          <w:szCs w:val="26"/>
        </w:rPr>
        <w:t xml:space="preserve"> субсидий</w:t>
      </w:r>
      <w:r>
        <w:rPr>
          <w:sz w:val="26"/>
          <w:szCs w:val="26"/>
        </w:rPr>
        <w:t xml:space="preserve"> и ответственности за их нарушение</w:t>
      </w:r>
    </w:p>
    <w:p w:rsidR="005E35FB" w:rsidRPr="009E2F10" w:rsidRDefault="005E35FB" w:rsidP="005E35FB">
      <w:pPr>
        <w:ind w:firstLine="709"/>
        <w:jc w:val="both"/>
        <w:rPr>
          <w:sz w:val="26"/>
          <w:szCs w:val="26"/>
        </w:rPr>
      </w:pPr>
    </w:p>
    <w:p w:rsidR="005E35FB" w:rsidRDefault="005E35FB" w:rsidP="005E35F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9E2F10">
        <w:rPr>
          <w:sz w:val="26"/>
          <w:szCs w:val="26"/>
        </w:rPr>
        <w:t xml:space="preserve">.1. Субсидии, выделенные из бюджета </w:t>
      </w:r>
      <w:r>
        <w:rPr>
          <w:sz w:val="26"/>
          <w:szCs w:val="26"/>
        </w:rPr>
        <w:t>района</w:t>
      </w:r>
      <w:r w:rsidRPr="009E2F10">
        <w:rPr>
          <w:sz w:val="26"/>
          <w:szCs w:val="26"/>
        </w:rPr>
        <w:t xml:space="preserve"> получателям субсидии, носят целевой характер и не могут быть использованы на иные цели.</w:t>
      </w:r>
    </w:p>
    <w:p w:rsidR="005E35FB" w:rsidRPr="005D7E3B" w:rsidRDefault="005E35FB" w:rsidP="005E35F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4.2</w:t>
      </w:r>
      <w:r w:rsidRPr="005D7E3B">
        <w:rPr>
          <w:sz w:val="26"/>
          <w:szCs w:val="26"/>
        </w:rPr>
        <w:t>. Контроль за целевым использованием субсидий, соблюдение</w:t>
      </w:r>
      <w:r w:rsidR="001E202F">
        <w:rPr>
          <w:sz w:val="26"/>
          <w:szCs w:val="26"/>
        </w:rPr>
        <w:t xml:space="preserve">м </w:t>
      </w:r>
      <w:r w:rsidRPr="005D7E3B">
        <w:rPr>
          <w:sz w:val="26"/>
          <w:szCs w:val="26"/>
        </w:rPr>
        <w:t xml:space="preserve">условий, целей и порядка предоставления субсидий получателями субсидий осуществляют отдел архитектуры и жилищно-коммунального хозяйства </w:t>
      </w:r>
      <w:r>
        <w:rPr>
          <w:sz w:val="26"/>
          <w:szCs w:val="26"/>
        </w:rPr>
        <w:t>и отдел контрольно-ревизионной работы и защиты информации</w:t>
      </w:r>
      <w:r w:rsidR="001E202F">
        <w:rPr>
          <w:sz w:val="26"/>
          <w:szCs w:val="26"/>
        </w:rPr>
        <w:t xml:space="preserve"> администрации</w:t>
      </w:r>
      <w:r>
        <w:rPr>
          <w:sz w:val="26"/>
          <w:szCs w:val="26"/>
        </w:rPr>
        <w:t>.</w:t>
      </w:r>
    </w:p>
    <w:p w:rsidR="005E35FB" w:rsidRDefault="005E35FB" w:rsidP="005E35F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4.3</w:t>
      </w:r>
      <w:r w:rsidRPr="005D7E3B">
        <w:rPr>
          <w:sz w:val="26"/>
          <w:szCs w:val="26"/>
        </w:rPr>
        <w:t xml:space="preserve">. </w:t>
      </w:r>
      <w:proofErr w:type="gramStart"/>
      <w:r w:rsidRPr="005D7E3B">
        <w:rPr>
          <w:sz w:val="26"/>
          <w:szCs w:val="26"/>
        </w:rPr>
        <w:t>Проверку ежемесячных отчетов о затратах (недополученных доходах), в связи с производством (реализацией) товаров, выполнением работ, оказанием услуг</w:t>
      </w:r>
      <w:r w:rsidR="0088054F">
        <w:rPr>
          <w:sz w:val="26"/>
          <w:szCs w:val="26"/>
        </w:rPr>
        <w:t xml:space="preserve">, </w:t>
      </w:r>
      <w:r w:rsidRPr="005D7E3B">
        <w:rPr>
          <w:sz w:val="26"/>
          <w:szCs w:val="26"/>
        </w:rPr>
        <w:t>источником финансового обеспечения которых является субсидия</w:t>
      </w:r>
      <w:r w:rsidR="0088054F">
        <w:rPr>
          <w:sz w:val="26"/>
          <w:szCs w:val="26"/>
        </w:rPr>
        <w:t>,</w:t>
      </w:r>
      <w:r w:rsidRPr="005D7E3B">
        <w:rPr>
          <w:sz w:val="26"/>
          <w:szCs w:val="26"/>
        </w:rPr>
        <w:t xml:space="preserve"> по</w:t>
      </w:r>
      <w:r w:rsidR="00380801">
        <w:rPr>
          <w:sz w:val="26"/>
          <w:szCs w:val="26"/>
        </w:rPr>
        <w:t xml:space="preserve"> форме согласно Приложению 3</w:t>
      </w:r>
      <w:r w:rsidRPr="005D7E3B">
        <w:rPr>
          <w:sz w:val="26"/>
          <w:szCs w:val="26"/>
        </w:rPr>
        <w:t xml:space="preserve"> к настоящему </w:t>
      </w:r>
      <w:r>
        <w:rPr>
          <w:sz w:val="26"/>
          <w:szCs w:val="26"/>
        </w:rPr>
        <w:t>Порядку,</w:t>
      </w:r>
      <w:r w:rsidRPr="005D7E3B">
        <w:rPr>
          <w:sz w:val="26"/>
          <w:szCs w:val="26"/>
        </w:rPr>
        <w:t xml:space="preserve">  об использовании субсиди</w:t>
      </w:r>
      <w:r w:rsidR="00380801">
        <w:rPr>
          <w:sz w:val="26"/>
          <w:szCs w:val="26"/>
        </w:rPr>
        <w:t>и по форме согласно Приложению 4</w:t>
      </w:r>
      <w:r w:rsidRPr="005D7E3B">
        <w:rPr>
          <w:sz w:val="26"/>
          <w:szCs w:val="26"/>
        </w:rPr>
        <w:t xml:space="preserve"> к настоящему </w:t>
      </w:r>
      <w:r>
        <w:rPr>
          <w:sz w:val="26"/>
          <w:szCs w:val="26"/>
        </w:rPr>
        <w:t>Порядку и об объемах выполне</w:t>
      </w:r>
      <w:r w:rsidR="00380801">
        <w:rPr>
          <w:sz w:val="26"/>
          <w:szCs w:val="26"/>
        </w:rPr>
        <w:t>нных работ согласно приложению 5</w:t>
      </w:r>
      <w:r w:rsidRPr="005D7E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 настоящему Порядку </w:t>
      </w:r>
      <w:r w:rsidRPr="005D7E3B">
        <w:rPr>
          <w:sz w:val="26"/>
          <w:szCs w:val="26"/>
        </w:rPr>
        <w:t>осущест</w:t>
      </w:r>
      <w:r>
        <w:rPr>
          <w:sz w:val="26"/>
          <w:szCs w:val="26"/>
        </w:rPr>
        <w:t>вляет отдел архитектуры и ЖКХ совместно с</w:t>
      </w:r>
      <w:proofErr w:type="gramEnd"/>
      <w:r>
        <w:rPr>
          <w:sz w:val="26"/>
          <w:szCs w:val="26"/>
        </w:rPr>
        <w:t xml:space="preserve"> отделом учета и отчетности а</w:t>
      </w:r>
      <w:r w:rsidRPr="005D7E3B">
        <w:rPr>
          <w:sz w:val="26"/>
          <w:szCs w:val="26"/>
        </w:rPr>
        <w:t>дминистрации.</w:t>
      </w:r>
    </w:p>
    <w:p w:rsidR="005E35FB" w:rsidRPr="009E2F10" w:rsidRDefault="005E35FB" w:rsidP="005E35F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Отдел учета и отчетности администрации контролирует возврат субсидий в бюджет района в случае нарушения условий соглашения о предоставлении субсидии.</w:t>
      </w:r>
    </w:p>
    <w:p w:rsidR="005E35FB" w:rsidRPr="009E2F10" w:rsidRDefault="005E35FB" w:rsidP="005E35F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4.4. Субсидии, перечисленные п</w:t>
      </w:r>
      <w:r w:rsidRPr="009E2F10">
        <w:rPr>
          <w:sz w:val="26"/>
          <w:szCs w:val="26"/>
        </w:rPr>
        <w:t xml:space="preserve">олучателям субсидий, подлежат возврату в бюджет </w:t>
      </w:r>
      <w:r>
        <w:rPr>
          <w:sz w:val="26"/>
          <w:szCs w:val="26"/>
        </w:rPr>
        <w:t>района</w:t>
      </w:r>
      <w:r w:rsidRPr="009E2F10">
        <w:rPr>
          <w:sz w:val="26"/>
          <w:szCs w:val="26"/>
        </w:rPr>
        <w:t xml:space="preserve"> в случае </w:t>
      </w:r>
      <w:r w:rsidR="008A670B" w:rsidRPr="009E2F10">
        <w:rPr>
          <w:sz w:val="26"/>
          <w:szCs w:val="26"/>
        </w:rPr>
        <w:t>нарушения условий, установленных при их предоставлении</w:t>
      </w:r>
      <w:r w:rsidR="008A670B">
        <w:rPr>
          <w:sz w:val="26"/>
          <w:szCs w:val="26"/>
        </w:rPr>
        <w:t>, и при</w:t>
      </w:r>
      <w:r w:rsidR="008A670B" w:rsidRPr="009E2F10">
        <w:rPr>
          <w:sz w:val="26"/>
          <w:szCs w:val="26"/>
        </w:rPr>
        <w:t xml:space="preserve"> </w:t>
      </w:r>
      <w:r w:rsidR="008A670B">
        <w:rPr>
          <w:sz w:val="26"/>
          <w:szCs w:val="26"/>
        </w:rPr>
        <w:t>не использовании</w:t>
      </w:r>
      <w:r w:rsidRPr="009E2F10">
        <w:rPr>
          <w:sz w:val="26"/>
          <w:szCs w:val="26"/>
        </w:rPr>
        <w:t xml:space="preserve"> субсидии в полном объеме в течение финансов</w:t>
      </w:r>
      <w:r w:rsidR="008A670B">
        <w:rPr>
          <w:sz w:val="26"/>
          <w:szCs w:val="26"/>
        </w:rPr>
        <w:t>ого года</w:t>
      </w:r>
      <w:r w:rsidRPr="009E2F10">
        <w:rPr>
          <w:sz w:val="26"/>
          <w:szCs w:val="26"/>
        </w:rPr>
        <w:t>.</w:t>
      </w:r>
    </w:p>
    <w:p w:rsidR="005E35FB" w:rsidRPr="009E2F10" w:rsidRDefault="005E35FB" w:rsidP="005E35FB">
      <w:pPr>
        <w:ind w:firstLine="709"/>
        <w:jc w:val="both"/>
        <w:rPr>
          <w:sz w:val="26"/>
          <w:szCs w:val="26"/>
        </w:rPr>
      </w:pPr>
      <w:r w:rsidRPr="009E2F10">
        <w:rPr>
          <w:sz w:val="26"/>
          <w:szCs w:val="26"/>
        </w:rPr>
        <w:t>В случаях выявления нарушений у</w:t>
      </w:r>
      <w:r w:rsidR="001E202F">
        <w:rPr>
          <w:sz w:val="26"/>
          <w:szCs w:val="26"/>
        </w:rPr>
        <w:t xml:space="preserve">словий предоставления субсидий </w:t>
      </w:r>
      <w:r w:rsidRPr="009E2F10">
        <w:rPr>
          <w:sz w:val="26"/>
          <w:szCs w:val="26"/>
        </w:rPr>
        <w:t>либо в случа</w:t>
      </w:r>
      <w:r>
        <w:rPr>
          <w:sz w:val="26"/>
          <w:szCs w:val="26"/>
        </w:rPr>
        <w:t>ях их нецелевого использования г</w:t>
      </w:r>
      <w:r w:rsidRPr="009E2F10">
        <w:rPr>
          <w:sz w:val="26"/>
          <w:szCs w:val="26"/>
        </w:rPr>
        <w:t>лавный распорядите</w:t>
      </w:r>
      <w:r w:rsidR="008A670B">
        <w:rPr>
          <w:sz w:val="26"/>
          <w:szCs w:val="26"/>
        </w:rPr>
        <w:t>ль бюджетных средств не позднее 10-ти рабочих дней</w:t>
      </w:r>
      <w:r w:rsidRPr="009E2F10">
        <w:rPr>
          <w:sz w:val="26"/>
          <w:szCs w:val="26"/>
        </w:rPr>
        <w:t xml:space="preserve"> со дня установления данного факта направляет получателю субсидии требование о возврате субсидии в бюджет </w:t>
      </w:r>
      <w:r>
        <w:rPr>
          <w:sz w:val="26"/>
          <w:szCs w:val="26"/>
        </w:rPr>
        <w:t>района</w:t>
      </w:r>
      <w:r w:rsidRPr="009E2F10">
        <w:rPr>
          <w:sz w:val="26"/>
          <w:szCs w:val="26"/>
        </w:rPr>
        <w:t>.</w:t>
      </w:r>
    </w:p>
    <w:p w:rsidR="001753C4" w:rsidRDefault="005E35FB" w:rsidP="005E35FB">
      <w:pPr>
        <w:ind w:firstLine="709"/>
        <w:jc w:val="both"/>
        <w:rPr>
          <w:sz w:val="26"/>
          <w:szCs w:val="26"/>
        </w:rPr>
      </w:pPr>
      <w:r w:rsidRPr="009E2F10">
        <w:rPr>
          <w:sz w:val="26"/>
          <w:szCs w:val="26"/>
        </w:rPr>
        <w:t>Полу</w:t>
      </w:r>
      <w:r w:rsidR="001753C4">
        <w:rPr>
          <w:sz w:val="26"/>
          <w:szCs w:val="26"/>
        </w:rPr>
        <w:t>чатель субсидии в течение 10-ти</w:t>
      </w:r>
      <w:r w:rsidRPr="009E2F10">
        <w:rPr>
          <w:sz w:val="26"/>
          <w:szCs w:val="26"/>
        </w:rPr>
        <w:t xml:space="preserve"> рабочих дней со дня получения требования о возврате субсидии обязан произвести возврат суммы субсидии, указанной в требовании. </w:t>
      </w:r>
    </w:p>
    <w:p w:rsidR="005E35FB" w:rsidRPr="009E2F10" w:rsidRDefault="005E35FB" w:rsidP="005E35FB">
      <w:pPr>
        <w:ind w:firstLine="709"/>
        <w:jc w:val="both"/>
        <w:rPr>
          <w:sz w:val="26"/>
          <w:szCs w:val="26"/>
        </w:rPr>
      </w:pPr>
      <w:r w:rsidRPr="009E2F10">
        <w:rPr>
          <w:sz w:val="26"/>
          <w:szCs w:val="26"/>
        </w:rPr>
        <w:t xml:space="preserve">Вся сумма субсидии, использованная не по целевому назначению, подлежит возврату в бюджет </w:t>
      </w:r>
      <w:r>
        <w:rPr>
          <w:sz w:val="26"/>
          <w:szCs w:val="26"/>
        </w:rPr>
        <w:t>района</w:t>
      </w:r>
      <w:r w:rsidRPr="009E2F10">
        <w:rPr>
          <w:sz w:val="26"/>
          <w:szCs w:val="26"/>
        </w:rPr>
        <w:t xml:space="preserve"> в течение 10 </w:t>
      </w:r>
      <w:r w:rsidR="001753C4">
        <w:rPr>
          <w:sz w:val="26"/>
          <w:szCs w:val="26"/>
        </w:rPr>
        <w:t xml:space="preserve">рабочих </w:t>
      </w:r>
      <w:r w:rsidRPr="009E2F10">
        <w:rPr>
          <w:sz w:val="26"/>
          <w:szCs w:val="26"/>
        </w:rPr>
        <w:t>дней с момента получения уведомления и акта проверки.</w:t>
      </w:r>
    </w:p>
    <w:p w:rsidR="005E35FB" w:rsidRPr="009E2F10" w:rsidRDefault="005E35FB" w:rsidP="005E35FB">
      <w:pPr>
        <w:ind w:firstLine="709"/>
        <w:jc w:val="both"/>
        <w:rPr>
          <w:sz w:val="26"/>
          <w:szCs w:val="26"/>
        </w:rPr>
      </w:pPr>
      <w:r w:rsidRPr="00CF002D">
        <w:rPr>
          <w:sz w:val="26"/>
          <w:szCs w:val="26"/>
        </w:rPr>
        <w:t xml:space="preserve">При расторжении соглашения по инициативе главного распорядителя бюджетных средств, в связи с нарушением другой стороной обязательств и условий предоставления субсидии, юридические лица, индивидуальные предприниматели и физические лица обязаны возвратить неиспользованные средства субсидии в бюджет района в течение 10 </w:t>
      </w:r>
      <w:r w:rsidR="001753C4">
        <w:rPr>
          <w:sz w:val="26"/>
          <w:szCs w:val="26"/>
        </w:rPr>
        <w:t xml:space="preserve">рабочих </w:t>
      </w:r>
      <w:r w:rsidRPr="00CF002D">
        <w:rPr>
          <w:sz w:val="26"/>
          <w:szCs w:val="26"/>
        </w:rPr>
        <w:t>дней с момента получения уведомления о возврате получателем бюджетных средств.</w:t>
      </w:r>
    </w:p>
    <w:p w:rsidR="005E35FB" w:rsidRPr="00D81CF3" w:rsidRDefault="005E35FB" w:rsidP="005E35FB">
      <w:pPr>
        <w:ind w:firstLine="709"/>
        <w:jc w:val="both"/>
        <w:rPr>
          <w:sz w:val="26"/>
          <w:szCs w:val="26"/>
        </w:rPr>
      </w:pPr>
      <w:r w:rsidRPr="009E2F10">
        <w:rPr>
          <w:sz w:val="26"/>
          <w:szCs w:val="26"/>
        </w:rPr>
        <w:t>В случае не использования субсидии в полном объеме, в течение  финансового года по</w:t>
      </w:r>
      <w:r>
        <w:rPr>
          <w:sz w:val="26"/>
          <w:szCs w:val="26"/>
        </w:rPr>
        <w:t>лучатели субсидии возвращают не</w:t>
      </w:r>
      <w:r w:rsidRPr="009E2F10">
        <w:rPr>
          <w:sz w:val="26"/>
          <w:szCs w:val="26"/>
        </w:rPr>
        <w:t xml:space="preserve">использованные средства субсидии в бюджет </w:t>
      </w:r>
      <w:r>
        <w:rPr>
          <w:sz w:val="26"/>
          <w:szCs w:val="26"/>
        </w:rPr>
        <w:t>района</w:t>
      </w:r>
      <w:r w:rsidRPr="009E2F10">
        <w:rPr>
          <w:sz w:val="26"/>
          <w:szCs w:val="26"/>
        </w:rPr>
        <w:t xml:space="preserve"> с указанием назначения платежа, в срок не позднее  25 </w:t>
      </w:r>
      <w:r w:rsidRPr="00D81CF3">
        <w:rPr>
          <w:sz w:val="26"/>
          <w:szCs w:val="26"/>
        </w:rPr>
        <w:t>декабря текущего года.</w:t>
      </w:r>
    </w:p>
    <w:p w:rsidR="005E35FB" w:rsidRPr="009E2F10" w:rsidRDefault="00B4623A" w:rsidP="00B4623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4.5</w:t>
      </w:r>
      <w:r w:rsidRPr="00CF002D">
        <w:rPr>
          <w:sz w:val="26"/>
          <w:szCs w:val="26"/>
        </w:rPr>
        <w:t xml:space="preserve">. </w:t>
      </w:r>
      <w:r w:rsidRPr="009E2F10">
        <w:rPr>
          <w:sz w:val="26"/>
          <w:szCs w:val="26"/>
        </w:rPr>
        <w:t>При отказе получателя субсидии в добровольном порядке возместить денежные средства взыскание производится в судебном порядке в соответствии с законодательством Российской Федерации.</w:t>
      </w:r>
      <w:r w:rsidRPr="00B2264D">
        <w:t xml:space="preserve"> </w:t>
      </w:r>
      <w:r w:rsidRPr="00EC6106">
        <w:rPr>
          <w:sz w:val="26"/>
          <w:szCs w:val="26"/>
        </w:rPr>
        <w:t>Срок подачи иска – по истечении 30-ти календарных дней после получения получателем субсидии письменного требования (претензии) от администрации</w:t>
      </w:r>
      <w:r w:rsidRPr="00B2264D">
        <w:rPr>
          <w:sz w:val="26"/>
          <w:szCs w:val="26"/>
        </w:rPr>
        <w:t>.</w:t>
      </w:r>
    </w:p>
    <w:p w:rsidR="00F827ED" w:rsidRDefault="00F827ED" w:rsidP="00B4623A">
      <w:pPr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0D6F41" w:rsidRDefault="000D6F41" w:rsidP="00E14F18">
      <w:pPr>
        <w:jc w:val="right"/>
        <w:rPr>
          <w:sz w:val="26"/>
          <w:szCs w:val="26"/>
        </w:rPr>
      </w:pPr>
    </w:p>
    <w:p w:rsidR="000D6F41" w:rsidRDefault="000D6F41" w:rsidP="00E14F18">
      <w:pPr>
        <w:jc w:val="right"/>
        <w:rPr>
          <w:sz w:val="26"/>
          <w:szCs w:val="26"/>
        </w:rPr>
      </w:pPr>
    </w:p>
    <w:p w:rsidR="000D6F41" w:rsidRDefault="000D6F41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F827ED" w:rsidRDefault="00F827ED" w:rsidP="00E14F18">
      <w:pPr>
        <w:jc w:val="right"/>
        <w:rPr>
          <w:sz w:val="26"/>
          <w:szCs w:val="26"/>
        </w:rPr>
      </w:pPr>
    </w:p>
    <w:p w:rsidR="00E14F18" w:rsidRPr="00836F95" w:rsidRDefault="00E14F18" w:rsidP="00E14F18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Pr="00836F95">
        <w:rPr>
          <w:sz w:val="26"/>
          <w:szCs w:val="26"/>
        </w:rPr>
        <w:t>1</w:t>
      </w:r>
    </w:p>
    <w:p w:rsidR="000D6F41" w:rsidRDefault="00E14F18" w:rsidP="000D6F41">
      <w:pPr>
        <w:jc w:val="right"/>
        <w:rPr>
          <w:bCs/>
          <w:sz w:val="26"/>
          <w:szCs w:val="26"/>
        </w:rPr>
      </w:pPr>
      <w:r w:rsidRPr="00836F95">
        <w:rPr>
          <w:sz w:val="26"/>
          <w:szCs w:val="26"/>
        </w:rPr>
        <w:t xml:space="preserve">к </w:t>
      </w:r>
      <w:r>
        <w:rPr>
          <w:sz w:val="26"/>
          <w:szCs w:val="26"/>
        </w:rPr>
        <w:t>Порядку</w:t>
      </w:r>
      <w:r w:rsidR="000A54E1">
        <w:rPr>
          <w:sz w:val="26"/>
          <w:szCs w:val="26"/>
        </w:rPr>
        <w:t xml:space="preserve"> </w:t>
      </w:r>
      <w:r w:rsidR="000D6F41" w:rsidRPr="00D55C37">
        <w:rPr>
          <w:bCs/>
          <w:sz w:val="26"/>
          <w:szCs w:val="26"/>
        </w:rPr>
        <w:t>предоставления из бюджета</w:t>
      </w:r>
      <w:r w:rsidR="000D6F41">
        <w:rPr>
          <w:bCs/>
          <w:sz w:val="26"/>
          <w:szCs w:val="26"/>
        </w:rPr>
        <w:t xml:space="preserve"> </w:t>
      </w:r>
      <w:proofErr w:type="spellStart"/>
      <w:r w:rsidR="000D6F41" w:rsidRPr="00D55C37">
        <w:rPr>
          <w:bCs/>
          <w:sz w:val="26"/>
          <w:szCs w:val="26"/>
        </w:rPr>
        <w:t>Трубчевского</w:t>
      </w:r>
      <w:proofErr w:type="spellEnd"/>
      <w:r w:rsidR="000D6F41" w:rsidRPr="00D55C37">
        <w:rPr>
          <w:bCs/>
          <w:sz w:val="26"/>
          <w:szCs w:val="26"/>
        </w:rPr>
        <w:t xml:space="preserve"> </w:t>
      </w:r>
    </w:p>
    <w:p w:rsidR="000D6F41" w:rsidRDefault="000D6F41" w:rsidP="000D6F41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муниципального района Брянской области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 xml:space="preserve">субсидий </w:t>
      </w:r>
    </w:p>
    <w:p w:rsidR="000D6F41" w:rsidRDefault="000D6F41" w:rsidP="000D6F41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на реализацию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>переданных полномочий по решению</w:t>
      </w:r>
      <w:r>
        <w:rPr>
          <w:bCs/>
          <w:sz w:val="26"/>
          <w:szCs w:val="26"/>
        </w:rPr>
        <w:t xml:space="preserve"> </w:t>
      </w:r>
    </w:p>
    <w:p w:rsidR="000D6F41" w:rsidRDefault="000D6F41" w:rsidP="000D6F41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отдельных вопросов местного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 xml:space="preserve">значения поселений в </w:t>
      </w:r>
    </w:p>
    <w:p w:rsidR="00685CBF" w:rsidRDefault="000D6F41" w:rsidP="000D6F41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соответствии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>с заключенными соглашениями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>по</w:t>
      </w:r>
      <w:r>
        <w:rPr>
          <w:bCs/>
          <w:sz w:val="26"/>
          <w:szCs w:val="26"/>
        </w:rPr>
        <w:t xml:space="preserve"> </w:t>
      </w:r>
    </w:p>
    <w:p w:rsidR="005F0423" w:rsidRDefault="005F0423" w:rsidP="005F0423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участию в организации деятельности по сбору (в том </w:t>
      </w:r>
    </w:p>
    <w:p w:rsidR="005F0423" w:rsidRDefault="005F0423" w:rsidP="005F0423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числе раздельному сбору) и транспортированию </w:t>
      </w:r>
    </w:p>
    <w:p w:rsidR="005F0423" w:rsidRDefault="005F0423" w:rsidP="005F0423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твердых коммунальных отходов</w:t>
      </w:r>
    </w:p>
    <w:p w:rsidR="00685CBF" w:rsidRPr="00D55C37" w:rsidRDefault="00685CBF" w:rsidP="000D6F41">
      <w:pPr>
        <w:jc w:val="right"/>
        <w:rPr>
          <w:sz w:val="26"/>
          <w:szCs w:val="26"/>
        </w:rPr>
      </w:pPr>
    </w:p>
    <w:p w:rsidR="00185199" w:rsidRPr="00E14F18" w:rsidRDefault="00185199" w:rsidP="00685CBF">
      <w:pPr>
        <w:jc w:val="center"/>
        <w:rPr>
          <w:color w:val="000000"/>
          <w:sz w:val="26"/>
          <w:szCs w:val="26"/>
        </w:rPr>
      </w:pPr>
      <w:r w:rsidRPr="00E14F18">
        <w:rPr>
          <w:color w:val="000000"/>
          <w:sz w:val="26"/>
          <w:szCs w:val="26"/>
        </w:rPr>
        <w:t>Порядок и сроки проверок</w:t>
      </w:r>
    </w:p>
    <w:p w:rsidR="00185199" w:rsidRPr="00E14F18" w:rsidRDefault="00185199" w:rsidP="00185199">
      <w:pPr>
        <w:shd w:val="clear" w:color="auto" w:fill="FFFFFF"/>
        <w:spacing w:line="259" w:lineRule="atLeast"/>
        <w:rPr>
          <w:color w:val="000000"/>
          <w:sz w:val="26"/>
          <w:szCs w:val="26"/>
        </w:rPr>
      </w:pPr>
      <w:r w:rsidRPr="00E14F18">
        <w:rPr>
          <w:color w:val="000000"/>
          <w:sz w:val="26"/>
          <w:szCs w:val="26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"/>
        <w:gridCol w:w="2889"/>
        <w:gridCol w:w="4457"/>
        <w:gridCol w:w="1699"/>
      </w:tblGrid>
      <w:tr w:rsidR="00185199" w:rsidRPr="005D4B86" w:rsidTr="00185199">
        <w:trPr>
          <w:trHeight w:val="300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</w:pPr>
            <w:r w:rsidRPr="005D4B86">
              <w:rPr>
                <w:b/>
                <w:bCs/>
              </w:rPr>
              <w:t>№ п/п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</w:pPr>
            <w:r w:rsidRPr="005D4B86">
              <w:rPr>
                <w:b/>
                <w:bCs/>
              </w:rPr>
              <w:t>Требования к получателю субсидии</w:t>
            </w:r>
          </w:p>
        </w:tc>
        <w:tc>
          <w:tcPr>
            <w:tcW w:w="3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5623FC">
            <w:pPr>
              <w:spacing w:line="259" w:lineRule="atLeast"/>
              <w:jc w:val="center"/>
            </w:pPr>
            <w:r w:rsidRPr="005D4B86">
              <w:rPr>
                <w:b/>
                <w:bCs/>
              </w:rPr>
              <w:t>Порядок проверки</w:t>
            </w:r>
          </w:p>
        </w:tc>
        <w:tc>
          <w:tcPr>
            <w:tcW w:w="1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320F10">
            <w:pPr>
              <w:spacing w:line="259" w:lineRule="atLeast"/>
              <w:jc w:val="center"/>
            </w:pPr>
            <w:r w:rsidRPr="005D4B86">
              <w:rPr>
                <w:b/>
                <w:bCs/>
              </w:rPr>
              <w:t>Сроки</w:t>
            </w:r>
          </w:p>
        </w:tc>
      </w:tr>
      <w:tr w:rsidR="00185199" w:rsidRPr="005D4B86" w:rsidTr="00320F10">
        <w:trPr>
          <w:trHeight w:val="1675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1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участник отбора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</w:t>
            </w:r>
            <w:r w:rsidRPr="005D4B86">
              <w:rPr>
                <w:sz w:val="22"/>
                <w:szCs w:val="22"/>
              </w:rPr>
              <w:lastRenderedPageBreak/>
              <w:t>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      </w:r>
          </w:p>
        </w:tc>
        <w:tc>
          <w:tcPr>
            <w:tcW w:w="3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5623FC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lastRenderedPageBreak/>
              <w:t xml:space="preserve">автоматически в системе "Электронный бюджет" (при наличии технической возможности). В случае отсутствия технической возможности проверка осуществляется </w:t>
            </w:r>
            <w:r w:rsidR="005623FC">
              <w:rPr>
                <w:sz w:val="22"/>
                <w:szCs w:val="22"/>
              </w:rPr>
              <w:t>отделом архитектуры и ЖКХ</w:t>
            </w:r>
            <w:r w:rsidR="00245B03">
              <w:rPr>
                <w:sz w:val="22"/>
                <w:szCs w:val="22"/>
              </w:rPr>
              <w:t xml:space="preserve"> </w:t>
            </w:r>
            <w:r w:rsidRPr="005D4B86">
              <w:rPr>
                <w:sz w:val="22"/>
                <w:szCs w:val="22"/>
              </w:rPr>
              <w:t xml:space="preserve"> по выписке из ЕГРЮЛ </w:t>
            </w:r>
          </w:p>
        </w:tc>
        <w:tc>
          <w:tcPr>
            <w:tcW w:w="1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в течение 2 рабочих дней с даты поступления заявки - при проверке по выписке ЕГРЮЛ</w:t>
            </w:r>
          </w:p>
        </w:tc>
      </w:tr>
      <w:tr w:rsidR="00185199" w:rsidRPr="005D4B86" w:rsidTr="00185199">
        <w:trPr>
          <w:trHeight w:val="900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участник отбора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</w:tc>
        <w:tc>
          <w:tcPr>
            <w:tcW w:w="39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автоматически в системе "Электронный бюджет" (при наличии технической возможности). В случае отсутствия технической возможности проверка осуществляется</w:t>
            </w:r>
            <w:r w:rsidR="005623FC">
              <w:rPr>
                <w:sz w:val="22"/>
                <w:szCs w:val="22"/>
              </w:rPr>
              <w:t xml:space="preserve"> отделом архитектуры и ЖКХ</w:t>
            </w:r>
            <w:r w:rsidRPr="005D4B86">
              <w:rPr>
                <w:sz w:val="22"/>
                <w:szCs w:val="22"/>
              </w:rPr>
              <w:t xml:space="preserve"> на сайте </w:t>
            </w:r>
            <w:hyperlink r:id="rId8" w:history="1">
              <w:r w:rsidRPr="005D4B86">
                <w:rPr>
                  <w:rStyle w:val="a5"/>
                  <w:rFonts w:eastAsiaTheme="majorEastAsia"/>
                  <w:sz w:val="22"/>
                  <w:szCs w:val="22"/>
                </w:rPr>
                <w:t>https://www.fedsfm.ru/documents/terr-list</w:t>
              </w:r>
            </w:hyperlink>
            <w:r w:rsidRPr="005D4B86">
              <w:rPr>
                <w:sz w:val="22"/>
                <w:szCs w:val="22"/>
              </w:rPr>
              <w:t xml:space="preserve">  с формированием </w:t>
            </w:r>
            <w:proofErr w:type="spellStart"/>
            <w:r w:rsidRPr="005D4B86">
              <w:rPr>
                <w:sz w:val="22"/>
                <w:szCs w:val="22"/>
              </w:rPr>
              <w:t>скрина</w:t>
            </w:r>
            <w:proofErr w:type="spellEnd"/>
            <w:r w:rsidRPr="005D4B86">
              <w:rPr>
                <w:sz w:val="22"/>
                <w:szCs w:val="22"/>
              </w:rPr>
              <w:t xml:space="preserve"> с экрана</w:t>
            </w:r>
          </w:p>
        </w:tc>
        <w:tc>
          <w:tcPr>
            <w:tcW w:w="17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в течение 2 рабочих дней с даты поступления заявки. Информация может быть предоставлена участником отбора со сроком не позднее 3 календарных дней до даты подачи заявки</w:t>
            </w:r>
          </w:p>
        </w:tc>
      </w:tr>
      <w:tr w:rsidR="00185199" w:rsidRPr="005D4B86" w:rsidTr="00185199">
        <w:trPr>
          <w:trHeight w:val="1800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3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участник отбора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5199" w:rsidRPr="005D4B86" w:rsidRDefault="00185199" w:rsidP="0018519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5199" w:rsidRPr="005D4B86" w:rsidRDefault="00185199" w:rsidP="00185199">
            <w:pPr>
              <w:rPr>
                <w:sz w:val="22"/>
                <w:szCs w:val="22"/>
              </w:rPr>
            </w:pPr>
          </w:p>
        </w:tc>
      </w:tr>
      <w:tr w:rsidR="00185199" w:rsidRPr="005D4B86" w:rsidTr="00185199">
        <w:trPr>
          <w:trHeight w:val="1499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4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5623FC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участник отбора не получал средства из бюджета </w:t>
            </w:r>
            <w:proofErr w:type="spellStart"/>
            <w:r w:rsidR="005623FC">
              <w:rPr>
                <w:sz w:val="22"/>
                <w:szCs w:val="22"/>
              </w:rPr>
              <w:t>Трубчевского</w:t>
            </w:r>
            <w:proofErr w:type="spellEnd"/>
            <w:r w:rsidRPr="005D4B86">
              <w:rPr>
                <w:sz w:val="22"/>
                <w:szCs w:val="22"/>
              </w:rPr>
              <w:t xml:space="preserve"> муниципального района Брянской области на основании иных муниципальных правовых актов на цели, указанны</w:t>
            </w:r>
            <w:r w:rsidR="00380801">
              <w:rPr>
                <w:sz w:val="22"/>
                <w:szCs w:val="22"/>
              </w:rPr>
              <w:t>е в пункте 1.3</w:t>
            </w:r>
            <w:r w:rsidRPr="005D4B86">
              <w:rPr>
                <w:sz w:val="22"/>
                <w:szCs w:val="22"/>
              </w:rPr>
              <w:t xml:space="preserve"> настоящего Порядка</w:t>
            </w:r>
          </w:p>
        </w:tc>
        <w:tc>
          <w:tcPr>
            <w:tcW w:w="3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проверка осуществляется </w:t>
            </w:r>
            <w:r w:rsidR="005623FC">
              <w:rPr>
                <w:sz w:val="22"/>
                <w:szCs w:val="22"/>
              </w:rPr>
              <w:t>отделом архитектуры и ЖКХ</w:t>
            </w:r>
          </w:p>
        </w:tc>
        <w:tc>
          <w:tcPr>
            <w:tcW w:w="1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в течение 2 рабочих дней с даты поступления заявки. </w:t>
            </w:r>
          </w:p>
        </w:tc>
      </w:tr>
      <w:tr w:rsidR="00185199" w:rsidRPr="005D4B86" w:rsidTr="00320F10">
        <w:trPr>
          <w:trHeight w:val="824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5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участник отбора не является иностранным агентом в соответствии с Федеральным законом «О контроле за деятельностью лиц, находящихся под иностранным влиянием»;</w:t>
            </w:r>
          </w:p>
        </w:tc>
        <w:tc>
          <w:tcPr>
            <w:tcW w:w="3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320F10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Проверка осуществляется </w:t>
            </w:r>
            <w:r w:rsidR="00185199" w:rsidRPr="005D4B86">
              <w:rPr>
                <w:sz w:val="22"/>
                <w:szCs w:val="22"/>
              </w:rPr>
              <w:t xml:space="preserve"> на сайте </w:t>
            </w:r>
          </w:p>
          <w:p w:rsidR="00185199" w:rsidRPr="005D4B86" w:rsidRDefault="008848F2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hyperlink r:id="rId9" w:history="1">
              <w:r w:rsidR="00185199" w:rsidRPr="005D4B86">
                <w:rPr>
                  <w:rStyle w:val="a5"/>
                  <w:rFonts w:eastAsiaTheme="majorEastAsia"/>
                  <w:sz w:val="22"/>
                  <w:szCs w:val="22"/>
                </w:rPr>
                <w:t>https://minjust.gov.ru/ru/activity/directions/998/</w:t>
              </w:r>
            </w:hyperlink>
            <w:r w:rsidR="00185199" w:rsidRPr="005D4B86">
              <w:rPr>
                <w:sz w:val="22"/>
                <w:szCs w:val="22"/>
              </w:rPr>
              <w:t xml:space="preserve"> </w:t>
            </w:r>
          </w:p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 с формированием </w:t>
            </w:r>
            <w:proofErr w:type="spellStart"/>
            <w:r w:rsidRPr="005D4B86">
              <w:rPr>
                <w:sz w:val="22"/>
                <w:szCs w:val="22"/>
              </w:rPr>
              <w:t>скрина</w:t>
            </w:r>
            <w:proofErr w:type="spellEnd"/>
            <w:r w:rsidRPr="005D4B86">
              <w:rPr>
                <w:sz w:val="22"/>
                <w:szCs w:val="22"/>
              </w:rPr>
              <w:t xml:space="preserve"> с экрана</w:t>
            </w:r>
          </w:p>
        </w:tc>
        <w:tc>
          <w:tcPr>
            <w:tcW w:w="1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в течение 2 рабочих дней с даты поступления заявки. Информация может быть предоставлена участником отбора со сроком не позднее 3 календарных </w:t>
            </w:r>
            <w:r w:rsidRPr="005D4B86">
              <w:rPr>
                <w:sz w:val="22"/>
                <w:szCs w:val="22"/>
              </w:rPr>
              <w:lastRenderedPageBreak/>
              <w:t>дней до даты подачи заявки</w:t>
            </w:r>
          </w:p>
        </w:tc>
      </w:tr>
      <w:tr w:rsidR="00185199" w:rsidRPr="005D4B86" w:rsidTr="00185199">
        <w:trPr>
          <w:trHeight w:val="1200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у участника отбора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      </w:r>
          </w:p>
        </w:tc>
        <w:tc>
          <w:tcPr>
            <w:tcW w:w="39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320F10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автоматически в системе "Электронный бюджет" (при наличии технической возможности). В случае отсутствия технической возможности проверка осуществля</w:t>
            </w:r>
            <w:r w:rsidR="00320F10">
              <w:rPr>
                <w:sz w:val="22"/>
                <w:szCs w:val="22"/>
              </w:rPr>
              <w:t xml:space="preserve">ется </w:t>
            </w:r>
            <w:r w:rsidRPr="005D4B86">
              <w:rPr>
                <w:sz w:val="22"/>
                <w:szCs w:val="22"/>
              </w:rPr>
              <w:t>по запросу в рамках межведомственного взаимодействия</w:t>
            </w:r>
          </w:p>
        </w:tc>
        <w:tc>
          <w:tcPr>
            <w:tcW w:w="17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в течение 2 рабочих дней с даты поступления заявки. Участник отбора может предоставить справку из УФНС об отсутствии задолженности на бумажном носителе, сроков выдачи которой не превышает 30 календарных дней до даты подачи заявки</w:t>
            </w:r>
          </w:p>
        </w:tc>
      </w:tr>
      <w:tr w:rsidR="00185199" w:rsidRPr="005D4B86" w:rsidTr="00185199">
        <w:trPr>
          <w:trHeight w:val="2700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  <w:highlight w:val="yellow"/>
              </w:rPr>
            </w:pPr>
            <w:r w:rsidRPr="005D4B86">
              <w:rPr>
                <w:sz w:val="22"/>
                <w:szCs w:val="22"/>
              </w:rPr>
              <w:t>7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F6409" w:rsidRDefault="00185199" w:rsidP="005F640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F6409">
              <w:rPr>
                <w:sz w:val="22"/>
                <w:szCs w:val="22"/>
                <w:lang w:eastAsia="en-US"/>
              </w:rPr>
              <w:t xml:space="preserve">у участника отбора отсутствуют просроченная задолженность по возврату в бюджет </w:t>
            </w:r>
            <w:proofErr w:type="spellStart"/>
            <w:r w:rsidR="005F6409" w:rsidRPr="005F6409">
              <w:rPr>
                <w:sz w:val="22"/>
                <w:szCs w:val="22"/>
                <w:lang w:eastAsia="en-US"/>
              </w:rPr>
              <w:t>Трубчевского</w:t>
            </w:r>
            <w:proofErr w:type="spellEnd"/>
            <w:r w:rsidRPr="005F6409">
              <w:rPr>
                <w:sz w:val="22"/>
                <w:szCs w:val="22"/>
                <w:lang w:eastAsia="en-US"/>
              </w:rPr>
              <w:t xml:space="preserve"> муниципального района Брянской области иных субсидий, бюджетных инвестиций, а также иная просроченная (неурегулированная) задолженность по</w:t>
            </w:r>
            <w:r w:rsidR="007D1BB6">
              <w:rPr>
                <w:sz w:val="22"/>
                <w:szCs w:val="22"/>
                <w:lang w:eastAsia="en-US"/>
              </w:rPr>
              <w:t xml:space="preserve"> денежным обязательствам перед </w:t>
            </w:r>
            <w:proofErr w:type="spellStart"/>
            <w:r w:rsidR="007D1BB6">
              <w:rPr>
                <w:sz w:val="22"/>
                <w:szCs w:val="22"/>
                <w:lang w:eastAsia="en-US"/>
              </w:rPr>
              <w:t>Трубчевским</w:t>
            </w:r>
            <w:proofErr w:type="spellEnd"/>
            <w:r w:rsidR="007D1BB6">
              <w:rPr>
                <w:sz w:val="22"/>
                <w:szCs w:val="22"/>
                <w:lang w:eastAsia="en-US"/>
              </w:rPr>
              <w:t xml:space="preserve"> районом</w:t>
            </w:r>
            <w:r w:rsidRPr="005F6409">
              <w:rPr>
                <w:sz w:val="22"/>
                <w:szCs w:val="22"/>
                <w:lang w:eastAsia="en-US"/>
              </w:rPr>
              <w:t>;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5199" w:rsidRPr="005D4B86" w:rsidRDefault="00185199" w:rsidP="0018519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5199" w:rsidRPr="005D4B86" w:rsidRDefault="00185199" w:rsidP="00185199">
            <w:pPr>
              <w:rPr>
                <w:sz w:val="22"/>
                <w:szCs w:val="22"/>
              </w:rPr>
            </w:pPr>
          </w:p>
        </w:tc>
      </w:tr>
      <w:tr w:rsidR="00185199" w:rsidRPr="005D4B86" w:rsidTr="00185199">
        <w:trPr>
          <w:trHeight w:val="1800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8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участник отбора,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      </w:r>
          </w:p>
        </w:tc>
        <w:tc>
          <w:tcPr>
            <w:tcW w:w="3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320F10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автоматически в системе "Электронный бюджет" (при наличии технической возможности). В случае отсутствия технической возможности проверка осуществляется </w:t>
            </w:r>
            <w:r w:rsidR="00320F10">
              <w:rPr>
                <w:sz w:val="22"/>
                <w:szCs w:val="22"/>
              </w:rPr>
              <w:t>отделом архитектуры и ЖКХ</w:t>
            </w:r>
            <w:r w:rsidRPr="005D4B86">
              <w:rPr>
                <w:sz w:val="22"/>
                <w:szCs w:val="22"/>
              </w:rPr>
              <w:t xml:space="preserve"> по выписке из ЕГРЮЛ </w:t>
            </w:r>
          </w:p>
        </w:tc>
        <w:tc>
          <w:tcPr>
            <w:tcW w:w="1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в течение 2 рабочих дней с даты поступления заявки - при проверке по выписке ЕГРЮЛ</w:t>
            </w:r>
          </w:p>
        </w:tc>
      </w:tr>
      <w:tr w:rsidR="00185199" w:rsidRPr="005D4B86" w:rsidTr="00320F10">
        <w:trPr>
          <w:trHeight w:val="3942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3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  <w:lang w:eastAsia="en-US"/>
              </w:rPr>
              <w:t xml:space="preserve">в реестре дисквалифицированных лиц отсутствуют сведения </w:t>
            </w:r>
            <w:r w:rsidRPr="005D4B86">
              <w:rPr>
                <w:sz w:val="22"/>
                <w:szCs w:val="22"/>
                <w:lang w:eastAsia="en-US"/>
              </w:rPr>
              <w:br/>
      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лицом;</w:t>
            </w:r>
          </w:p>
        </w:tc>
        <w:tc>
          <w:tcPr>
            <w:tcW w:w="3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по организации автоматически в системе "Электронный бюджет". </w:t>
            </w:r>
          </w:p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 xml:space="preserve">По руководителю  и/или при отсутствии технической возможности в рамках межведомственного взаимодействия либо на сайте </w:t>
            </w:r>
            <w:hyperlink r:id="rId10" w:history="1">
              <w:r w:rsidRPr="005D4B86">
                <w:rPr>
                  <w:rStyle w:val="a5"/>
                  <w:rFonts w:eastAsiaTheme="majorEastAsia"/>
                  <w:sz w:val="22"/>
                  <w:szCs w:val="22"/>
                </w:rPr>
                <w:t>https://service.nalog.ru/disqualified.do</w:t>
              </w:r>
            </w:hyperlink>
            <w:r w:rsidRPr="005D4B86">
              <w:rPr>
                <w:sz w:val="22"/>
                <w:szCs w:val="22"/>
              </w:rPr>
              <w:t xml:space="preserve">  с формированием </w:t>
            </w:r>
            <w:proofErr w:type="spellStart"/>
            <w:r w:rsidRPr="005D4B86">
              <w:rPr>
                <w:sz w:val="22"/>
                <w:szCs w:val="22"/>
              </w:rPr>
              <w:t>скрина</w:t>
            </w:r>
            <w:proofErr w:type="spellEnd"/>
            <w:r w:rsidRPr="005D4B86">
              <w:rPr>
                <w:sz w:val="22"/>
                <w:szCs w:val="22"/>
              </w:rPr>
              <w:t xml:space="preserve"> с экрана</w:t>
            </w:r>
          </w:p>
        </w:tc>
        <w:tc>
          <w:tcPr>
            <w:tcW w:w="1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99" w:rsidRPr="005D4B86" w:rsidRDefault="00185199" w:rsidP="00185199">
            <w:pPr>
              <w:spacing w:line="259" w:lineRule="atLeast"/>
              <w:jc w:val="both"/>
              <w:rPr>
                <w:sz w:val="22"/>
                <w:szCs w:val="22"/>
              </w:rPr>
            </w:pPr>
            <w:r w:rsidRPr="005D4B86">
              <w:rPr>
                <w:sz w:val="22"/>
                <w:szCs w:val="22"/>
              </w:rPr>
              <w:t>в течение 2 рабочих дней с даты поступления заявки. Информация может быть предоставлена участником отбора со сроком не позднее 3 календарных дней до даты подачи заявки</w:t>
            </w:r>
          </w:p>
        </w:tc>
      </w:tr>
    </w:tbl>
    <w:p w:rsidR="00185199" w:rsidRPr="005D4B86" w:rsidRDefault="00185199" w:rsidP="00185199">
      <w:pPr>
        <w:widowControl w:val="0"/>
        <w:jc w:val="both"/>
        <w:rPr>
          <w:rFonts w:eastAsia="Calibri"/>
          <w:lang w:eastAsia="en-US"/>
        </w:rPr>
      </w:pPr>
    </w:p>
    <w:p w:rsidR="00E67C92" w:rsidRPr="00802C08" w:rsidRDefault="00E67C92" w:rsidP="00802C08">
      <w:pPr>
        <w:jc w:val="center"/>
        <w:rPr>
          <w:sz w:val="26"/>
          <w:szCs w:val="26"/>
        </w:rPr>
      </w:pPr>
    </w:p>
    <w:p w:rsidR="00E67C92" w:rsidRDefault="00E67C92" w:rsidP="00196EF1">
      <w:pPr>
        <w:jc w:val="center"/>
        <w:rPr>
          <w:sz w:val="26"/>
          <w:szCs w:val="26"/>
        </w:rPr>
      </w:pPr>
    </w:p>
    <w:p w:rsidR="005E35FB" w:rsidRDefault="005E35FB" w:rsidP="00196EF1">
      <w:pPr>
        <w:jc w:val="center"/>
        <w:rPr>
          <w:sz w:val="26"/>
          <w:szCs w:val="26"/>
        </w:rPr>
      </w:pPr>
    </w:p>
    <w:p w:rsidR="005E35FB" w:rsidRDefault="005E35FB" w:rsidP="00196EF1">
      <w:pPr>
        <w:jc w:val="center"/>
        <w:rPr>
          <w:sz w:val="26"/>
          <w:szCs w:val="26"/>
        </w:rPr>
      </w:pPr>
    </w:p>
    <w:p w:rsidR="006C596E" w:rsidRDefault="006C596E" w:rsidP="00196EF1">
      <w:pPr>
        <w:jc w:val="center"/>
        <w:rPr>
          <w:sz w:val="26"/>
          <w:szCs w:val="26"/>
        </w:rPr>
      </w:pPr>
    </w:p>
    <w:p w:rsidR="006C596E" w:rsidRDefault="006C596E" w:rsidP="00196EF1">
      <w:pPr>
        <w:jc w:val="center"/>
        <w:rPr>
          <w:sz w:val="26"/>
          <w:szCs w:val="26"/>
        </w:rPr>
      </w:pPr>
    </w:p>
    <w:p w:rsidR="006C596E" w:rsidRDefault="006C596E" w:rsidP="00196EF1">
      <w:pPr>
        <w:jc w:val="center"/>
        <w:rPr>
          <w:sz w:val="26"/>
          <w:szCs w:val="26"/>
        </w:rPr>
      </w:pPr>
    </w:p>
    <w:p w:rsidR="00031130" w:rsidRDefault="00031130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185199" w:rsidRDefault="00185199" w:rsidP="006664C3">
      <w:pPr>
        <w:jc w:val="right"/>
        <w:rPr>
          <w:sz w:val="26"/>
          <w:szCs w:val="26"/>
        </w:rPr>
      </w:pPr>
    </w:p>
    <w:p w:rsidR="003D7D9E" w:rsidRDefault="003D7D9E" w:rsidP="006664C3">
      <w:pPr>
        <w:jc w:val="right"/>
        <w:rPr>
          <w:sz w:val="26"/>
          <w:szCs w:val="26"/>
        </w:rPr>
      </w:pPr>
    </w:p>
    <w:p w:rsidR="003D7D9E" w:rsidRDefault="003D7D9E" w:rsidP="006664C3">
      <w:pPr>
        <w:jc w:val="right"/>
        <w:rPr>
          <w:sz w:val="26"/>
          <w:szCs w:val="26"/>
        </w:rPr>
      </w:pPr>
    </w:p>
    <w:p w:rsidR="003D7D9E" w:rsidRDefault="003D7D9E" w:rsidP="006664C3">
      <w:pPr>
        <w:jc w:val="right"/>
        <w:rPr>
          <w:sz w:val="26"/>
          <w:szCs w:val="26"/>
        </w:rPr>
      </w:pPr>
    </w:p>
    <w:p w:rsidR="003D7D9E" w:rsidRDefault="003D7D9E" w:rsidP="006664C3">
      <w:pPr>
        <w:jc w:val="right"/>
        <w:rPr>
          <w:sz w:val="26"/>
          <w:szCs w:val="26"/>
        </w:rPr>
      </w:pPr>
    </w:p>
    <w:p w:rsidR="003D7D9E" w:rsidRDefault="003D7D9E" w:rsidP="006664C3">
      <w:pPr>
        <w:jc w:val="right"/>
        <w:rPr>
          <w:sz w:val="26"/>
          <w:szCs w:val="26"/>
        </w:rPr>
      </w:pPr>
    </w:p>
    <w:p w:rsidR="00685CBF" w:rsidRDefault="00685CBF" w:rsidP="006664C3">
      <w:pPr>
        <w:jc w:val="right"/>
        <w:rPr>
          <w:sz w:val="26"/>
          <w:szCs w:val="26"/>
        </w:rPr>
      </w:pPr>
    </w:p>
    <w:p w:rsidR="003D7D9E" w:rsidRDefault="003D7D9E" w:rsidP="006664C3">
      <w:pPr>
        <w:jc w:val="right"/>
        <w:rPr>
          <w:sz w:val="26"/>
          <w:szCs w:val="26"/>
        </w:rPr>
      </w:pPr>
    </w:p>
    <w:p w:rsidR="003D7D9E" w:rsidRDefault="003D7D9E" w:rsidP="006664C3">
      <w:pPr>
        <w:jc w:val="right"/>
        <w:rPr>
          <w:sz w:val="26"/>
          <w:szCs w:val="26"/>
        </w:rPr>
      </w:pPr>
    </w:p>
    <w:p w:rsidR="003D7D9E" w:rsidRDefault="003D7D9E" w:rsidP="006664C3">
      <w:pPr>
        <w:jc w:val="right"/>
        <w:rPr>
          <w:sz w:val="26"/>
          <w:szCs w:val="26"/>
        </w:rPr>
      </w:pPr>
    </w:p>
    <w:p w:rsidR="006664C3" w:rsidRPr="00836F95" w:rsidRDefault="006664C3" w:rsidP="006664C3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Приложение </w:t>
      </w:r>
      <w:r w:rsidR="00E14F18">
        <w:rPr>
          <w:sz w:val="26"/>
          <w:szCs w:val="26"/>
        </w:rPr>
        <w:t>2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836F95">
        <w:rPr>
          <w:sz w:val="26"/>
          <w:szCs w:val="26"/>
        </w:rPr>
        <w:t xml:space="preserve">к </w:t>
      </w:r>
      <w:r>
        <w:rPr>
          <w:sz w:val="26"/>
          <w:szCs w:val="26"/>
        </w:rPr>
        <w:t xml:space="preserve">Порядку </w:t>
      </w:r>
      <w:r w:rsidRPr="00D55C37">
        <w:rPr>
          <w:bCs/>
          <w:sz w:val="26"/>
          <w:szCs w:val="26"/>
        </w:rPr>
        <w:t>предоставления из бюджета</w:t>
      </w:r>
      <w:r>
        <w:rPr>
          <w:bCs/>
          <w:sz w:val="26"/>
          <w:szCs w:val="26"/>
        </w:rPr>
        <w:t xml:space="preserve"> </w:t>
      </w:r>
      <w:proofErr w:type="spellStart"/>
      <w:r w:rsidRPr="00D55C37">
        <w:rPr>
          <w:bCs/>
          <w:sz w:val="26"/>
          <w:szCs w:val="26"/>
        </w:rPr>
        <w:t>Трубчевского</w:t>
      </w:r>
      <w:proofErr w:type="spellEnd"/>
      <w:r w:rsidRPr="00D55C37">
        <w:rPr>
          <w:bCs/>
          <w:sz w:val="26"/>
          <w:szCs w:val="26"/>
        </w:rPr>
        <w:t xml:space="preserve"> 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муниципального района Брянской области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 xml:space="preserve">субсидий 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на реализацию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>переданных полномочий по решению</w:t>
      </w:r>
      <w:r>
        <w:rPr>
          <w:bCs/>
          <w:sz w:val="26"/>
          <w:szCs w:val="26"/>
        </w:rPr>
        <w:t xml:space="preserve"> 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отдельных вопросов местного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 xml:space="preserve">значения поселений в 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соответствии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>с заключенными соглашениями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>по</w:t>
      </w:r>
      <w:r>
        <w:rPr>
          <w:bCs/>
          <w:sz w:val="26"/>
          <w:szCs w:val="26"/>
        </w:rPr>
        <w:t xml:space="preserve"> </w:t>
      </w:r>
    </w:p>
    <w:p w:rsidR="005F0423" w:rsidRDefault="005F0423" w:rsidP="005F0423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участию в организации деятельности по сбору (в том </w:t>
      </w:r>
    </w:p>
    <w:p w:rsidR="005F0423" w:rsidRDefault="005F0423" w:rsidP="005F0423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числе раздельному сбору) и транспортированию </w:t>
      </w:r>
    </w:p>
    <w:p w:rsidR="005F0423" w:rsidRDefault="005F0423" w:rsidP="005F0423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твердых коммунальных отходов</w:t>
      </w:r>
    </w:p>
    <w:p w:rsidR="006664C3" w:rsidRDefault="006664C3" w:rsidP="006664C3">
      <w:pPr>
        <w:jc w:val="right"/>
        <w:rPr>
          <w:sz w:val="26"/>
          <w:szCs w:val="26"/>
        </w:rPr>
      </w:pPr>
    </w:p>
    <w:p w:rsidR="006664C3" w:rsidRDefault="006664C3" w:rsidP="006664C3">
      <w:pPr>
        <w:jc w:val="right"/>
      </w:pPr>
    </w:p>
    <w:p w:rsidR="006664C3" w:rsidRDefault="006664C3" w:rsidP="006664C3">
      <w:pPr>
        <w:jc w:val="right"/>
      </w:pPr>
    </w:p>
    <w:p w:rsidR="006664C3" w:rsidRDefault="006664C3" w:rsidP="006664C3">
      <w:pPr>
        <w:jc w:val="right"/>
      </w:pPr>
    </w:p>
    <w:p w:rsidR="006664C3" w:rsidRDefault="006664C3" w:rsidP="006664C3">
      <w:pPr>
        <w:jc w:val="right"/>
      </w:pPr>
    </w:p>
    <w:p w:rsidR="006664C3" w:rsidRDefault="006664C3" w:rsidP="006664C3">
      <w:pPr>
        <w:jc w:val="right"/>
      </w:pPr>
    </w:p>
    <w:p w:rsidR="006664C3" w:rsidRPr="00C03E6E" w:rsidRDefault="006664C3" w:rsidP="006664C3">
      <w:pPr>
        <w:pStyle w:val="ConsPlusNormal"/>
        <w:jc w:val="center"/>
        <w:rPr>
          <w:sz w:val="26"/>
          <w:szCs w:val="26"/>
        </w:rPr>
      </w:pPr>
      <w:bookmarkStart w:id="13" w:name="P1564"/>
      <w:bookmarkEnd w:id="13"/>
      <w:r w:rsidRPr="00C03E6E">
        <w:rPr>
          <w:sz w:val="26"/>
          <w:szCs w:val="26"/>
        </w:rPr>
        <w:t>ЗАЯВЛЕНИЕ</w:t>
      </w:r>
    </w:p>
    <w:p w:rsidR="006664C3" w:rsidRPr="00C03E6E" w:rsidRDefault="006664C3" w:rsidP="006664C3">
      <w:pPr>
        <w:pStyle w:val="ConsPlusNormal"/>
        <w:jc w:val="center"/>
        <w:rPr>
          <w:sz w:val="26"/>
          <w:szCs w:val="26"/>
        </w:rPr>
      </w:pPr>
      <w:r w:rsidRPr="00C03E6E">
        <w:rPr>
          <w:sz w:val="26"/>
          <w:szCs w:val="26"/>
        </w:rPr>
        <w:t>о предо</w:t>
      </w:r>
      <w:r>
        <w:rPr>
          <w:sz w:val="26"/>
          <w:szCs w:val="26"/>
        </w:rPr>
        <w:t>ставлении Субсидии</w:t>
      </w:r>
    </w:p>
    <w:p w:rsidR="006664C3" w:rsidRPr="00C03E6E" w:rsidRDefault="006664C3" w:rsidP="006664C3">
      <w:pPr>
        <w:pStyle w:val="ConsPlusNormal"/>
        <w:rPr>
          <w:sz w:val="26"/>
          <w:szCs w:val="26"/>
        </w:rPr>
      </w:pPr>
    </w:p>
    <w:p w:rsidR="006664C3" w:rsidRPr="00C03E6E" w:rsidRDefault="006664C3" w:rsidP="006664C3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6664C3" w:rsidRPr="00C03E6E" w:rsidRDefault="006664C3" w:rsidP="006664C3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(наименование Получателя, ИНН, КПП, адрес)</w:t>
      </w:r>
    </w:p>
    <w:p w:rsidR="006664C3" w:rsidRDefault="006664C3" w:rsidP="006664C3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C03E6E">
        <w:rPr>
          <w:rFonts w:ascii="Times New Roman" w:hAnsi="Times New Roman" w:cs="Times New Roman"/>
          <w:sz w:val="26"/>
          <w:szCs w:val="26"/>
        </w:rPr>
        <w:t xml:space="preserve">соответствии с </w:t>
      </w:r>
    </w:p>
    <w:p w:rsidR="006664C3" w:rsidRPr="00C03E6E" w:rsidRDefault="006664C3" w:rsidP="006664C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</w:p>
    <w:p w:rsidR="006664C3" w:rsidRPr="00C03E6E" w:rsidRDefault="006664C3" w:rsidP="006664C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(наименование нормативного акта </w:t>
      </w:r>
      <w:r>
        <w:rPr>
          <w:rFonts w:ascii="Times New Roman" w:hAnsi="Times New Roman" w:cs="Times New Roman"/>
          <w:sz w:val="26"/>
          <w:szCs w:val="26"/>
        </w:rPr>
        <w:t xml:space="preserve">об утверждении правил (порядка) </w:t>
      </w:r>
      <w:r w:rsidRPr="00C03E6E">
        <w:rPr>
          <w:rFonts w:ascii="Times New Roman" w:hAnsi="Times New Roman" w:cs="Times New Roman"/>
          <w:sz w:val="26"/>
          <w:szCs w:val="26"/>
        </w:rPr>
        <w:t xml:space="preserve">предоставления субсидии из бюджета </w:t>
      </w:r>
      <w:proofErr w:type="spellStart"/>
      <w:r w:rsidRPr="00C633D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C633DA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C03E6E">
        <w:rPr>
          <w:rFonts w:ascii="Times New Roman" w:hAnsi="Times New Roman" w:cs="Times New Roman"/>
          <w:sz w:val="26"/>
          <w:szCs w:val="26"/>
        </w:rPr>
        <w:t xml:space="preserve"> Получателю)</w:t>
      </w: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утвержденным постановлением администрации </w:t>
      </w:r>
      <w:proofErr w:type="spellStart"/>
      <w:r w:rsidRPr="00C03E6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C03E6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03E6E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"__" _____________ 20__ г. № </w:t>
      </w:r>
      <w:r w:rsidRPr="00C03E6E">
        <w:rPr>
          <w:rFonts w:ascii="Times New Roman" w:hAnsi="Times New Roman" w:cs="Times New Roman"/>
          <w:sz w:val="26"/>
          <w:szCs w:val="26"/>
        </w:rPr>
        <w:t xml:space="preserve"> ____ (далее - Правила), просит предоставить</w:t>
      </w: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субсидию в размере ______________ рублей в целях _________________________.</w:t>
      </w: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(сумма прописью)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  (целевое назначение субсидии)</w:t>
      </w: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Опись документов, предусмотренных пунктом ____________ Правил, прилагается.</w:t>
      </w: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Приложение: на    л. в ед. экз.</w:t>
      </w: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Получатель</w:t>
      </w:r>
      <w:r>
        <w:rPr>
          <w:rFonts w:ascii="Times New Roman" w:hAnsi="Times New Roman" w:cs="Times New Roman"/>
          <w:sz w:val="26"/>
          <w:szCs w:val="26"/>
        </w:rPr>
        <w:t xml:space="preserve"> субсидии</w:t>
      </w:r>
      <w:r w:rsidRPr="00C03E6E">
        <w:rPr>
          <w:rFonts w:ascii="Times New Roman" w:hAnsi="Times New Roman" w:cs="Times New Roman"/>
          <w:sz w:val="26"/>
          <w:szCs w:val="26"/>
        </w:rPr>
        <w:t>___________  _____________________   ________________</w:t>
      </w: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 (подпись)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C03E6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(расшифровка подписи)      </w:t>
      </w:r>
      <w:r w:rsidRPr="00C03E6E">
        <w:rPr>
          <w:rFonts w:ascii="Times New Roman" w:hAnsi="Times New Roman" w:cs="Times New Roman"/>
          <w:sz w:val="26"/>
          <w:szCs w:val="26"/>
        </w:rPr>
        <w:t>(должность)</w:t>
      </w:r>
    </w:p>
    <w:p w:rsidR="006664C3" w:rsidRPr="00C03E6E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C03E6E" w:rsidRDefault="006664C3" w:rsidP="006664C3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М.П.</w:t>
      </w:r>
    </w:p>
    <w:p w:rsidR="006664C3" w:rsidRPr="00C03E6E" w:rsidRDefault="006664C3" w:rsidP="006664C3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6664C3" w:rsidRPr="00C03E6E" w:rsidRDefault="006664C3" w:rsidP="006664C3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C03E6E">
        <w:rPr>
          <w:rFonts w:ascii="Times New Roman" w:hAnsi="Times New Roman" w:cs="Times New Roman"/>
          <w:sz w:val="26"/>
          <w:szCs w:val="26"/>
        </w:rPr>
        <w:t>"___" ______________ 20__ г.</w:t>
      </w:r>
    </w:p>
    <w:p w:rsidR="006664C3" w:rsidRPr="00C03E6E" w:rsidRDefault="006664C3" w:rsidP="006664C3">
      <w:pPr>
        <w:pStyle w:val="ConsPlusNormal"/>
        <w:rPr>
          <w:sz w:val="26"/>
          <w:szCs w:val="26"/>
        </w:rPr>
      </w:pPr>
    </w:p>
    <w:p w:rsidR="006664C3" w:rsidRDefault="006664C3" w:rsidP="006664C3">
      <w:pPr>
        <w:pStyle w:val="ConsPlusNormal"/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Pr="00836F95" w:rsidRDefault="006664C3" w:rsidP="006664C3">
      <w:pPr>
        <w:jc w:val="right"/>
        <w:rPr>
          <w:sz w:val="26"/>
          <w:szCs w:val="26"/>
        </w:rPr>
      </w:pPr>
      <w:r w:rsidRPr="00836F95">
        <w:rPr>
          <w:sz w:val="26"/>
          <w:szCs w:val="26"/>
        </w:rPr>
        <w:lastRenderedPageBreak/>
        <w:t xml:space="preserve">Приложение </w:t>
      </w:r>
      <w:r w:rsidR="00E14F18">
        <w:rPr>
          <w:sz w:val="26"/>
          <w:szCs w:val="26"/>
        </w:rPr>
        <w:t>3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836F95">
        <w:rPr>
          <w:sz w:val="26"/>
          <w:szCs w:val="26"/>
        </w:rPr>
        <w:t xml:space="preserve">к </w:t>
      </w:r>
      <w:r>
        <w:rPr>
          <w:sz w:val="26"/>
          <w:szCs w:val="26"/>
        </w:rPr>
        <w:t xml:space="preserve">Порядку </w:t>
      </w:r>
      <w:r w:rsidRPr="00D55C37">
        <w:rPr>
          <w:bCs/>
          <w:sz w:val="26"/>
          <w:szCs w:val="26"/>
        </w:rPr>
        <w:t>предоставления из бюджета</w:t>
      </w:r>
      <w:r>
        <w:rPr>
          <w:bCs/>
          <w:sz w:val="26"/>
          <w:szCs w:val="26"/>
        </w:rPr>
        <w:t xml:space="preserve"> </w:t>
      </w:r>
      <w:proofErr w:type="spellStart"/>
      <w:r w:rsidRPr="00D55C37">
        <w:rPr>
          <w:bCs/>
          <w:sz w:val="26"/>
          <w:szCs w:val="26"/>
        </w:rPr>
        <w:t>Трубчевского</w:t>
      </w:r>
      <w:proofErr w:type="spellEnd"/>
      <w:r w:rsidRPr="00D55C37">
        <w:rPr>
          <w:bCs/>
          <w:sz w:val="26"/>
          <w:szCs w:val="26"/>
        </w:rPr>
        <w:t xml:space="preserve"> 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муниципального района Брянской области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 xml:space="preserve">субсидий 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на реализацию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>переданных полномочий по решению</w:t>
      </w:r>
      <w:r>
        <w:rPr>
          <w:bCs/>
          <w:sz w:val="26"/>
          <w:szCs w:val="26"/>
        </w:rPr>
        <w:t xml:space="preserve"> 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отдельных вопросов местного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 xml:space="preserve">значения поселений в 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соответствии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>с заключенными соглашениями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>по</w:t>
      </w:r>
      <w:r>
        <w:rPr>
          <w:bCs/>
          <w:sz w:val="26"/>
          <w:szCs w:val="26"/>
        </w:rPr>
        <w:t xml:space="preserve"> </w:t>
      </w:r>
    </w:p>
    <w:p w:rsidR="005F0423" w:rsidRDefault="005F0423" w:rsidP="005F0423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участию в организации деятельности по сбору (в том </w:t>
      </w:r>
    </w:p>
    <w:p w:rsidR="005F0423" w:rsidRDefault="005F0423" w:rsidP="005F0423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числе раздельному сбору) и транспортированию </w:t>
      </w:r>
    </w:p>
    <w:p w:rsidR="005F0423" w:rsidRDefault="005F0423" w:rsidP="005F0423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твердых коммунальных отходов</w:t>
      </w:r>
    </w:p>
    <w:p w:rsidR="006664C3" w:rsidRDefault="006664C3" w:rsidP="006664C3">
      <w:pPr>
        <w:jc w:val="right"/>
      </w:pPr>
    </w:p>
    <w:p w:rsidR="006664C3" w:rsidRPr="00622E91" w:rsidRDefault="006664C3" w:rsidP="006664C3">
      <w:pPr>
        <w:jc w:val="right"/>
        <w:rPr>
          <w:sz w:val="24"/>
          <w:szCs w:val="24"/>
        </w:rPr>
      </w:pPr>
    </w:p>
    <w:p w:rsidR="006664C3" w:rsidRPr="00622E91" w:rsidRDefault="006664C3" w:rsidP="006664C3">
      <w:pPr>
        <w:jc w:val="center"/>
        <w:rPr>
          <w:sz w:val="24"/>
          <w:szCs w:val="24"/>
        </w:rPr>
      </w:pPr>
    </w:p>
    <w:p w:rsidR="006664C3" w:rsidRPr="00622E91" w:rsidRDefault="006664C3" w:rsidP="006664C3">
      <w:pPr>
        <w:jc w:val="center"/>
        <w:rPr>
          <w:sz w:val="24"/>
          <w:szCs w:val="24"/>
        </w:rPr>
      </w:pPr>
    </w:p>
    <w:p w:rsidR="006664C3" w:rsidRDefault="006664C3" w:rsidP="006664C3">
      <w:pPr>
        <w:pStyle w:val="ConsPlusNormal"/>
        <w:jc w:val="center"/>
        <w:rPr>
          <w:sz w:val="26"/>
          <w:szCs w:val="26"/>
        </w:rPr>
      </w:pPr>
      <w:r w:rsidRPr="00AD313D">
        <w:rPr>
          <w:sz w:val="26"/>
          <w:szCs w:val="26"/>
        </w:rPr>
        <w:t>Отчет</w:t>
      </w:r>
    </w:p>
    <w:p w:rsidR="006664C3" w:rsidRPr="00AD313D" w:rsidRDefault="006664C3" w:rsidP="006664C3">
      <w:pPr>
        <w:pStyle w:val="ConsPlusNormal"/>
        <w:jc w:val="center"/>
        <w:rPr>
          <w:sz w:val="26"/>
          <w:szCs w:val="26"/>
        </w:rPr>
      </w:pPr>
      <w:r>
        <w:rPr>
          <w:sz w:val="26"/>
          <w:szCs w:val="26"/>
        </w:rPr>
        <w:t>о затратах (недополученных доходах)</w:t>
      </w:r>
      <w:r w:rsidRPr="00AF07FE">
        <w:rPr>
          <w:sz w:val="26"/>
          <w:szCs w:val="26"/>
        </w:rPr>
        <w:t>, в связи с производством (реализацией) товаров, выполнением работ, оказанием услуг</w:t>
      </w:r>
      <w:r>
        <w:rPr>
          <w:sz w:val="26"/>
          <w:szCs w:val="26"/>
        </w:rPr>
        <w:t xml:space="preserve"> </w:t>
      </w:r>
    </w:p>
    <w:p w:rsidR="006664C3" w:rsidRPr="00AD313D" w:rsidRDefault="006664C3" w:rsidP="006664C3">
      <w:pPr>
        <w:pStyle w:val="ConsPlusNormal"/>
        <w:jc w:val="center"/>
        <w:rPr>
          <w:sz w:val="26"/>
          <w:szCs w:val="26"/>
        </w:rPr>
      </w:pPr>
      <w:r w:rsidRPr="00AD313D">
        <w:rPr>
          <w:sz w:val="26"/>
          <w:szCs w:val="26"/>
        </w:rPr>
        <w:t>источником финансового</w:t>
      </w:r>
      <w:r>
        <w:rPr>
          <w:sz w:val="26"/>
          <w:szCs w:val="26"/>
        </w:rPr>
        <w:t xml:space="preserve"> </w:t>
      </w:r>
      <w:r w:rsidRPr="00AD313D">
        <w:rPr>
          <w:sz w:val="26"/>
          <w:szCs w:val="26"/>
        </w:rPr>
        <w:t>обеспе</w:t>
      </w:r>
      <w:r>
        <w:rPr>
          <w:sz w:val="26"/>
          <w:szCs w:val="26"/>
        </w:rPr>
        <w:t>чения которых является Субсидия</w:t>
      </w:r>
    </w:p>
    <w:p w:rsidR="006664C3" w:rsidRPr="00AD313D" w:rsidRDefault="006664C3" w:rsidP="006664C3">
      <w:pPr>
        <w:pStyle w:val="ConsPlusNormal"/>
        <w:jc w:val="center"/>
        <w:rPr>
          <w:sz w:val="26"/>
          <w:szCs w:val="26"/>
        </w:rPr>
      </w:pPr>
      <w:r w:rsidRPr="00AD313D">
        <w:rPr>
          <w:sz w:val="26"/>
          <w:szCs w:val="26"/>
        </w:rPr>
        <w:t>на "___" _____________ 20__ г.</w:t>
      </w:r>
    </w:p>
    <w:p w:rsidR="006664C3" w:rsidRPr="00AD313D" w:rsidRDefault="006664C3" w:rsidP="006664C3">
      <w:pPr>
        <w:pStyle w:val="ConsPlusNormal"/>
        <w:jc w:val="center"/>
        <w:rPr>
          <w:sz w:val="26"/>
          <w:szCs w:val="26"/>
        </w:rPr>
      </w:pPr>
    </w:p>
    <w:p w:rsidR="006664C3" w:rsidRPr="00AD313D" w:rsidRDefault="006664C3" w:rsidP="006664C3">
      <w:pPr>
        <w:pStyle w:val="ConsPlusNormal"/>
        <w:jc w:val="both"/>
        <w:rPr>
          <w:sz w:val="26"/>
          <w:szCs w:val="26"/>
        </w:rPr>
      </w:pPr>
      <w:r w:rsidRPr="00AD313D">
        <w:rPr>
          <w:sz w:val="26"/>
          <w:szCs w:val="26"/>
        </w:rPr>
        <w:t>Наименование Получателя ___________________________________________</w:t>
      </w:r>
    </w:p>
    <w:p w:rsidR="006664C3" w:rsidRPr="00AD313D" w:rsidRDefault="006664C3" w:rsidP="006664C3">
      <w:pPr>
        <w:pStyle w:val="ConsPlusNormal"/>
        <w:jc w:val="both"/>
        <w:rPr>
          <w:sz w:val="26"/>
          <w:szCs w:val="26"/>
        </w:rPr>
      </w:pPr>
      <w:r w:rsidRPr="00AD313D">
        <w:rPr>
          <w:sz w:val="26"/>
          <w:szCs w:val="26"/>
        </w:rPr>
        <w:t>Периодичность: квартальная, годовая</w:t>
      </w:r>
    </w:p>
    <w:p w:rsidR="006664C3" w:rsidRPr="00AD313D" w:rsidRDefault="006664C3" w:rsidP="006664C3">
      <w:pPr>
        <w:pStyle w:val="ConsPlusNormal"/>
        <w:jc w:val="both"/>
        <w:rPr>
          <w:sz w:val="26"/>
          <w:szCs w:val="26"/>
        </w:rPr>
      </w:pPr>
      <w:r w:rsidRPr="00AD313D">
        <w:rPr>
          <w:sz w:val="26"/>
          <w:szCs w:val="26"/>
        </w:rPr>
        <w:t>Единица измерения: рубль (с точностью до второго десятичного знака)</w:t>
      </w:r>
    </w:p>
    <w:p w:rsidR="006664C3" w:rsidRPr="00AD313D" w:rsidRDefault="006664C3" w:rsidP="006664C3">
      <w:pPr>
        <w:pStyle w:val="ConsPlusNormal"/>
        <w:ind w:firstLine="540"/>
        <w:jc w:val="both"/>
        <w:rPr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82"/>
        <w:gridCol w:w="1853"/>
        <w:gridCol w:w="1853"/>
      </w:tblGrid>
      <w:tr w:rsidR="006664C3" w:rsidRPr="00AD313D" w:rsidTr="00A311F4">
        <w:tc>
          <w:tcPr>
            <w:tcW w:w="5482" w:type="dxa"/>
            <w:vMerge w:val="restart"/>
          </w:tcPr>
          <w:p w:rsidR="006664C3" w:rsidRPr="00AD313D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3706" w:type="dxa"/>
            <w:gridSpan w:val="2"/>
          </w:tcPr>
          <w:p w:rsidR="006664C3" w:rsidRPr="00AD313D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  <w:r w:rsidRPr="00AD313D">
              <w:rPr>
                <w:sz w:val="26"/>
                <w:szCs w:val="26"/>
              </w:rPr>
              <w:t>Сумма</w:t>
            </w:r>
          </w:p>
        </w:tc>
      </w:tr>
      <w:tr w:rsidR="006664C3" w:rsidRPr="00AD313D" w:rsidTr="00A311F4">
        <w:tc>
          <w:tcPr>
            <w:tcW w:w="5482" w:type="dxa"/>
            <w:vMerge/>
          </w:tcPr>
          <w:p w:rsidR="006664C3" w:rsidRPr="00AD313D" w:rsidRDefault="006664C3" w:rsidP="00A311F4">
            <w:pPr>
              <w:rPr>
                <w:sz w:val="26"/>
                <w:szCs w:val="26"/>
              </w:rPr>
            </w:pPr>
          </w:p>
        </w:tc>
        <w:tc>
          <w:tcPr>
            <w:tcW w:w="1853" w:type="dxa"/>
          </w:tcPr>
          <w:p w:rsidR="006664C3" w:rsidRPr="00AD313D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  <w:r w:rsidRPr="00AD313D">
              <w:rPr>
                <w:sz w:val="26"/>
                <w:szCs w:val="26"/>
              </w:rPr>
              <w:t>отчетный период</w:t>
            </w:r>
          </w:p>
        </w:tc>
        <w:tc>
          <w:tcPr>
            <w:tcW w:w="1853" w:type="dxa"/>
          </w:tcPr>
          <w:p w:rsidR="006664C3" w:rsidRPr="00AD313D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  <w:r w:rsidRPr="00AD313D">
              <w:rPr>
                <w:sz w:val="26"/>
                <w:szCs w:val="26"/>
              </w:rPr>
              <w:t>нарастающим итогом с начала года</w:t>
            </w:r>
          </w:p>
        </w:tc>
      </w:tr>
      <w:tr w:rsidR="006664C3" w:rsidRPr="00AD313D" w:rsidTr="00A311F4">
        <w:tc>
          <w:tcPr>
            <w:tcW w:w="5482" w:type="dxa"/>
          </w:tcPr>
          <w:p w:rsidR="006664C3" w:rsidRPr="00AD313D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  <w:r w:rsidRPr="00AD313D">
              <w:rPr>
                <w:sz w:val="26"/>
                <w:szCs w:val="26"/>
              </w:rPr>
              <w:t>1</w:t>
            </w:r>
          </w:p>
        </w:tc>
        <w:tc>
          <w:tcPr>
            <w:tcW w:w="1853" w:type="dxa"/>
          </w:tcPr>
          <w:p w:rsidR="006664C3" w:rsidRPr="00AD313D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  <w:r w:rsidRPr="00AD313D">
              <w:rPr>
                <w:sz w:val="26"/>
                <w:szCs w:val="26"/>
              </w:rPr>
              <w:t>3</w:t>
            </w:r>
          </w:p>
        </w:tc>
        <w:tc>
          <w:tcPr>
            <w:tcW w:w="1853" w:type="dxa"/>
          </w:tcPr>
          <w:p w:rsidR="006664C3" w:rsidRPr="00AD313D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  <w:r w:rsidRPr="00AD313D">
              <w:rPr>
                <w:sz w:val="26"/>
                <w:szCs w:val="26"/>
              </w:rPr>
              <w:t>4</w:t>
            </w:r>
          </w:p>
        </w:tc>
      </w:tr>
      <w:tr w:rsidR="006664C3" w:rsidRPr="00AD313D" w:rsidTr="00A311F4">
        <w:tc>
          <w:tcPr>
            <w:tcW w:w="5482" w:type="dxa"/>
          </w:tcPr>
          <w:p w:rsidR="006664C3" w:rsidRPr="00AD313D" w:rsidRDefault="006664C3" w:rsidP="00A311F4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853" w:type="dxa"/>
          </w:tcPr>
          <w:p w:rsidR="006664C3" w:rsidRPr="00AD313D" w:rsidRDefault="006664C3" w:rsidP="00A311F4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853" w:type="dxa"/>
          </w:tcPr>
          <w:p w:rsidR="006664C3" w:rsidRPr="00AD313D" w:rsidRDefault="006664C3" w:rsidP="00A311F4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6664C3" w:rsidRPr="00AD313D" w:rsidRDefault="006664C3" w:rsidP="006664C3">
      <w:pPr>
        <w:pStyle w:val="ConsPlusNormal"/>
        <w:ind w:firstLine="540"/>
        <w:jc w:val="both"/>
        <w:rPr>
          <w:sz w:val="26"/>
          <w:szCs w:val="26"/>
        </w:rPr>
      </w:pPr>
    </w:p>
    <w:p w:rsidR="006664C3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Руководитель Получателя</w:t>
      </w:r>
      <w:r>
        <w:rPr>
          <w:rFonts w:ascii="Times New Roman" w:hAnsi="Times New Roman" w:cs="Times New Roman"/>
          <w:sz w:val="26"/>
          <w:szCs w:val="26"/>
        </w:rPr>
        <w:t xml:space="preserve"> субсидии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Исполнитель 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"___" ________________ 20__ г.</w:t>
      </w:r>
    </w:p>
    <w:p w:rsidR="006664C3" w:rsidRDefault="006664C3" w:rsidP="006664C3">
      <w:pPr>
        <w:rPr>
          <w:sz w:val="26"/>
          <w:szCs w:val="26"/>
        </w:rPr>
      </w:pPr>
    </w:p>
    <w:p w:rsidR="006664C3" w:rsidRDefault="006664C3" w:rsidP="006664C3">
      <w:pPr>
        <w:jc w:val="right"/>
        <w:rPr>
          <w:sz w:val="26"/>
          <w:szCs w:val="26"/>
        </w:rPr>
      </w:pPr>
    </w:p>
    <w:p w:rsidR="006664C3" w:rsidRDefault="006664C3" w:rsidP="006664C3">
      <w:pPr>
        <w:jc w:val="right"/>
        <w:rPr>
          <w:sz w:val="26"/>
          <w:szCs w:val="26"/>
        </w:rPr>
      </w:pPr>
    </w:p>
    <w:p w:rsidR="006664C3" w:rsidRDefault="006664C3" w:rsidP="006664C3">
      <w:pPr>
        <w:jc w:val="right"/>
        <w:rPr>
          <w:sz w:val="26"/>
          <w:szCs w:val="26"/>
        </w:rPr>
      </w:pPr>
    </w:p>
    <w:p w:rsidR="006664C3" w:rsidRDefault="006664C3" w:rsidP="006664C3">
      <w:pPr>
        <w:jc w:val="right"/>
        <w:rPr>
          <w:sz w:val="26"/>
          <w:szCs w:val="26"/>
        </w:rPr>
      </w:pPr>
    </w:p>
    <w:p w:rsidR="006664C3" w:rsidRDefault="006664C3" w:rsidP="006664C3">
      <w:pPr>
        <w:jc w:val="right"/>
        <w:rPr>
          <w:sz w:val="26"/>
          <w:szCs w:val="26"/>
        </w:rPr>
      </w:pPr>
    </w:p>
    <w:p w:rsidR="006664C3" w:rsidRDefault="006664C3" w:rsidP="006664C3">
      <w:pPr>
        <w:jc w:val="right"/>
        <w:rPr>
          <w:sz w:val="26"/>
          <w:szCs w:val="26"/>
        </w:rPr>
      </w:pPr>
    </w:p>
    <w:p w:rsidR="006664C3" w:rsidRDefault="006664C3" w:rsidP="006664C3">
      <w:pPr>
        <w:jc w:val="right"/>
        <w:rPr>
          <w:sz w:val="26"/>
          <w:szCs w:val="26"/>
        </w:rPr>
      </w:pPr>
    </w:p>
    <w:p w:rsidR="006664C3" w:rsidRPr="00C633DA" w:rsidRDefault="00E14F18" w:rsidP="006664C3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 4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836F95">
        <w:rPr>
          <w:sz w:val="26"/>
          <w:szCs w:val="26"/>
        </w:rPr>
        <w:t xml:space="preserve">к </w:t>
      </w:r>
      <w:r>
        <w:rPr>
          <w:sz w:val="26"/>
          <w:szCs w:val="26"/>
        </w:rPr>
        <w:t xml:space="preserve">Порядку </w:t>
      </w:r>
      <w:r w:rsidRPr="00D55C37">
        <w:rPr>
          <w:bCs/>
          <w:sz w:val="26"/>
          <w:szCs w:val="26"/>
        </w:rPr>
        <w:t>предоставления из бюджета</w:t>
      </w:r>
      <w:r>
        <w:rPr>
          <w:bCs/>
          <w:sz w:val="26"/>
          <w:szCs w:val="26"/>
        </w:rPr>
        <w:t xml:space="preserve"> </w:t>
      </w:r>
      <w:proofErr w:type="spellStart"/>
      <w:r w:rsidRPr="00D55C37">
        <w:rPr>
          <w:bCs/>
          <w:sz w:val="26"/>
          <w:szCs w:val="26"/>
        </w:rPr>
        <w:t>Трубчевского</w:t>
      </w:r>
      <w:proofErr w:type="spellEnd"/>
      <w:r w:rsidRPr="00D55C37">
        <w:rPr>
          <w:bCs/>
          <w:sz w:val="26"/>
          <w:szCs w:val="26"/>
        </w:rPr>
        <w:t xml:space="preserve"> 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муниципального района Брянской области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 xml:space="preserve">субсидий 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на реализацию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>переданных полномочий по решению</w:t>
      </w:r>
      <w:r>
        <w:rPr>
          <w:bCs/>
          <w:sz w:val="26"/>
          <w:szCs w:val="26"/>
        </w:rPr>
        <w:t xml:space="preserve"> 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отдельных вопросов местного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 xml:space="preserve">значения поселений в 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соответствии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>с заключенными соглашениями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>по</w:t>
      </w:r>
      <w:r>
        <w:rPr>
          <w:bCs/>
          <w:sz w:val="26"/>
          <w:szCs w:val="26"/>
        </w:rPr>
        <w:t xml:space="preserve"> </w:t>
      </w:r>
    </w:p>
    <w:p w:rsidR="005F0423" w:rsidRDefault="005F0423" w:rsidP="005F0423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участию в организации деятельности по сбору (в том </w:t>
      </w:r>
    </w:p>
    <w:p w:rsidR="005F0423" w:rsidRDefault="005F0423" w:rsidP="005F0423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числе раздельному сбору) и транспортированию </w:t>
      </w:r>
    </w:p>
    <w:p w:rsidR="005F0423" w:rsidRDefault="005F0423" w:rsidP="005F0423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твердых коммунальных отходов</w:t>
      </w:r>
    </w:p>
    <w:p w:rsidR="00E013CB" w:rsidRDefault="00E013CB" w:rsidP="00E013CB">
      <w:pPr>
        <w:jc w:val="right"/>
        <w:rPr>
          <w:sz w:val="26"/>
          <w:szCs w:val="26"/>
        </w:rPr>
      </w:pPr>
    </w:p>
    <w:p w:rsidR="00E013CB" w:rsidRDefault="00E013CB" w:rsidP="00E013CB">
      <w:pPr>
        <w:jc w:val="right"/>
      </w:pPr>
    </w:p>
    <w:p w:rsidR="006664C3" w:rsidRDefault="006664C3" w:rsidP="006664C3">
      <w:pPr>
        <w:jc w:val="right"/>
        <w:rPr>
          <w:sz w:val="24"/>
          <w:szCs w:val="24"/>
        </w:rPr>
      </w:pPr>
    </w:p>
    <w:p w:rsidR="006664C3" w:rsidRPr="00622E91" w:rsidRDefault="006664C3" w:rsidP="006664C3">
      <w:pPr>
        <w:jc w:val="right"/>
        <w:rPr>
          <w:sz w:val="24"/>
          <w:szCs w:val="24"/>
        </w:rPr>
      </w:pPr>
    </w:p>
    <w:p w:rsidR="006664C3" w:rsidRDefault="006664C3" w:rsidP="006664C3">
      <w:pPr>
        <w:pStyle w:val="ConsPlusNormal"/>
        <w:jc w:val="center"/>
        <w:rPr>
          <w:sz w:val="26"/>
          <w:szCs w:val="26"/>
        </w:rPr>
      </w:pPr>
      <w:r w:rsidRPr="00AD313D">
        <w:rPr>
          <w:sz w:val="26"/>
          <w:szCs w:val="26"/>
        </w:rPr>
        <w:t>Отчет</w:t>
      </w:r>
    </w:p>
    <w:p w:rsidR="006664C3" w:rsidRDefault="006664C3" w:rsidP="006664C3">
      <w:pPr>
        <w:pStyle w:val="ConsPlusNormal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 использовании субсидии </w:t>
      </w:r>
    </w:p>
    <w:p w:rsidR="006664C3" w:rsidRPr="00AD313D" w:rsidRDefault="006664C3" w:rsidP="006664C3">
      <w:pPr>
        <w:pStyle w:val="ConsPlusNormal"/>
        <w:jc w:val="center"/>
        <w:rPr>
          <w:sz w:val="26"/>
          <w:szCs w:val="26"/>
        </w:rPr>
      </w:pPr>
      <w:r w:rsidRPr="00AD313D">
        <w:rPr>
          <w:sz w:val="26"/>
          <w:szCs w:val="26"/>
        </w:rPr>
        <w:t>на "___" _____________ 20__ г.</w:t>
      </w:r>
    </w:p>
    <w:p w:rsidR="006664C3" w:rsidRPr="00AD313D" w:rsidRDefault="006664C3" w:rsidP="006664C3">
      <w:pPr>
        <w:pStyle w:val="ConsPlusNormal"/>
        <w:jc w:val="center"/>
        <w:rPr>
          <w:sz w:val="26"/>
          <w:szCs w:val="26"/>
        </w:rPr>
      </w:pPr>
    </w:p>
    <w:p w:rsidR="006664C3" w:rsidRPr="00AD313D" w:rsidRDefault="006664C3" w:rsidP="006664C3">
      <w:pPr>
        <w:pStyle w:val="ConsPlusNormal"/>
        <w:jc w:val="both"/>
        <w:rPr>
          <w:sz w:val="26"/>
          <w:szCs w:val="26"/>
        </w:rPr>
      </w:pPr>
      <w:r w:rsidRPr="00AD313D">
        <w:rPr>
          <w:sz w:val="26"/>
          <w:szCs w:val="26"/>
        </w:rPr>
        <w:t>Наименование Получателя ___________________________________________</w:t>
      </w:r>
    </w:p>
    <w:p w:rsidR="006664C3" w:rsidRPr="00AD313D" w:rsidRDefault="006664C3" w:rsidP="006664C3">
      <w:pPr>
        <w:pStyle w:val="ConsPlusNormal"/>
        <w:jc w:val="both"/>
        <w:rPr>
          <w:sz w:val="26"/>
          <w:szCs w:val="26"/>
        </w:rPr>
      </w:pPr>
      <w:r w:rsidRPr="00AD313D">
        <w:rPr>
          <w:sz w:val="26"/>
          <w:szCs w:val="26"/>
        </w:rPr>
        <w:t>Периодичность: квартальная, годовая</w:t>
      </w:r>
    </w:p>
    <w:p w:rsidR="006664C3" w:rsidRPr="00AD313D" w:rsidRDefault="006664C3" w:rsidP="006664C3">
      <w:pPr>
        <w:pStyle w:val="ConsPlusNormal"/>
        <w:jc w:val="both"/>
        <w:rPr>
          <w:sz w:val="26"/>
          <w:szCs w:val="26"/>
        </w:rPr>
      </w:pPr>
      <w:r w:rsidRPr="00AD313D">
        <w:rPr>
          <w:sz w:val="26"/>
          <w:szCs w:val="26"/>
        </w:rPr>
        <w:t>Единица измерения: рубль (с точностью до второго десятичного знака)</w:t>
      </w:r>
    </w:p>
    <w:p w:rsidR="006664C3" w:rsidRDefault="006664C3" w:rsidP="006664C3">
      <w:pPr>
        <w:pStyle w:val="ConsPlusNormal"/>
        <w:ind w:firstLine="540"/>
        <w:jc w:val="both"/>
        <w:rPr>
          <w:sz w:val="26"/>
          <w:szCs w:val="26"/>
        </w:rPr>
      </w:pPr>
    </w:p>
    <w:p w:rsidR="006664C3" w:rsidRDefault="006664C3" w:rsidP="006664C3">
      <w:pPr>
        <w:pStyle w:val="ConsPlusNormal"/>
        <w:ind w:firstLine="540"/>
        <w:jc w:val="both"/>
        <w:rPr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68"/>
        <w:gridCol w:w="1621"/>
        <w:gridCol w:w="1621"/>
        <w:gridCol w:w="1462"/>
        <w:gridCol w:w="1462"/>
        <w:gridCol w:w="911"/>
        <w:gridCol w:w="1226"/>
      </w:tblGrid>
      <w:tr w:rsidR="006664C3" w:rsidRPr="00C30C97" w:rsidTr="00A311F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b/>
                <w:sz w:val="20"/>
              </w:rPr>
            </w:pPr>
            <w:r w:rsidRPr="00C30C97">
              <w:rPr>
                <w:b/>
                <w:sz w:val="20"/>
              </w:rPr>
              <w:t>Наименование показателя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b/>
                <w:sz w:val="20"/>
              </w:rPr>
            </w:pPr>
            <w:r w:rsidRPr="00C30C97">
              <w:rPr>
                <w:b/>
                <w:sz w:val="20"/>
              </w:rPr>
              <w:t>Профинансировано за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b/>
                <w:sz w:val="20"/>
              </w:rPr>
            </w:pPr>
            <w:r w:rsidRPr="00C30C97">
              <w:rPr>
                <w:b/>
                <w:sz w:val="20"/>
              </w:rPr>
              <w:t>Профинансировано нарастающим итогом с начала года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b/>
                <w:sz w:val="20"/>
              </w:rPr>
            </w:pPr>
            <w:r w:rsidRPr="00C30C97">
              <w:rPr>
                <w:b/>
                <w:sz w:val="20"/>
              </w:rPr>
              <w:t>Направлено на возмещение затрат (недополученных доходов)  за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b/>
                <w:sz w:val="20"/>
              </w:rPr>
            </w:pPr>
            <w:r w:rsidRPr="00C30C97">
              <w:rPr>
                <w:b/>
                <w:sz w:val="20"/>
              </w:rPr>
              <w:t>Направлено на возмещение затрат (недополученных доходов)  нарастающим итогом с начала года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b/>
                <w:sz w:val="20"/>
              </w:rPr>
            </w:pPr>
            <w:r w:rsidRPr="00C30C97">
              <w:rPr>
                <w:b/>
                <w:sz w:val="20"/>
              </w:rPr>
              <w:t>Остаток за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b/>
                <w:sz w:val="20"/>
              </w:rPr>
            </w:pPr>
            <w:r w:rsidRPr="00C30C97">
              <w:rPr>
                <w:b/>
                <w:sz w:val="20"/>
              </w:rPr>
              <w:t>Остаток нарастающим итогом с начала года</w:t>
            </w:r>
          </w:p>
        </w:tc>
      </w:tr>
      <w:tr w:rsidR="006664C3" w:rsidRPr="00C30C97" w:rsidTr="00A311F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0"/>
              </w:rPr>
            </w:pPr>
            <w:r w:rsidRPr="00C30C97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0"/>
              </w:rPr>
            </w:pPr>
            <w:r w:rsidRPr="00C30C97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0"/>
              </w:rPr>
            </w:pPr>
            <w:r w:rsidRPr="00C30C97">
              <w:rPr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0"/>
              </w:rPr>
            </w:pPr>
            <w:r w:rsidRPr="00C30C97">
              <w:rPr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0"/>
              </w:rPr>
            </w:pPr>
            <w:r w:rsidRPr="00C30C97">
              <w:rPr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0"/>
              </w:rPr>
            </w:pPr>
            <w:r w:rsidRPr="00C30C97">
              <w:rPr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0"/>
              </w:rPr>
            </w:pPr>
            <w:r w:rsidRPr="00C30C97">
              <w:rPr>
                <w:sz w:val="20"/>
              </w:rPr>
              <w:t>7</w:t>
            </w:r>
          </w:p>
        </w:tc>
      </w:tr>
      <w:tr w:rsidR="006664C3" w:rsidRPr="00C30C97" w:rsidTr="00A311F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64C3" w:rsidRPr="00C30C97" w:rsidRDefault="006664C3" w:rsidP="00A311F4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</w:tr>
    </w:tbl>
    <w:p w:rsidR="006664C3" w:rsidRDefault="006664C3" w:rsidP="006664C3">
      <w:pPr>
        <w:pStyle w:val="ConsPlusNormal"/>
        <w:ind w:firstLine="540"/>
        <w:jc w:val="both"/>
        <w:rPr>
          <w:sz w:val="26"/>
          <w:szCs w:val="26"/>
        </w:rPr>
      </w:pPr>
    </w:p>
    <w:p w:rsidR="006664C3" w:rsidRPr="00AD313D" w:rsidRDefault="006664C3" w:rsidP="006664C3">
      <w:pPr>
        <w:pStyle w:val="ConsPlusNormal"/>
        <w:ind w:firstLine="540"/>
        <w:jc w:val="both"/>
        <w:rPr>
          <w:sz w:val="26"/>
          <w:szCs w:val="26"/>
        </w:rPr>
      </w:pPr>
    </w:p>
    <w:p w:rsidR="006664C3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Руководитель Получателя</w:t>
      </w:r>
      <w:r>
        <w:rPr>
          <w:rFonts w:ascii="Times New Roman" w:hAnsi="Times New Roman" w:cs="Times New Roman"/>
          <w:sz w:val="26"/>
          <w:szCs w:val="26"/>
        </w:rPr>
        <w:t xml:space="preserve"> субсидии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Исполнитель 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(подпись)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D313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"___" ________________ 20__ г.</w:t>
      </w:r>
    </w:p>
    <w:p w:rsidR="006664C3" w:rsidRPr="00AD313D" w:rsidRDefault="006664C3" w:rsidP="006664C3">
      <w:pPr>
        <w:jc w:val="center"/>
        <w:rPr>
          <w:sz w:val="26"/>
          <w:szCs w:val="26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85CBF" w:rsidRDefault="00685CBF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85CBF" w:rsidRDefault="00685CBF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p w:rsidR="006664C3" w:rsidRPr="00C633DA" w:rsidRDefault="00E14F18" w:rsidP="006664C3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 5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836F95">
        <w:rPr>
          <w:sz w:val="26"/>
          <w:szCs w:val="26"/>
        </w:rPr>
        <w:t xml:space="preserve">к </w:t>
      </w:r>
      <w:r>
        <w:rPr>
          <w:sz w:val="26"/>
          <w:szCs w:val="26"/>
        </w:rPr>
        <w:t xml:space="preserve">Порядку </w:t>
      </w:r>
      <w:r w:rsidRPr="00D55C37">
        <w:rPr>
          <w:bCs/>
          <w:sz w:val="26"/>
          <w:szCs w:val="26"/>
        </w:rPr>
        <w:t>предоставления из бюджета</w:t>
      </w:r>
      <w:r>
        <w:rPr>
          <w:bCs/>
          <w:sz w:val="26"/>
          <w:szCs w:val="26"/>
        </w:rPr>
        <w:t xml:space="preserve"> </w:t>
      </w:r>
      <w:proofErr w:type="spellStart"/>
      <w:r w:rsidRPr="00D55C37">
        <w:rPr>
          <w:bCs/>
          <w:sz w:val="26"/>
          <w:szCs w:val="26"/>
        </w:rPr>
        <w:t>Трубчевского</w:t>
      </w:r>
      <w:proofErr w:type="spellEnd"/>
      <w:r w:rsidRPr="00D55C37">
        <w:rPr>
          <w:bCs/>
          <w:sz w:val="26"/>
          <w:szCs w:val="26"/>
        </w:rPr>
        <w:t xml:space="preserve"> 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муниципального района Брянской области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 xml:space="preserve">субсидий 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на реализацию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>переданных полномочий по решению</w:t>
      </w:r>
      <w:r>
        <w:rPr>
          <w:bCs/>
          <w:sz w:val="26"/>
          <w:szCs w:val="26"/>
        </w:rPr>
        <w:t xml:space="preserve"> 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отдельных вопросов местного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 xml:space="preserve">значения поселений в </w:t>
      </w:r>
    </w:p>
    <w:p w:rsidR="00685CBF" w:rsidRDefault="00685CBF" w:rsidP="00685CBF">
      <w:pPr>
        <w:jc w:val="right"/>
        <w:rPr>
          <w:bCs/>
          <w:sz w:val="26"/>
          <w:szCs w:val="26"/>
        </w:rPr>
      </w:pPr>
      <w:r w:rsidRPr="00D55C37">
        <w:rPr>
          <w:bCs/>
          <w:sz w:val="26"/>
          <w:szCs w:val="26"/>
        </w:rPr>
        <w:t>соответствии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>с заключенными соглашениями</w:t>
      </w:r>
      <w:r>
        <w:rPr>
          <w:bCs/>
          <w:sz w:val="26"/>
          <w:szCs w:val="26"/>
        </w:rPr>
        <w:t xml:space="preserve"> </w:t>
      </w:r>
      <w:r w:rsidRPr="00D55C37">
        <w:rPr>
          <w:bCs/>
          <w:sz w:val="26"/>
          <w:szCs w:val="26"/>
        </w:rPr>
        <w:t>по</w:t>
      </w:r>
      <w:r>
        <w:rPr>
          <w:bCs/>
          <w:sz w:val="26"/>
          <w:szCs w:val="26"/>
        </w:rPr>
        <w:t xml:space="preserve"> </w:t>
      </w:r>
    </w:p>
    <w:p w:rsidR="005F0423" w:rsidRDefault="005F0423" w:rsidP="005F0423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участию в организации деятельности по сбору (в том </w:t>
      </w:r>
    </w:p>
    <w:p w:rsidR="005F0423" w:rsidRDefault="005F0423" w:rsidP="005F0423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числе раздельному сбору) и транспортированию </w:t>
      </w:r>
    </w:p>
    <w:p w:rsidR="005F0423" w:rsidRDefault="005F0423" w:rsidP="005F0423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твердых коммунальных отходов</w:t>
      </w:r>
    </w:p>
    <w:p w:rsidR="00E013CB" w:rsidRDefault="00E013CB" w:rsidP="00E013CB">
      <w:pPr>
        <w:jc w:val="right"/>
        <w:rPr>
          <w:sz w:val="26"/>
          <w:szCs w:val="26"/>
        </w:rPr>
      </w:pPr>
    </w:p>
    <w:p w:rsidR="00E013CB" w:rsidRDefault="00E013CB" w:rsidP="00E013CB">
      <w:pPr>
        <w:jc w:val="right"/>
      </w:pPr>
    </w:p>
    <w:p w:rsidR="006664C3" w:rsidRDefault="006664C3" w:rsidP="006664C3">
      <w:pPr>
        <w:jc w:val="right"/>
        <w:rPr>
          <w:sz w:val="24"/>
          <w:szCs w:val="24"/>
        </w:rPr>
      </w:pPr>
    </w:p>
    <w:p w:rsidR="006664C3" w:rsidRPr="00622E91" w:rsidRDefault="006664C3" w:rsidP="006664C3">
      <w:pPr>
        <w:jc w:val="right"/>
        <w:rPr>
          <w:sz w:val="24"/>
          <w:szCs w:val="24"/>
        </w:rPr>
      </w:pPr>
    </w:p>
    <w:p w:rsidR="006664C3" w:rsidRPr="00C8731F" w:rsidRDefault="006664C3" w:rsidP="006664C3">
      <w:pPr>
        <w:pStyle w:val="ConsPlusNormal"/>
        <w:jc w:val="center"/>
        <w:rPr>
          <w:sz w:val="26"/>
          <w:szCs w:val="26"/>
        </w:rPr>
      </w:pPr>
      <w:r w:rsidRPr="00C8731F">
        <w:rPr>
          <w:sz w:val="26"/>
          <w:szCs w:val="26"/>
        </w:rPr>
        <w:t>Отчет</w:t>
      </w:r>
    </w:p>
    <w:p w:rsidR="006664C3" w:rsidRPr="00C8731F" w:rsidRDefault="006664C3" w:rsidP="006664C3">
      <w:pPr>
        <w:pStyle w:val="ConsPlusNormal"/>
        <w:jc w:val="center"/>
        <w:rPr>
          <w:sz w:val="26"/>
          <w:szCs w:val="26"/>
        </w:rPr>
      </w:pPr>
      <w:r w:rsidRPr="00C8731F">
        <w:rPr>
          <w:sz w:val="26"/>
          <w:szCs w:val="26"/>
        </w:rPr>
        <w:t>об объёмах выполненных работ</w:t>
      </w:r>
    </w:p>
    <w:p w:rsidR="006664C3" w:rsidRPr="00C8731F" w:rsidRDefault="006664C3" w:rsidP="006664C3">
      <w:pPr>
        <w:pStyle w:val="ConsPlusNormal"/>
        <w:jc w:val="center"/>
        <w:rPr>
          <w:sz w:val="26"/>
          <w:szCs w:val="26"/>
        </w:rPr>
      </w:pPr>
      <w:r>
        <w:rPr>
          <w:sz w:val="26"/>
          <w:szCs w:val="26"/>
        </w:rPr>
        <w:t>на «____»____</w:t>
      </w:r>
      <w:r w:rsidRPr="00C8731F">
        <w:rPr>
          <w:sz w:val="26"/>
          <w:szCs w:val="26"/>
        </w:rPr>
        <w:t>________20__ г.</w:t>
      </w:r>
    </w:p>
    <w:p w:rsidR="006664C3" w:rsidRPr="00C8731F" w:rsidRDefault="006664C3" w:rsidP="006664C3">
      <w:pPr>
        <w:pStyle w:val="ConsPlusNormal"/>
        <w:jc w:val="center"/>
        <w:rPr>
          <w:sz w:val="26"/>
          <w:szCs w:val="26"/>
        </w:rPr>
      </w:pPr>
    </w:p>
    <w:p w:rsidR="006664C3" w:rsidRPr="00C8731F" w:rsidRDefault="006664C3" w:rsidP="006664C3">
      <w:pPr>
        <w:pStyle w:val="ConsPlusNormal"/>
        <w:jc w:val="both"/>
        <w:rPr>
          <w:sz w:val="26"/>
          <w:szCs w:val="26"/>
        </w:rPr>
      </w:pPr>
      <w:r w:rsidRPr="00C8731F">
        <w:rPr>
          <w:sz w:val="26"/>
          <w:szCs w:val="26"/>
        </w:rPr>
        <w:t>Наименование Получателя:___________________________________________</w:t>
      </w:r>
    </w:p>
    <w:p w:rsidR="006664C3" w:rsidRPr="00C8731F" w:rsidRDefault="006664C3" w:rsidP="006664C3">
      <w:pPr>
        <w:pStyle w:val="ConsPlusNormal"/>
        <w:jc w:val="both"/>
        <w:rPr>
          <w:sz w:val="26"/>
          <w:szCs w:val="26"/>
        </w:rPr>
      </w:pPr>
      <w:r w:rsidRPr="00C8731F">
        <w:rPr>
          <w:sz w:val="26"/>
          <w:szCs w:val="26"/>
        </w:rPr>
        <w:t>Периодичность: ежемесячный, квартальный, годовой</w:t>
      </w:r>
      <w:r>
        <w:rPr>
          <w:sz w:val="26"/>
          <w:szCs w:val="26"/>
        </w:rPr>
        <w:t xml:space="preserve"> ____________________</w:t>
      </w:r>
    </w:p>
    <w:p w:rsidR="006664C3" w:rsidRPr="00C8731F" w:rsidRDefault="006664C3" w:rsidP="006664C3">
      <w:pPr>
        <w:pStyle w:val="ConsPlusNormal"/>
        <w:jc w:val="both"/>
        <w:rPr>
          <w:sz w:val="26"/>
          <w:szCs w:val="26"/>
        </w:rPr>
      </w:pPr>
      <w:r w:rsidRPr="00C8731F">
        <w:rPr>
          <w:sz w:val="26"/>
          <w:szCs w:val="26"/>
        </w:rPr>
        <w:t>Наименования мероприятия возмещения затрат (недополученных доходов):</w:t>
      </w:r>
    </w:p>
    <w:p w:rsidR="006664C3" w:rsidRPr="00C8731F" w:rsidRDefault="006664C3" w:rsidP="006664C3">
      <w:pPr>
        <w:pStyle w:val="ConsPlusNormal"/>
        <w:ind w:firstLine="540"/>
        <w:jc w:val="both"/>
        <w:rPr>
          <w:sz w:val="26"/>
          <w:szCs w:val="26"/>
        </w:rPr>
      </w:pP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679"/>
        <w:gridCol w:w="3618"/>
        <w:gridCol w:w="1415"/>
        <w:gridCol w:w="1977"/>
        <w:gridCol w:w="1882"/>
      </w:tblGrid>
      <w:tr w:rsidR="006664C3" w:rsidRPr="00C8731F" w:rsidTr="00A311F4">
        <w:trPr>
          <w:trHeight w:val="451"/>
          <w:jc w:val="center"/>
        </w:trPr>
        <w:tc>
          <w:tcPr>
            <w:tcW w:w="355" w:type="pct"/>
            <w:vMerge w:val="restar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8731F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890" w:type="pct"/>
            <w:vMerge w:val="restart"/>
          </w:tcPr>
          <w:p w:rsidR="006664C3" w:rsidRPr="00C8731F" w:rsidRDefault="006664C3" w:rsidP="00A311F4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C8731F">
              <w:rPr>
                <w:rFonts w:ascii="Times New Roman" w:hAnsi="Times New Roman"/>
                <w:sz w:val="26"/>
                <w:szCs w:val="26"/>
              </w:rPr>
              <w:t>Вид работ</w:t>
            </w:r>
          </w:p>
        </w:tc>
        <w:tc>
          <w:tcPr>
            <w:tcW w:w="739" w:type="pct"/>
            <w:vMerge w:val="restart"/>
          </w:tcPr>
          <w:p w:rsidR="006664C3" w:rsidRPr="00C8731F" w:rsidRDefault="006664C3" w:rsidP="00A311F4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31F"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2016" w:type="pct"/>
            <w:gridSpan w:val="2"/>
          </w:tcPr>
          <w:p w:rsidR="006664C3" w:rsidRPr="00C8731F" w:rsidRDefault="006664C3" w:rsidP="00A311F4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31F">
              <w:rPr>
                <w:rFonts w:ascii="Times New Roman" w:hAnsi="Times New Roman"/>
                <w:sz w:val="26"/>
                <w:szCs w:val="26"/>
              </w:rPr>
              <w:t>Объём выполненных работ</w:t>
            </w:r>
          </w:p>
        </w:tc>
      </w:tr>
      <w:tr w:rsidR="006664C3" w:rsidRPr="00C8731F" w:rsidTr="00A311F4">
        <w:trPr>
          <w:trHeight w:val="389"/>
          <w:jc w:val="center"/>
        </w:trPr>
        <w:tc>
          <w:tcPr>
            <w:tcW w:w="355" w:type="pct"/>
            <w:vMerge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0" w:type="pct"/>
            <w:vMerge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9" w:type="pct"/>
            <w:vMerge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3" w:type="pct"/>
          </w:tcPr>
          <w:p w:rsidR="006664C3" w:rsidRPr="00C8731F" w:rsidRDefault="006664C3" w:rsidP="00A311F4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31F">
              <w:rPr>
                <w:rFonts w:ascii="Times New Roman" w:hAnsi="Times New Roman"/>
                <w:sz w:val="26"/>
                <w:szCs w:val="26"/>
              </w:rPr>
              <w:t>за отчетный период</w:t>
            </w:r>
          </w:p>
        </w:tc>
        <w:tc>
          <w:tcPr>
            <w:tcW w:w="983" w:type="pct"/>
          </w:tcPr>
          <w:p w:rsidR="006664C3" w:rsidRPr="00C8731F" w:rsidRDefault="006664C3" w:rsidP="00A311F4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731F">
              <w:rPr>
                <w:rFonts w:ascii="Times New Roman" w:hAnsi="Times New Roman"/>
                <w:sz w:val="26"/>
                <w:szCs w:val="26"/>
              </w:rPr>
              <w:t>нарастающим итогом с начала года</w:t>
            </w:r>
          </w:p>
        </w:tc>
      </w:tr>
      <w:tr w:rsidR="006664C3" w:rsidRPr="00C8731F" w:rsidTr="00A311F4">
        <w:trPr>
          <w:trHeight w:val="389"/>
          <w:jc w:val="center"/>
        </w:trPr>
        <w:tc>
          <w:tcPr>
            <w:tcW w:w="355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0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9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3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83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664C3" w:rsidRPr="00C8731F" w:rsidTr="00A311F4">
        <w:trPr>
          <w:trHeight w:val="410"/>
          <w:jc w:val="center"/>
        </w:trPr>
        <w:tc>
          <w:tcPr>
            <w:tcW w:w="355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0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9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3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83" w:type="pct"/>
          </w:tcPr>
          <w:p w:rsidR="006664C3" w:rsidRPr="00C8731F" w:rsidRDefault="006664C3" w:rsidP="00A311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664C3" w:rsidRPr="00C8731F" w:rsidRDefault="006664C3" w:rsidP="006664C3">
      <w:pPr>
        <w:pStyle w:val="ConsPlusNormal"/>
        <w:ind w:firstLine="540"/>
        <w:jc w:val="both"/>
        <w:rPr>
          <w:sz w:val="26"/>
          <w:szCs w:val="26"/>
        </w:rPr>
      </w:pPr>
    </w:p>
    <w:p w:rsidR="006664C3" w:rsidRPr="00C8731F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8731F">
        <w:rPr>
          <w:rFonts w:ascii="Times New Roman" w:hAnsi="Times New Roman" w:cs="Times New Roman"/>
          <w:sz w:val="26"/>
          <w:szCs w:val="26"/>
        </w:rPr>
        <w:t>Руководитель Получателя субсидии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 (подпись)    (расшифровка подписи)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Исполнитель 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 (подпись)    (расшифровка подписи)</w:t>
      </w: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4C3" w:rsidRPr="00AD313D" w:rsidRDefault="006664C3" w:rsidP="006664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"___" ________________ 20__ г.</w:t>
      </w:r>
    </w:p>
    <w:p w:rsidR="006664C3" w:rsidRPr="00AD313D" w:rsidRDefault="006664C3" w:rsidP="006664C3">
      <w:pPr>
        <w:jc w:val="center"/>
        <w:rPr>
          <w:sz w:val="26"/>
          <w:szCs w:val="26"/>
        </w:rPr>
      </w:pPr>
    </w:p>
    <w:p w:rsidR="006664C3" w:rsidRPr="00AD313D" w:rsidRDefault="006664C3" w:rsidP="006664C3">
      <w:pPr>
        <w:spacing w:before="100" w:beforeAutospacing="1" w:after="100" w:afterAutospacing="1"/>
        <w:jc w:val="both"/>
        <w:rPr>
          <w:sz w:val="26"/>
          <w:szCs w:val="26"/>
        </w:rPr>
      </w:pPr>
    </w:p>
    <w:p w:rsidR="006664C3" w:rsidRPr="00AD313D" w:rsidRDefault="006664C3" w:rsidP="006664C3">
      <w:pPr>
        <w:spacing w:before="100" w:beforeAutospacing="1" w:after="100" w:afterAutospacing="1"/>
        <w:jc w:val="both"/>
        <w:rPr>
          <w:sz w:val="26"/>
          <w:szCs w:val="26"/>
        </w:rPr>
      </w:pPr>
    </w:p>
    <w:p w:rsidR="006664C3" w:rsidRDefault="006664C3" w:rsidP="00086D97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8"/>
          <w:szCs w:val="28"/>
        </w:rPr>
      </w:pPr>
    </w:p>
    <w:sectPr w:rsidR="006664C3" w:rsidSect="00135819">
      <w:pgSz w:w="11907" w:h="16840" w:code="9"/>
      <w:pgMar w:top="851" w:right="851" w:bottom="7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C30F8"/>
    <w:multiLevelType w:val="hybridMultilevel"/>
    <w:tmpl w:val="AA9A407C"/>
    <w:lvl w:ilvl="0" w:tplc="A8843A36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19E17188"/>
    <w:multiLevelType w:val="multilevel"/>
    <w:tmpl w:val="E32C9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DC2090A"/>
    <w:multiLevelType w:val="hybridMultilevel"/>
    <w:tmpl w:val="F6CA6AE8"/>
    <w:lvl w:ilvl="0" w:tplc="12E678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29F1440"/>
    <w:multiLevelType w:val="hybridMultilevel"/>
    <w:tmpl w:val="41583DA6"/>
    <w:lvl w:ilvl="0" w:tplc="12E678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48030DB"/>
    <w:multiLevelType w:val="multilevel"/>
    <w:tmpl w:val="1B1412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6C7F19D0"/>
    <w:multiLevelType w:val="multilevel"/>
    <w:tmpl w:val="D22EC62A"/>
    <w:lvl w:ilvl="0">
      <w:start w:val="1"/>
      <w:numFmt w:val="decimal"/>
      <w:lvlText w:val="%1"/>
      <w:lvlJc w:val="left"/>
      <w:pPr>
        <w:ind w:left="915" w:hanging="915"/>
      </w:pPr>
      <w:rPr>
        <w:rFonts w:hint="default"/>
        <w:color w:val="2D2D2D"/>
      </w:rPr>
    </w:lvl>
    <w:lvl w:ilvl="1">
      <w:start w:val="1"/>
      <w:numFmt w:val="decimal"/>
      <w:lvlText w:val="%1.%2"/>
      <w:lvlJc w:val="left"/>
      <w:pPr>
        <w:ind w:left="915" w:hanging="915"/>
      </w:pPr>
      <w:rPr>
        <w:rFonts w:hint="default"/>
        <w:color w:val="2D2D2D"/>
      </w:rPr>
    </w:lvl>
    <w:lvl w:ilvl="2">
      <w:start w:val="1"/>
      <w:numFmt w:val="decimal"/>
      <w:lvlText w:val="%1.%2.%3"/>
      <w:lvlJc w:val="left"/>
      <w:pPr>
        <w:ind w:left="915" w:hanging="915"/>
      </w:pPr>
      <w:rPr>
        <w:rFonts w:hint="default"/>
        <w:color w:val="2D2D2D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2D2D2D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2D2D2D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2D2D2D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2D2D2D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2D2D2D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2D2D2D"/>
      </w:rPr>
    </w:lvl>
  </w:abstractNum>
  <w:abstractNum w:abstractNumId="6">
    <w:nsid w:val="7DE45EFF"/>
    <w:multiLevelType w:val="hybridMultilevel"/>
    <w:tmpl w:val="3D82F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7C2"/>
    <w:rsid w:val="00003560"/>
    <w:rsid w:val="00007F2C"/>
    <w:rsid w:val="00010A47"/>
    <w:rsid w:val="00011653"/>
    <w:rsid w:val="00013D42"/>
    <w:rsid w:val="00015EE8"/>
    <w:rsid w:val="00020D3A"/>
    <w:rsid w:val="00022ED5"/>
    <w:rsid w:val="000234A1"/>
    <w:rsid w:val="00024E4B"/>
    <w:rsid w:val="00026A95"/>
    <w:rsid w:val="00030707"/>
    <w:rsid w:val="00030827"/>
    <w:rsid w:val="00031130"/>
    <w:rsid w:val="000315AC"/>
    <w:rsid w:val="000357EF"/>
    <w:rsid w:val="000364DE"/>
    <w:rsid w:val="0004317C"/>
    <w:rsid w:val="000512B5"/>
    <w:rsid w:val="00054154"/>
    <w:rsid w:val="0005681B"/>
    <w:rsid w:val="00057BFF"/>
    <w:rsid w:val="0006048A"/>
    <w:rsid w:val="00061D90"/>
    <w:rsid w:val="00067E05"/>
    <w:rsid w:val="00075A12"/>
    <w:rsid w:val="00080D15"/>
    <w:rsid w:val="00086D97"/>
    <w:rsid w:val="00087271"/>
    <w:rsid w:val="00087C76"/>
    <w:rsid w:val="000919D9"/>
    <w:rsid w:val="000937BD"/>
    <w:rsid w:val="00095A2A"/>
    <w:rsid w:val="00096EBF"/>
    <w:rsid w:val="00097B88"/>
    <w:rsid w:val="000A1331"/>
    <w:rsid w:val="000A54E1"/>
    <w:rsid w:val="000A5BBF"/>
    <w:rsid w:val="000A76D2"/>
    <w:rsid w:val="000A7D33"/>
    <w:rsid w:val="000B2BE8"/>
    <w:rsid w:val="000B5202"/>
    <w:rsid w:val="000B5415"/>
    <w:rsid w:val="000B5588"/>
    <w:rsid w:val="000C3281"/>
    <w:rsid w:val="000C4C17"/>
    <w:rsid w:val="000D11EF"/>
    <w:rsid w:val="000D5719"/>
    <w:rsid w:val="000D5BBF"/>
    <w:rsid w:val="000D6D57"/>
    <w:rsid w:val="000D6F41"/>
    <w:rsid w:val="000E2A05"/>
    <w:rsid w:val="000E2E15"/>
    <w:rsid w:val="000E599F"/>
    <w:rsid w:val="000E5D20"/>
    <w:rsid w:val="000E724A"/>
    <w:rsid w:val="000F459C"/>
    <w:rsid w:val="00100306"/>
    <w:rsid w:val="00102806"/>
    <w:rsid w:val="00106A40"/>
    <w:rsid w:val="00106E8F"/>
    <w:rsid w:val="00112E4F"/>
    <w:rsid w:val="001169DD"/>
    <w:rsid w:val="00116B9F"/>
    <w:rsid w:val="00121BF0"/>
    <w:rsid w:val="00122ABA"/>
    <w:rsid w:val="00125B5B"/>
    <w:rsid w:val="00126C0F"/>
    <w:rsid w:val="00132417"/>
    <w:rsid w:val="00132B29"/>
    <w:rsid w:val="00135819"/>
    <w:rsid w:val="00135C52"/>
    <w:rsid w:val="0013696A"/>
    <w:rsid w:val="00136B0A"/>
    <w:rsid w:val="00143C88"/>
    <w:rsid w:val="00143E8A"/>
    <w:rsid w:val="00147051"/>
    <w:rsid w:val="00147DE1"/>
    <w:rsid w:val="00150A8F"/>
    <w:rsid w:val="00157780"/>
    <w:rsid w:val="001636B3"/>
    <w:rsid w:val="001701F4"/>
    <w:rsid w:val="00171634"/>
    <w:rsid w:val="00174498"/>
    <w:rsid w:val="001753C4"/>
    <w:rsid w:val="00176967"/>
    <w:rsid w:val="001774C1"/>
    <w:rsid w:val="00180F7B"/>
    <w:rsid w:val="00183133"/>
    <w:rsid w:val="00185199"/>
    <w:rsid w:val="00194C7E"/>
    <w:rsid w:val="00196856"/>
    <w:rsid w:val="00196EF1"/>
    <w:rsid w:val="001A47F7"/>
    <w:rsid w:val="001A72B8"/>
    <w:rsid w:val="001A76A5"/>
    <w:rsid w:val="001B6C40"/>
    <w:rsid w:val="001C2DF6"/>
    <w:rsid w:val="001C589D"/>
    <w:rsid w:val="001C5D62"/>
    <w:rsid w:val="001C7E55"/>
    <w:rsid w:val="001D0AAD"/>
    <w:rsid w:val="001D2D99"/>
    <w:rsid w:val="001D3B59"/>
    <w:rsid w:val="001D4C8C"/>
    <w:rsid w:val="001D7A9C"/>
    <w:rsid w:val="001E202F"/>
    <w:rsid w:val="001E3E32"/>
    <w:rsid w:val="001E79F2"/>
    <w:rsid w:val="001F096B"/>
    <w:rsid w:val="001F11FE"/>
    <w:rsid w:val="001F2567"/>
    <w:rsid w:val="001F3190"/>
    <w:rsid w:val="001F61A0"/>
    <w:rsid w:val="001F67C3"/>
    <w:rsid w:val="001F7FDD"/>
    <w:rsid w:val="002033A2"/>
    <w:rsid w:val="00204D55"/>
    <w:rsid w:val="0020751D"/>
    <w:rsid w:val="00211D2E"/>
    <w:rsid w:val="00215A71"/>
    <w:rsid w:val="00220850"/>
    <w:rsid w:val="00222148"/>
    <w:rsid w:val="00222A2C"/>
    <w:rsid w:val="0022313F"/>
    <w:rsid w:val="0022365B"/>
    <w:rsid w:val="00231448"/>
    <w:rsid w:val="002322AD"/>
    <w:rsid w:val="0023536B"/>
    <w:rsid w:val="00235578"/>
    <w:rsid w:val="002375EF"/>
    <w:rsid w:val="0024204A"/>
    <w:rsid w:val="00242989"/>
    <w:rsid w:val="002429AC"/>
    <w:rsid w:val="00245B03"/>
    <w:rsid w:val="00251043"/>
    <w:rsid w:val="00251BD7"/>
    <w:rsid w:val="00257D2B"/>
    <w:rsid w:val="00266AFA"/>
    <w:rsid w:val="002716A0"/>
    <w:rsid w:val="00272D51"/>
    <w:rsid w:val="00272F6E"/>
    <w:rsid w:val="00276078"/>
    <w:rsid w:val="0028679C"/>
    <w:rsid w:val="002A1203"/>
    <w:rsid w:val="002A2297"/>
    <w:rsid w:val="002A2731"/>
    <w:rsid w:val="002A5C14"/>
    <w:rsid w:val="002B09D9"/>
    <w:rsid w:val="002B13B7"/>
    <w:rsid w:val="002B3E8C"/>
    <w:rsid w:val="002B6F07"/>
    <w:rsid w:val="002C1BF1"/>
    <w:rsid w:val="002C315E"/>
    <w:rsid w:val="002D2E8D"/>
    <w:rsid w:val="002D5348"/>
    <w:rsid w:val="002D5DB7"/>
    <w:rsid w:val="002D779B"/>
    <w:rsid w:val="002E0625"/>
    <w:rsid w:val="002E4596"/>
    <w:rsid w:val="002E7624"/>
    <w:rsid w:val="002F6CD6"/>
    <w:rsid w:val="003020FB"/>
    <w:rsid w:val="00304BD7"/>
    <w:rsid w:val="003131E3"/>
    <w:rsid w:val="00313AE2"/>
    <w:rsid w:val="0031502F"/>
    <w:rsid w:val="003156B4"/>
    <w:rsid w:val="00320F10"/>
    <w:rsid w:val="00320FB4"/>
    <w:rsid w:val="00321FC5"/>
    <w:rsid w:val="00331508"/>
    <w:rsid w:val="00331E87"/>
    <w:rsid w:val="00333318"/>
    <w:rsid w:val="00336C12"/>
    <w:rsid w:val="00341747"/>
    <w:rsid w:val="003440A8"/>
    <w:rsid w:val="00344819"/>
    <w:rsid w:val="00357F58"/>
    <w:rsid w:val="003648D0"/>
    <w:rsid w:val="00371FD8"/>
    <w:rsid w:val="00373FF0"/>
    <w:rsid w:val="003763B7"/>
    <w:rsid w:val="003766F3"/>
    <w:rsid w:val="00377214"/>
    <w:rsid w:val="003778AB"/>
    <w:rsid w:val="00380801"/>
    <w:rsid w:val="00381A76"/>
    <w:rsid w:val="003832A9"/>
    <w:rsid w:val="003878C3"/>
    <w:rsid w:val="00393813"/>
    <w:rsid w:val="003A2932"/>
    <w:rsid w:val="003A35C2"/>
    <w:rsid w:val="003A620E"/>
    <w:rsid w:val="003B0EFD"/>
    <w:rsid w:val="003B134B"/>
    <w:rsid w:val="003B4A4B"/>
    <w:rsid w:val="003B6C3C"/>
    <w:rsid w:val="003C358B"/>
    <w:rsid w:val="003D7D9E"/>
    <w:rsid w:val="003E1B32"/>
    <w:rsid w:val="003E5DC6"/>
    <w:rsid w:val="003E721C"/>
    <w:rsid w:val="00402854"/>
    <w:rsid w:val="004034AF"/>
    <w:rsid w:val="00403780"/>
    <w:rsid w:val="00403A0D"/>
    <w:rsid w:val="00404014"/>
    <w:rsid w:val="0040645C"/>
    <w:rsid w:val="004078DB"/>
    <w:rsid w:val="00410C88"/>
    <w:rsid w:val="00410FC3"/>
    <w:rsid w:val="004135CE"/>
    <w:rsid w:val="00413F47"/>
    <w:rsid w:val="00421CBD"/>
    <w:rsid w:val="00422D5F"/>
    <w:rsid w:val="00422EF0"/>
    <w:rsid w:val="00425234"/>
    <w:rsid w:val="00427243"/>
    <w:rsid w:val="00430FCA"/>
    <w:rsid w:val="004320A9"/>
    <w:rsid w:val="00434B8B"/>
    <w:rsid w:val="004368B3"/>
    <w:rsid w:val="00440EBD"/>
    <w:rsid w:val="0044256D"/>
    <w:rsid w:val="00442C8E"/>
    <w:rsid w:val="00443C45"/>
    <w:rsid w:val="00444B9A"/>
    <w:rsid w:val="004452C0"/>
    <w:rsid w:val="00454CDA"/>
    <w:rsid w:val="0046345A"/>
    <w:rsid w:val="004714E4"/>
    <w:rsid w:val="004749EB"/>
    <w:rsid w:val="00477006"/>
    <w:rsid w:val="004771E8"/>
    <w:rsid w:val="00477CE0"/>
    <w:rsid w:val="00480B96"/>
    <w:rsid w:val="00483D19"/>
    <w:rsid w:val="00493CDD"/>
    <w:rsid w:val="00496003"/>
    <w:rsid w:val="00496AD3"/>
    <w:rsid w:val="004A3891"/>
    <w:rsid w:val="004A58C8"/>
    <w:rsid w:val="004A6CC7"/>
    <w:rsid w:val="004A6E92"/>
    <w:rsid w:val="004A7FD3"/>
    <w:rsid w:val="004C3CD1"/>
    <w:rsid w:val="004C40C1"/>
    <w:rsid w:val="004D023E"/>
    <w:rsid w:val="004D2497"/>
    <w:rsid w:val="004D7DBF"/>
    <w:rsid w:val="004E09DE"/>
    <w:rsid w:val="004E1751"/>
    <w:rsid w:val="004E2EB6"/>
    <w:rsid w:val="004E44A1"/>
    <w:rsid w:val="004E4E6F"/>
    <w:rsid w:val="004F0E1A"/>
    <w:rsid w:val="004F1BC9"/>
    <w:rsid w:val="004F2675"/>
    <w:rsid w:val="004F4D83"/>
    <w:rsid w:val="004F685B"/>
    <w:rsid w:val="00500897"/>
    <w:rsid w:val="00503D97"/>
    <w:rsid w:val="00505D7A"/>
    <w:rsid w:val="00506C51"/>
    <w:rsid w:val="00510219"/>
    <w:rsid w:val="00511AD1"/>
    <w:rsid w:val="00512F28"/>
    <w:rsid w:val="00522B15"/>
    <w:rsid w:val="00522C92"/>
    <w:rsid w:val="005245E9"/>
    <w:rsid w:val="00532C22"/>
    <w:rsid w:val="005362D3"/>
    <w:rsid w:val="0054134A"/>
    <w:rsid w:val="00542C66"/>
    <w:rsid w:val="00547A23"/>
    <w:rsid w:val="00555071"/>
    <w:rsid w:val="005623FC"/>
    <w:rsid w:val="00567531"/>
    <w:rsid w:val="00571F96"/>
    <w:rsid w:val="00573B0F"/>
    <w:rsid w:val="00574A88"/>
    <w:rsid w:val="00581862"/>
    <w:rsid w:val="005818D9"/>
    <w:rsid w:val="005861F5"/>
    <w:rsid w:val="005904F6"/>
    <w:rsid w:val="00591D85"/>
    <w:rsid w:val="0059648F"/>
    <w:rsid w:val="00597822"/>
    <w:rsid w:val="005A07EC"/>
    <w:rsid w:val="005A1E7A"/>
    <w:rsid w:val="005A3960"/>
    <w:rsid w:val="005A4C74"/>
    <w:rsid w:val="005A5213"/>
    <w:rsid w:val="005B0167"/>
    <w:rsid w:val="005B1B09"/>
    <w:rsid w:val="005B1C25"/>
    <w:rsid w:val="005B3823"/>
    <w:rsid w:val="005C58FA"/>
    <w:rsid w:val="005C60CF"/>
    <w:rsid w:val="005D1DB4"/>
    <w:rsid w:val="005D3763"/>
    <w:rsid w:val="005D7EE2"/>
    <w:rsid w:val="005E0339"/>
    <w:rsid w:val="005E0B44"/>
    <w:rsid w:val="005E3107"/>
    <w:rsid w:val="005E35FB"/>
    <w:rsid w:val="005E4C19"/>
    <w:rsid w:val="005E5CD4"/>
    <w:rsid w:val="005E6F47"/>
    <w:rsid w:val="005F0423"/>
    <w:rsid w:val="005F2F00"/>
    <w:rsid w:val="005F4C9D"/>
    <w:rsid w:val="005F6409"/>
    <w:rsid w:val="005F6D75"/>
    <w:rsid w:val="005F6FB4"/>
    <w:rsid w:val="006011FA"/>
    <w:rsid w:val="00612F60"/>
    <w:rsid w:val="00613775"/>
    <w:rsid w:val="00623972"/>
    <w:rsid w:val="00623D3E"/>
    <w:rsid w:val="0062626F"/>
    <w:rsid w:val="00630FE6"/>
    <w:rsid w:val="00636A9B"/>
    <w:rsid w:val="0063759A"/>
    <w:rsid w:val="006377E3"/>
    <w:rsid w:val="00644DC1"/>
    <w:rsid w:val="006467C7"/>
    <w:rsid w:val="00646914"/>
    <w:rsid w:val="00651390"/>
    <w:rsid w:val="00651D2E"/>
    <w:rsid w:val="00654BA5"/>
    <w:rsid w:val="00660DF1"/>
    <w:rsid w:val="00662011"/>
    <w:rsid w:val="006664C3"/>
    <w:rsid w:val="0067411C"/>
    <w:rsid w:val="00677D8B"/>
    <w:rsid w:val="00680BC3"/>
    <w:rsid w:val="00681305"/>
    <w:rsid w:val="00685CBF"/>
    <w:rsid w:val="006974B6"/>
    <w:rsid w:val="00697887"/>
    <w:rsid w:val="006A2FDC"/>
    <w:rsid w:val="006A34E5"/>
    <w:rsid w:val="006A6013"/>
    <w:rsid w:val="006A6CBB"/>
    <w:rsid w:val="006A71B6"/>
    <w:rsid w:val="006B08BE"/>
    <w:rsid w:val="006B6031"/>
    <w:rsid w:val="006B60F0"/>
    <w:rsid w:val="006B7D08"/>
    <w:rsid w:val="006C1324"/>
    <w:rsid w:val="006C596E"/>
    <w:rsid w:val="006C7044"/>
    <w:rsid w:val="006D7D8A"/>
    <w:rsid w:val="006E27F3"/>
    <w:rsid w:val="006E400C"/>
    <w:rsid w:val="006F5F45"/>
    <w:rsid w:val="006F6AD0"/>
    <w:rsid w:val="006F7D2D"/>
    <w:rsid w:val="00702C92"/>
    <w:rsid w:val="00704E29"/>
    <w:rsid w:val="00705C74"/>
    <w:rsid w:val="00706059"/>
    <w:rsid w:val="0070763B"/>
    <w:rsid w:val="00707E85"/>
    <w:rsid w:val="00712FB1"/>
    <w:rsid w:val="007136FA"/>
    <w:rsid w:val="00714273"/>
    <w:rsid w:val="00715833"/>
    <w:rsid w:val="00716134"/>
    <w:rsid w:val="00716364"/>
    <w:rsid w:val="00716CAF"/>
    <w:rsid w:val="0072181A"/>
    <w:rsid w:val="00722854"/>
    <w:rsid w:val="00722939"/>
    <w:rsid w:val="00724338"/>
    <w:rsid w:val="0073014C"/>
    <w:rsid w:val="007306A5"/>
    <w:rsid w:val="00730774"/>
    <w:rsid w:val="00732B94"/>
    <w:rsid w:val="00741080"/>
    <w:rsid w:val="00741290"/>
    <w:rsid w:val="007418CF"/>
    <w:rsid w:val="00745493"/>
    <w:rsid w:val="00745B28"/>
    <w:rsid w:val="007477C9"/>
    <w:rsid w:val="00747B98"/>
    <w:rsid w:val="00751ADF"/>
    <w:rsid w:val="00752417"/>
    <w:rsid w:val="00752AA6"/>
    <w:rsid w:val="007656F5"/>
    <w:rsid w:val="0076779C"/>
    <w:rsid w:val="0078004D"/>
    <w:rsid w:val="00780185"/>
    <w:rsid w:val="00784292"/>
    <w:rsid w:val="0078628D"/>
    <w:rsid w:val="0079000A"/>
    <w:rsid w:val="00791EDC"/>
    <w:rsid w:val="00793F2B"/>
    <w:rsid w:val="007A0910"/>
    <w:rsid w:val="007A2D14"/>
    <w:rsid w:val="007B01FE"/>
    <w:rsid w:val="007B4D0B"/>
    <w:rsid w:val="007B5A55"/>
    <w:rsid w:val="007C58A9"/>
    <w:rsid w:val="007C5A79"/>
    <w:rsid w:val="007D1007"/>
    <w:rsid w:val="007D1BB6"/>
    <w:rsid w:val="007E443C"/>
    <w:rsid w:val="007F4597"/>
    <w:rsid w:val="007F517A"/>
    <w:rsid w:val="00802C08"/>
    <w:rsid w:val="00803195"/>
    <w:rsid w:val="00804E49"/>
    <w:rsid w:val="00816649"/>
    <w:rsid w:val="0082044C"/>
    <w:rsid w:val="008258BA"/>
    <w:rsid w:val="00826F9B"/>
    <w:rsid w:val="00840150"/>
    <w:rsid w:val="00840D89"/>
    <w:rsid w:val="0084315F"/>
    <w:rsid w:val="00847146"/>
    <w:rsid w:val="00847DBF"/>
    <w:rsid w:val="00852B22"/>
    <w:rsid w:val="008551DB"/>
    <w:rsid w:val="008646B9"/>
    <w:rsid w:val="0087605A"/>
    <w:rsid w:val="0088054F"/>
    <w:rsid w:val="008811C1"/>
    <w:rsid w:val="008848F2"/>
    <w:rsid w:val="00885036"/>
    <w:rsid w:val="0089118D"/>
    <w:rsid w:val="00892C83"/>
    <w:rsid w:val="00895030"/>
    <w:rsid w:val="008A047F"/>
    <w:rsid w:val="008A078F"/>
    <w:rsid w:val="008A3293"/>
    <w:rsid w:val="008A41EC"/>
    <w:rsid w:val="008A670B"/>
    <w:rsid w:val="008A6B32"/>
    <w:rsid w:val="008B1CAD"/>
    <w:rsid w:val="008B7328"/>
    <w:rsid w:val="008C0A00"/>
    <w:rsid w:val="008C3C93"/>
    <w:rsid w:val="008C4EC5"/>
    <w:rsid w:val="008C5413"/>
    <w:rsid w:val="008D00D2"/>
    <w:rsid w:val="008D082F"/>
    <w:rsid w:val="008D58B4"/>
    <w:rsid w:val="008D72D7"/>
    <w:rsid w:val="008D7BEC"/>
    <w:rsid w:val="008E5401"/>
    <w:rsid w:val="008E73D2"/>
    <w:rsid w:val="008F2E2C"/>
    <w:rsid w:val="008F3EC4"/>
    <w:rsid w:val="008F428F"/>
    <w:rsid w:val="008F5BC1"/>
    <w:rsid w:val="008F6004"/>
    <w:rsid w:val="008F60F7"/>
    <w:rsid w:val="0091469C"/>
    <w:rsid w:val="00921EA4"/>
    <w:rsid w:val="00923BDB"/>
    <w:rsid w:val="00925D66"/>
    <w:rsid w:val="00942B74"/>
    <w:rsid w:val="0094629A"/>
    <w:rsid w:val="00946D27"/>
    <w:rsid w:val="00961143"/>
    <w:rsid w:val="00961526"/>
    <w:rsid w:val="00961B8D"/>
    <w:rsid w:val="00962564"/>
    <w:rsid w:val="00965E2B"/>
    <w:rsid w:val="00966352"/>
    <w:rsid w:val="0097308F"/>
    <w:rsid w:val="00981B9F"/>
    <w:rsid w:val="00982AE0"/>
    <w:rsid w:val="00984445"/>
    <w:rsid w:val="00995BDE"/>
    <w:rsid w:val="009966B6"/>
    <w:rsid w:val="009A071B"/>
    <w:rsid w:val="009A09BA"/>
    <w:rsid w:val="009A0F67"/>
    <w:rsid w:val="009A1FE7"/>
    <w:rsid w:val="009A36FB"/>
    <w:rsid w:val="009A64F6"/>
    <w:rsid w:val="009A71E1"/>
    <w:rsid w:val="009B18DE"/>
    <w:rsid w:val="009B1BE2"/>
    <w:rsid w:val="009B1C10"/>
    <w:rsid w:val="009B60A8"/>
    <w:rsid w:val="009C2284"/>
    <w:rsid w:val="009D1253"/>
    <w:rsid w:val="009D315A"/>
    <w:rsid w:val="009D3F48"/>
    <w:rsid w:val="009D5FB9"/>
    <w:rsid w:val="009E0593"/>
    <w:rsid w:val="009E2BD4"/>
    <w:rsid w:val="009F0873"/>
    <w:rsid w:val="009F0AB3"/>
    <w:rsid w:val="009F177D"/>
    <w:rsid w:val="009F2BB4"/>
    <w:rsid w:val="009F4B01"/>
    <w:rsid w:val="00A01813"/>
    <w:rsid w:val="00A021A5"/>
    <w:rsid w:val="00A10882"/>
    <w:rsid w:val="00A11BC2"/>
    <w:rsid w:val="00A175CA"/>
    <w:rsid w:val="00A17733"/>
    <w:rsid w:val="00A22746"/>
    <w:rsid w:val="00A27C13"/>
    <w:rsid w:val="00A311F4"/>
    <w:rsid w:val="00A34CDF"/>
    <w:rsid w:val="00A36769"/>
    <w:rsid w:val="00A36EF3"/>
    <w:rsid w:val="00A40EB7"/>
    <w:rsid w:val="00A41BDB"/>
    <w:rsid w:val="00A4285F"/>
    <w:rsid w:val="00A44624"/>
    <w:rsid w:val="00A448A6"/>
    <w:rsid w:val="00A47179"/>
    <w:rsid w:val="00A56FBF"/>
    <w:rsid w:val="00A70D53"/>
    <w:rsid w:val="00A71CC9"/>
    <w:rsid w:val="00A73758"/>
    <w:rsid w:val="00A739FE"/>
    <w:rsid w:val="00A7506A"/>
    <w:rsid w:val="00A75743"/>
    <w:rsid w:val="00A769F9"/>
    <w:rsid w:val="00A81EA6"/>
    <w:rsid w:val="00A859C0"/>
    <w:rsid w:val="00A90760"/>
    <w:rsid w:val="00A90B97"/>
    <w:rsid w:val="00A916B3"/>
    <w:rsid w:val="00A95A28"/>
    <w:rsid w:val="00A9786F"/>
    <w:rsid w:val="00AA651F"/>
    <w:rsid w:val="00AB499B"/>
    <w:rsid w:val="00AB4C92"/>
    <w:rsid w:val="00AC0FD3"/>
    <w:rsid w:val="00AC2B5F"/>
    <w:rsid w:val="00AC6B8A"/>
    <w:rsid w:val="00AC7E5D"/>
    <w:rsid w:val="00AD394B"/>
    <w:rsid w:val="00AD494A"/>
    <w:rsid w:val="00AD525E"/>
    <w:rsid w:val="00AE104C"/>
    <w:rsid w:val="00AE1690"/>
    <w:rsid w:val="00AE2202"/>
    <w:rsid w:val="00AE5E50"/>
    <w:rsid w:val="00AF23F6"/>
    <w:rsid w:val="00AF4083"/>
    <w:rsid w:val="00AF64B8"/>
    <w:rsid w:val="00AF7267"/>
    <w:rsid w:val="00B02B4F"/>
    <w:rsid w:val="00B11900"/>
    <w:rsid w:val="00B138F3"/>
    <w:rsid w:val="00B146BF"/>
    <w:rsid w:val="00B14C85"/>
    <w:rsid w:val="00B17305"/>
    <w:rsid w:val="00B22A29"/>
    <w:rsid w:val="00B2391E"/>
    <w:rsid w:val="00B2761E"/>
    <w:rsid w:val="00B33330"/>
    <w:rsid w:val="00B35AF6"/>
    <w:rsid w:val="00B4017F"/>
    <w:rsid w:val="00B41860"/>
    <w:rsid w:val="00B431B7"/>
    <w:rsid w:val="00B4623A"/>
    <w:rsid w:val="00B46EB3"/>
    <w:rsid w:val="00B46F27"/>
    <w:rsid w:val="00B51B89"/>
    <w:rsid w:val="00B52A18"/>
    <w:rsid w:val="00B64E36"/>
    <w:rsid w:val="00B67FD1"/>
    <w:rsid w:val="00B715CC"/>
    <w:rsid w:val="00B71730"/>
    <w:rsid w:val="00B72054"/>
    <w:rsid w:val="00B72F1C"/>
    <w:rsid w:val="00B77AAE"/>
    <w:rsid w:val="00B85A12"/>
    <w:rsid w:val="00B86396"/>
    <w:rsid w:val="00B93149"/>
    <w:rsid w:val="00B97361"/>
    <w:rsid w:val="00BA15E2"/>
    <w:rsid w:val="00BA1BE6"/>
    <w:rsid w:val="00BA3B3A"/>
    <w:rsid w:val="00BA5518"/>
    <w:rsid w:val="00BA5A34"/>
    <w:rsid w:val="00BA6027"/>
    <w:rsid w:val="00BA6BE7"/>
    <w:rsid w:val="00BA76BB"/>
    <w:rsid w:val="00BB0ED7"/>
    <w:rsid w:val="00BB534D"/>
    <w:rsid w:val="00BB68A6"/>
    <w:rsid w:val="00BC2737"/>
    <w:rsid w:val="00BC2C51"/>
    <w:rsid w:val="00BC46C6"/>
    <w:rsid w:val="00BC65C1"/>
    <w:rsid w:val="00BD3F62"/>
    <w:rsid w:val="00BD5E7F"/>
    <w:rsid w:val="00C01452"/>
    <w:rsid w:val="00C02968"/>
    <w:rsid w:val="00C05779"/>
    <w:rsid w:val="00C07A7C"/>
    <w:rsid w:val="00C142F7"/>
    <w:rsid w:val="00C146B7"/>
    <w:rsid w:val="00C14A5B"/>
    <w:rsid w:val="00C15CD0"/>
    <w:rsid w:val="00C16A8E"/>
    <w:rsid w:val="00C21B1C"/>
    <w:rsid w:val="00C21E6C"/>
    <w:rsid w:val="00C22E21"/>
    <w:rsid w:val="00C2456B"/>
    <w:rsid w:val="00C30EB5"/>
    <w:rsid w:val="00C3188E"/>
    <w:rsid w:val="00C31BD1"/>
    <w:rsid w:val="00C31C79"/>
    <w:rsid w:val="00C3429C"/>
    <w:rsid w:val="00C418B1"/>
    <w:rsid w:val="00C46E18"/>
    <w:rsid w:val="00C52F2B"/>
    <w:rsid w:val="00C53D23"/>
    <w:rsid w:val="00C55E7A"/>
    <w:rsid w:val="00C616EE"/>
    <w:rsid w:val="00C6770F"/>
    <w:rsid w:val="00C708F0"/>
    <w:rsid w:val="00C75F40"/>
    <w:rsid w:val="00C7766E"/>
    <w:rsid w:val="00C837EF"/>
    <w:rsid w:val="00C858A3"/>
    <w:rsid w:val="00C86935"/>
    <w:rsid w:val="00C86D44"/>
    <w:rsid w:val="00C91D18"/>
    <w:rsid w:val="00C94316"/>
    <w:rsid w:val="00C970FF"/>
    <w:rsid w:val="00CB045A"/>
    <w:rsid w:val="00CB1AD9"/>
    <w:rsid w:val="00CB1B28"/>
    <w:rsid w:val="00CB1C22"/>
    <w:rsid w:val="00CB2E44"/>
    <w:rsid w:val="00CB3CF2"/>
    <w:rsid w:val="00CB6EF6"/>
    <w:rsid w:val="00CC26BF"/>
    <w:rsid w:val="00CC4823"/>
    <w:rsid w:val="00CC5E4B"/>
    <w:rsid w:val="00CC7A16"/>
    <w:rsid w:val="00CD001B"/>
    <w:rsid w:val="00CD0F5D"/>
    <w:rsid w:val="00CD3CA3"/>
    <w:rsid w:val="00CD4A3B"/>
    <w:rsid w:val="00CD5012"/>
    <w:rsid w:val="00CE6799"/>
    <w:rsid w:val="00CF1D4C"/>
    <w:rsid w:val="00CF4F0D"/>
    <w:rsid w:val="00CF6FA0"/>
    <w:rsid w:val="00D05521"/>
    <w:rsid w:val="00D05658"/>
    <w:rsid w:val="00D1445E"/>
    <w:rsid w:val="00D155A9"/>
    <w:rsid w:val="00D15DF5"/>
    <w:rsid w:val="00D2752A"/>
    <w:rsid w:val="00D3639E"/>
    <w:rsid w:val="00D40495"/>
    <w:rsid w:val="00D41FA1"/>
    <w:rsid w:val="00D429BF"/>
    <w:rsid w:val="00D43157"/>
    <w:rsid w:val="00D454BA"/>
    <w:rsid w:val="00D55C37"/>
    <w:rsid w:val="00D64129"/>
    <w:rsid w:val="00D64CBB"/>
    <w:rsid w:val="00D66A0E"/>
    <w:rsid w:val="00D67E95"/>
    <w:rsid w:val="00D77074"/>
    <w:rsid w:val="00D93F40"/>
    <w:rsid w:val="00DA0715"/>
    <w:rsid w:val="00DA1EC3"/>
    <w:rsid w:val="00DA28D6"/>
    <w:rsid w:val="00DA38EB"/>
    <w:rsid w:val="00DB0031"/>
    <w:rsid w:val="00DB0A49"/>
    <w:rsid w:val="00DB5CA2"/>
    <w:rsid w:val="00DB7692"/>
    <w:rsid w:val="00DB7DFA"/>
    <w:rsid w:val="00DC1D15"/>
    <w:rsid w:val="00DC2196"/>
    <w:rsid w:val="00DC2908"/>
    <w:rsid w:val="00DC4F7F"/>
    <w:rsid w:val="00DC64CB"/>
    <w:rsid w:val="00DC70FA"/>
    <w:rsid w:val="00DD0DC4"/>
    <w:rsid w:val="00DD295C"/>
    <w:rsid w:val="00DD555F"/>
    <w:rsid w:val="00DD57C2"/>
    <w:rsid w:val="00DD758C"/>
    <w:rsid w:val="00DE14D1"/>
    <w:rsid w:val="00DE1D0B"/>
    <w:rsid w:val="00DF1429"/>
    <w:rsid w:val="00DF3282"/>
    <w:rsid w:val="00DF567A"/>
    <w:rsid w:val="00DF770A"/>
    <w:rsid w:val="00DF795D"/>
    <w:rsid w:val="00E002D2"/>
    <w:rsid w:val="00E0119B"/>
    <w:rsid w:val="00E013CB"/>
    <w:rsid w:val="00E02610"/>
    <w:rsid w:val="00E06D8C"/>
    <w:rsid w:val="00E14937"/>
    <w:rsid w:val="00E14F18"/>
    <w:rsid w:val="00E32A10"/>
    <w:rsid w:val="00E404D9"/>
    <w:rsid w:val="00E41433"/>
    <w:rsid w:val="00E4295D"/>
    <w:rsid w:val="00E4629E"/>
    <w:rsid w:val="00E46822"/>
    <w:rsid w:val="00E47051"/>
    <w:rsid w:val="00E55664"/>
    <w:rsid w:val="00E561C6"/>
    <w:rsid w:val="00E57D43"/>
    <w:rsid w:val="00E63DA1"/>
    <w:rsid w:val="00E63E9D"/>
    <w:rsid w:val="00E65328"/>
    <w:rsid w:val="00E65B5E"/>
    <w:rsid w:val="00E67C92"/>
    <w:rsid w:val="00E709D3"/>
    <w:rsid w:val="00E70DF7"/>
    <w:rsid w:val="00E71486"/>
    <w:rsid w:val="00E8366E"/>
    <w:rsid w:val="00E857D5"/>
    <w:rsid w:val="00E91259"/>
    <w:rsid w:val="00E9226B"/>
    <w:rsid w:val="00E929E6"/>
    <w:rsid w:val="00E92A0F"/>
    <w:rsid w:val="00EA23AA"/>
    <w:rsid w:val="00EA31A5"/>
    <w:rsid w:val="00EA7A05"/>
    <w:rsid w:val="00EB06C7"/>
    <w:rsid w:val="00EB13E6"/>
    <w:rsid w:val="00EC07B9"/>
    <w:rsid w:val="00EC28C9"/>
    <w:rsid w:val="00EC3A1C"/>
    <w:rsid w:val="00ED102B"/>
    <w:rsid w:val="00ED10F7"/>
    <w:rsid w:val="00ED6F9E"/>
    <w:rsid w:val="00EE7F60"/>
    <w:rsid w:val="00EF49D6"/>
    <w:rsid w:val="00EF4AB6"/>
    <w:rsid w:val="00EF6618"/>
    <w:rsid w:val="00EF758C"/>
    <w:rsid w:val="00F0020C"/>
    <w:rsid w:val="00F00B6E"/>
    <w:rsid w:val="00F03302"/>
    <w:rsid w:val="00F0607C"/>
    <w:rsid w:val="00F13AEA"/>
    <w:rsid w:val="00F16098"/>
    <w:rsid w:val="00F26E68"/>
    <w:rsid w:val="00F3094F"/>
    <w:rsid w:val="00F352A2"/>
    <w:rsid w:val="00F41B84"/>
    <w:rsid w:val="00F46E76"/>
    <w:rsid w:val="00F552BD"/>
    <w:rsid w:val="00F57372"/>
    <w:rsid w:val="00F6299E"/>
    <w:rsid w:val="00F6478C"/>
    <w:rsid w:val="00F662CB"/>
    <w:rsid w:val="00F67634"/>
    <w:rsid w:val="00F67D30"/>
    <w:rsid w:val="00F72607"/>
    <w:rsid w:val="00F735B6"/>
    <w:rsid w:val="00F74D66"/>
    <w:rsid w:val="00F759F7"/>
    <w:rsid w:val="00F77D2A"/>
    <w:rsid w:val="00F827ED"/>
    <w:rsid w:val="00F82A9A"/>
    <w:rsid w:val="00F85BB9"/>
    <w:rsid w:val="00F959F4"/>
    <w:rsid w:val="00F95C6F"/>
    <w:rsid w:val="00F977FC"/>
    <w:rsid w:val="00FA0A8B"/>
    <w:rsid w:val="00FA17C8"/>
    <w:rsid w:val="00FA313C"/>
    <w:rsid w:val="00FB6101"/>
    <w:rsid w:val="00FB6144"/>
    <w:rsid w:val="00FB7553"/>
    <w:rsid w:val="00FC01DD"/>
    <w:rsid w:val="00FC2F7D"/>
    <w:rsid w:val="00FC40B0"/>
    <w:rsid w:val="00FC435D"/>
    <w:rsid w:val="00FC4423"/>
    <w:rsid w:val="00FD06F8"/>
    <w:rsid w:val="00FD0BD2"/>
    <w:rsid w:val="00FD2CEA"/>
    <w:rsid w:val="00FD5434"/>
    <w:rsid w:val="00FE42B4"/>
    <w:rsid w:val="00FE5219"/>
    <w:rsid w:val="00FE5780"/>
    <w:rsid w:val="00FE5C44"/>
    <w:rsid w:val="00FF074D"/>
    <w:rsid w:val="00FF1B10"/>
    <w:rsid w:val="00FF4AD4"/>
    <w:rsid w:val="00FF55D0"/>
    <w:rsid w:val="00FF6889"/>
    <w:rsid w:val="00FF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3">
    <w:name w:val="heading 3"/>
    <w:basedOn w:val="a"/>
    <w:next w:val="a"/>
    <w:link w:val="30"/>
    <w:semiHidden/>
    <w:unhideWhenUsed/>
    <w:qFormat/>
    <w:rsid w:val="00961B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styleId="a4">
    <w:name w:val="List Paragraph"/>
    <w:basedOn w:val="a"/>
    <w:uiPriority w:val="99"/>
    <w:qFormat/>
    <w:rsid w:val="00493CDD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961B8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961B8D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7B4D0B"/>
    <w:pPr>
      <w:spacing w:before="100" w:beforeAutospacing="1" w:after="100" w:afterAutospacing="1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A0910"/>
    <w:rPr>
      <w:b/>
      <w:caps/>
      <w:spacing w:val="40"/>
      <w:sz w:val="34"/>
    </w:rPr>
  </w:style>
  <w:style w:type="character" w:styleId="a5">
    <w:name w:val="Hyperlink"/>
    <w:basedOn w:val="a0"/>
    <w:uiPriority w:val="99"/>
    <w:unhideWhenUsed/>
    <w:rsid w:val="007A0910"/>
    <w:rPr>
      <w:color w:val="0000FF" w:themeColor="hyperlink"/>
      <w:u w:val="single"/>
    </w:rPr>
  </w:style>
  <w:style w:type="paragraph" w:customStyle="1" w:styleId="ConsPlusNormal">
    <w:name w:val="ConsPlusNormal"/>
    <w:rsid w:val="0005681B"/>
    <w:pPr>
      <w:widowControl w:val="0"/>
      <w:autoSpaceDE w:val="0"/>
      <w:autoSpaceDN w:val="0"/>
    </w:pPr>
    <w:rPr>
      <w:sz w:val="28"/>
    </w:rPr>
  </w:style>
  <w:style w:type="paragraph" w:customStyle="1" w:styleId="ConsPlusNonformat">
    <w:name w:val="ConsPlusNonformat"/>
    <w:rsid w:val="00D64CB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8204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2044C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4E09DE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Title">
    <w:name w:val="ConsPlusTitle"/>
    <w:rsid w:val="00100306"/>
    <w:pPr>
      <w:widowControl w:val="0"/>
      <w:autoSpaceDE w:val="0"/>
      <w:autoSpaceDN w:val="0"/>
    </w:pPr>
    <w:rPr>
      <w:rFonts w:eastAsiaTheme="minorEastAsia"/>
      <w:b/>
      <w:sz w:val="28"/>
      <w:szCs w:val="22"/>
    </w:rPr>
  </w:style>
  <w:style w:type="table" w:styleId="a9">
    <w:name w:val="Table Grid"/>
    <w:basedOn w:val="a1"/>
    <w:uiPriority w:val="39"/>
    <w:rsid w:val="006664C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a">
    <w:name w:val="Гипертекстовая ссылка"/>
    <w:basedOn w:val="a0"/>
    <w:uiPriority w:val="99"/>
    <w:rsid w:val="009F0873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3">
    <w:name w:val="heading 3"/>
    <w:basedOn w:val="a"/>
    <w:next w:val="a"/>
    <w:link w:val="30"/>
    <w:semiHidden/>
    <w:unhideWhenUsed/>
    <w:qFormat/>
    <w:rsid w:val="00961B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styleId="a4">
    <w:name w:val="List Paragraph"/>
    <w:basedOn w:val="a"/>
    <w:uiPriority w:val="99"/>
    <w:qFormat/>
    <w:rsid w:val="00493CDD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961B8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961B8D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7B4D0B"/>
    <w:pPr>
      <w:spacing w:before="100" w:beforeAutospacing="1" w:after="100" w:afterAutospacing="1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A0910"/>
    <w:rPr>
      <w:b/>
      <w:caps/>
      <w:spacing w:val="40"/>
      <w:sz w:val="34"/>
    </w:rPr>
  </w:style>
  <w:style w:type="character" w:styleId="a5">
    <w:name w:val="Hyperlink"/>
    <w:basedOn w:val="a0"/>
    <w:uiPriority w:val="99"/>
    <w:unhideWhenUsed/>
    <w:rsid w:val="007A0910"/>
    <w:rPr>
      <w:color w:val="0000FF" w:themeColor="hyperlink"/>
      <w:u w:val="single"/>
    </w:rPr>
  </w:style>
  <w:style w:type="paragraph" w:customStyle="1" w:styleId="ConsPlusNormal">
    <w:name w:val="ConsPlusNormal"/>
    <w:rsid w:val="0005681B"/>
    <w:pPr>
      <w:widowControl w:val="0"/>
      <w:autoSpaceDE w:val="0"/>
      <w:autoSpaceDN w:val="0"/>
    </w:pPr>
    <w:rPr>
      <w:sz w:val="28"/>
    </w:rPr>
  </w:style>
  <w:style w:type="paragraph" w:customStyle="1" w:styleId="ConsPlusNonformat">
    <w:name w:val="ConsPlusNonformat"/>
    <w:rsid w:val="00D64CB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8204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2044C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4E09DE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Title">
    <w:name w:val="ConsPlusTitle"/>
    <w:rsid w:val="00100306"/>
    <w:pPr>
      <w:widowControl w:val="0"/>
      <w:autoSpaceDE w:val="0"/>
      <w:autoSpaceDN w:val="0"/>
    </w:pPr>
    <w:rPr>
      <w:rFonts w:eastAsiaTheme="minorEastAsia"/>
      <w:b/>
      <w:sz w:val="28"/>
      <w:szCs w:val="22"/>
    </w:rPr>
  </w:style>
  <w:style w:type="table" w:styleId="a9">
    <w:name w:val="Table Grid"/>
    <w:basedOn w:val="a1"/>
    <w:uiPriority w:val="39"/>
    <w:rsid w:val="006664C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a">
    <w:name w:val="Гипертекстовая ссылка"/>
    <w:basedOn w:val="a0"/>
    <w:uiPriority w:val="99"/>
    <w:rsid w:val="009F0873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3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edsfm.ru/documents/terr-list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rubech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service.nalog.ru/disqualified.d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injust.gov.ru/ru/activity/directions/998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75A01-22DA-459F-A08F-EA8E41F2F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района.dot</Template>
  <TotalTime>17</TotalTime>
  <Pages>24</Pages>
  <Words>8661</Words>
  <Characters>49373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57919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Морозова</cp:lastModifiedBy>
  <cp:revision>7</cp:revision>
  <cp:lastPrinted>2025-03-06T09:21:00Z</cp:lastPrinted>
  <dcterms:created xsi:type="dcterms:W3CDTF">2025-03-05T13:19:00Z</dcterms:created>
  <dcterms:modified xsi:type="dcterms:W3CDTF">2025-03-07T05:57:00Z</dcterms:modified>
</cp:coreProperties>
</file>